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68DDA" w14:textId="77777777" w:rsidR="00376637" w:rsidRPr="00203300" w:rsidRDefault="00376637" w:rsidP="00376637">
      <w:pPr>
        <w:spacing w:after="0"/>
        <w:jc w:val="right"/>
      </w:pPr>
      <w:r w:rsidRPr="00203300">
        <w:t xml:space="preserve">Załącznik nr </w:t>
      </w:r>
      <w:r>
        <w:t>7</w:t>
      </w:r>
    </w:p>
    <w:p w14:paraId="1120779F" w14:textId="400C9067" w:rsidR="00836AC0" w:rsidRDefault="00376637" w:rsidP="00376637">
      <w:pPr>
        <w:jc w:val="right"/>
      </w:pPr>
      <w:r w:rsidRPr="00203300">
        <w:t xml:space="preserve"> do Regulaminu rekrutacji i uczestnictwa w projekcie</w:t>
      </w:r>
    </w:p>
    <w:tbl>
      <w:tblPr>
        <w:tblStyle w:val="Tabela-Siatka"/>
        <w:tblW w:w="1587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2"/>
        <w:gridCol w:w="2132"/>
        <w:gridCol w:w="1701"/>
        <w:gridCol w:w="1256"/>
        <w:gridCol w:w="1153"/>
        <w:gridCol w:w="1276"/>
        <w:gridCol w:w="1276"/>
        <w:gridCol w:w="1276"/>
        <w:gridCol w:w="1559"/>
        <w:gridCol w:w="1843"/>
        <w:gridCol w:w="1843"/>
      </w:tblGrid>
      <w:tr w:rsidR="005C4E2B" w14:paraId="7DC287A6" w14:textId="77777777" w:rsidTr="005C4E2B">
        <w:trPr>
          <w:trHeight w:val="1039"/>
        </w:trPr>
        <w:tc>
          <w:tcPr>
            <w:tcW w:w="562" w:type="dxa"/>
            <w:vMerge w:val="restart"/>
          </w:tcPr>
          <w:p w14:paraId="27AB3CA5" w14:textId="77777777" w:rsidR="005C4E2B" w:rsidRPr="00775033" w:rsidRDefault="005C4E2B" w:rsidP="00BB0124">
            <w:pPr>
              <w:widowControl w:val="0"/>
              <w:rPr>
                <w:rFonts w:cstheme="minorHAnsi"/>
                <w:b/>
                <w:sz w:val="20"/>
                <w:szCs w:val="20"/>
              </w:rPr>
            </w:pPr>
            <w:r w:rsidRPr="00775033">
              <w:rPr>
                <w:rFonts w:eastAsia="Calibr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132" w:type="dxa"/>
            <w:vMerge w:val="restart"/>
          </w:tcPr>
          <w:p w14:paraId="6F42554A" w14:textId="77777777" w:rsidR="005C4E2B" w:rsidRPr="00775033" w:rsidRDefault="005C4E2B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75033">
              <w:rPr>
                <w:rFonts w:eastAsia="Calibri" w:cstheme="minorHAnsi"/>
                <w:b/>
                <w:sz w:val="20"/>
                <w:szCs w:val="20"/>
              </w:rPr>
              <w:t>Rodzaj wsparcia</w:t>
            </w:r>
          </w:p>
        </w:tc>
        <w:tc>
          <w:tcPr>
            <w:tcW w:w="1701" w:type="dxa"/>
            <w:vMerge w:val="restart"/>
            <w:vAlign w:val="center"/>
          </w:tcPr>
          <w:p w14:paraId="5ECEDF6F" w14:textId="77777777" w:rsidR="005C4E2B" w:rsidRPr="00775033" w:rsidRDefault="005C4E2B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75033">
              <w:rPr>
                <w:rFonts w:eastAsia="Calibri" w:cstheme="minorHAnsi"/>
                <w:b/>
                <w:sz w:val="20"/>
                <w:szCs w:val="20"/>
              </w:rPr>
              <w:t>Nazwa zajęć</w:t>
            </w:r>
          </w:p>
        </w:tc>
        <w:tc>
          <w:tcPr>
            <w:tcW w:w="1256" w:type="dxa"/>
            <w:vAlign w:val="center"/>
          </w:tcPr>
          <w:p w14:paraId="415E805D" w14:textId="77777777" w:rsidR="005C4E2B" w:rsidRPr="00775033" w:rsidRDefault="005C4E2B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775033">
              <w:rPr>
                <w:rFonts w:eastAsia="Calibri" w:cstheme="minorHAnsi"/>
                <w:b/>
                <w:sz w:val="20"/>
                <w:szCs w:val="20"/>
              </w:rPr>
              <w:t>Liczba uczniów na zajęcia w roku szkolnym 25/26</w:t>
            </w:r>
          </w:p>
        </w:tc>
        <w:tc>
          <w:tcPr>
            <w:tcW w:w="1153" w:type="dxa"/>
            <w:vMerge w:val="restart"/>
            <w:vAlign w:val="center"/>
          </w:tcPr>
          <w:p w14:paraId="616F3DDC" w14:textId="77777777" w:rsidR="005C4E2B" w:rsidRPr="00775033" w:rsidRDefault="005C4E2B" w:rsidP="00BB0124">
            <w:pPr>
              <w:widowControl w:val="0"/>
              <w:jc w:val="center"/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</w:pPr>
            <w:r w:rsidRPr="00775033"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  <w:t>Liczba godzin w roku szkolnym 25/26</w:t>
            </w:r>
          </w:p>
          <w:p w14:paraId="03A5051B" w14:textId="77777777" w:rsidR="005C4E2B" w:rsidRPr="00775033" w:rsidRDefault="005C4E2B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CC18AAA" w14:textId="77777777" w:rsidR="005C4E2B" w:rsidRPr="00775033" w:rsidRDefault="005C4E2B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75033">
              <w:rPr>
                <w:rFonts w:eastAsia="Calibri" w:cstheme="minorHAnsi"/>
                <w:b/>
                <w:sz w:val="20"/>
                <w:szCs w:val="20"/>
              </w:rPr>
              <w:t>Liczba uczniów na zajęcia w roku szkolnym 26/27</w:t>
            </w:r>
          </w:p>
        </w:tc>
        <w:tc>
          <w:tcPr>
            <w:tcW w:w="1276" w:type="dxa"/>
            <w:vMerge w:val="restart"/>
            <w:vAlign w:val="center"/>
          </w:tcPr>
          <w:p w14:paraId="57F17BE4" w14:textId="77777777" w:rsidR="005C4E2B" w:rsidRPr="00775033" w:rsidRDefault="005C4E2B" w:rsidP="00BB0124">
            <w:pPr>
              <w:widowControl w:val="0"/>
              <w:jc w:val="center"/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</w:pPr>
            <w:r w:rsidRPr="00775033"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  <w:t>Liczba godzin w roku szkolnym 26/27</w:t>
            </w:r>
          </w:p>
          <w:p w14:paraId="662AB577" w14:textId="77777777" w:rsidR="005C4E2B" w:rsidRPr="00775033" w:rsidRDefault="005C4E2B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F8075B1" w14:textId="77777777" w:rsidR="005C4E2B" w:rsidRPr="00775033" w:rsidRDefault="005C4E2B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775033">
              <w:rPr>
                <w:rFonts w:eastAsia="Calibri" w:cstheme="minorHAnsi"/>
                <w:b/>
                <w:sz w:val="20"/>
                <w:szCs w:val="20"/>
              </w:rPr>
              <w:t>Liczba uczniów na zajęcia w roku szkolnym 2</w:t>
            </w:r>
            <w:r>
              <w:rPr>
                <w:rFonts w:eastAsia="Calibri" w:cstheme="minorHAnsi"/>
                <w:b/>
                <w:sz w:val="20"/>
                <w:szCs w:val="20"/>
              </w:rPr>
              <w:t>7</w:t>
            </w:r>
            <w:r w:rsidRPr="00775033">
              <w:rPr>
                <w:rFonts w:eastAsia="Calibri" w:cstheme="minorHAnsi"/>
                <w:b/>
                <w:sz w:val="20"/>
                <w:szCs w:val="20"/>
              </w:rPr>
              <w:t>/2</w:t>
            </w:r>
            <w:r>
              <w:rPr>
                <w:rFonts w:eastAsia="Calibri" w:cstheme="minorHAnsi"/>
                <w:b/>
                <w:sz w:val="20"/>
                <w:szCs w:val="20"/>
              </w:rPr>
              <w:t>8</w:t>
            </w:r>
          </w:p>
          <w:p w14:paraId="4E2FCA83" w14:textId="77777777" w:rsidR="005C4E2B" w:rsidRPr="00775033" w:rsidRDefault="005C4E2B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A78DACF" w14:textId="77777777" w:rsidR="005C4E2B" w:rsidRPr="006529B9" w:rsidRDefault="005C4E2B" w:rsidP="00BB0124">
            <w:pPr>
              <w:widowControl w:val="0"/>
              <w:jc w:val="center"/>
              <w:rPr>
                <w:rFonts w:eastAsia="Calibri" w:cstheme="minorHAnsi"/>
                <w:b/>
              </w:rPr>
            </w:pPr>
            <w:r w:rsidRPr="006529B9">
              <w:rPr>
                <w:rFonts w:eastAsia="Calibri" w:cstheme="minorHAnsi"/>
                <w:b/>
                <w:color w:val="000000" w:themeColor="text1"/>
              </w:rPr>
              <w:t>Liczba godzin w roku szkolnym 2</w:t>
            </w:r>
            <w:r>
              <w:rPr>
                <w:rFonts w:eastAsia="Calibri" w:cstheme="minorHAnsi"/>
                <w:b/>
                <w:color w:val="000000" w:themeColor="text1"/>
              </w:rPr>
              <w:t>7</w:t>
            </w:r>
            <w:r w:rsidRPr="006529B9">
              <w:rPr>
                <w:rFonts w:eastAsia="Calibri" w:cstheme="minorHAnsi"/>
                <w:b/>
                <w:color w:val="000000" w:themeColor="text1"/>
              </w:rPr>
              <w:t>/2</w:t>
            </w:r>
            <w:r>
              <w:rPr>
                <w:rFonts w:eastAsia="Calibri" w:cstheme="minorHAnsi"/>
                <w:b/>
                <w:color w:val="000000" w:themeColor="text1"/>
              </w:rPr>
              <w:t>8</w:t>
            </w:r>
          </w:p>
        </w:tc>
        <w:tc>
          <w:tcPr>
            <w:tcW w:w="1843" w:type="dxa"/>
            <w:vMerge w:val="restart"/>
            <w:vAlign w:val="center"/>
          </w:tcPr>
          <w:p w14:paraId="296EFB29" w14:textId="77777777" w:rsidR="005C4E2B" w:rsidRPr="006529B9" w:rsidRDefault="005C4E2B" w:rsidP="00BB0124">
            <w:pPr>
              <w:widowControl w:val="0"/>
              <w:jc w:val="center"/>
              <w:rPr>
                <w:rFonts w:eastAsia="Calibri" w:cstheme="minorHAnsi"/>
                <w:b/>
                <w:color w:val="000000" w:themeColor="text1"/>
              </w:rPr>
            </w:pPr>
            <w:r>
              <w:rPr>
                <w:rFonts w:eastAsia="Calibri" w:cstheme="minorHAnsi"/>
                <w:b/>
                <w:color w:val="000000" w:themeColor="text1"/>
              </w:rPr>
              <w:t>Nauczyciel prowadzący</w:t>
            </w:r>
          </w:p>
        </w:tc>
        <w:tc>
          <w:tcPr>
            <w:tcW w:w="1843" w:type="dxa"/>
            <w:vMerge w:val="restart"/>
          </w:tcPr>
          <w:p w14:paraId="21A62412" w14:textId="77777777" w:rsidR="005C4E2B" w:rsidRPr="002C6F7B" w:rsidRDefault="005C4E2B" w:rsidP="00BB0124">
            <w:pPr>
              <w:widowControl w:val="0"/>
              <w:jc w:val="center"/>
              <w:rPr>
                <w:rFonts w:eastAsia="Calibri" w:cstheme="minorHAnsi"/>
                <w:bCs/>
                <w:color w:val="000000" w:themeColor="text1"/>
              </w:rPr>
            </w:pPr>
            <w:r w:rsidRPr="003706E9">
              <w:rPr>
                <w:rFonts w:eastAsia="Calibri" w:cstheme="minorHAnsi"/>
                <w:bCs/>
                <w:color w:val="EE0000"/>
              </w:rPr>
              <w:t>Wypełnia opiekun prawny Ucznia poprzez wstawienie znaku X przy preferowanych zajęciach (można zaznaczyć więcej niż jeden rodzaj wsparcia)</w:t>
            </w:r>
          </w:p>
        </w:tc>
      </w:tr>
      <w:tr w:rsidR="005C4E2B" w14:paraId="25E58B14" w14:textId="77777777" w:rsidTr="005C4E2B">
        <w:trPr>
          <w:trHeight w:val="280"/>
        </w:trPr>
        <w:tc>
          <w:tcPr>
            <w:tcW w:w="562" w:type="dxa"/>
            <w:vMerge/>
          </w:tcPr>
          <w:p w14:paraId="2ADAE597" w14:textId="77777777" w:rsidR="005C4E2B" w:rsidRPr="00775033" w:rsidRDefault="005C4E2B" w:rsidP="00BB0124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2AA6961E" w14:textId="77777777" w:rsidR="005C4E2B" w:rsidRPr="00775033" w:rsidRDefault="005C4E2B" w:rsidP="00BB0124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3D9C295" w14:textId="77777777" w:rsidR="005C4E2B" w:rsidRPr="00775033" w:rsidRDefault="005C4E2B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256" w:type="dxa"/>
            <w:vAlign w:val="center"/>
          </w:tcPr>
          <w:p w14:paraId="640AA51E" w14:textId="77777777" w:rsidR="005C4E2B" w:rsidRPr="00775033" w:rsidRDefault="005C4E2B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</w:rPr>
              <w:t>Klasy / grupy</w:t>
            </w:r>
          </w:p>
        </w:tc>
        <w:tc>
          <w:tcPr>
            <w:tcW w:w="1153" w:type="dxa"/>
            <w:vMerge/>
            <w:vAlign w:val="center"/>
          </w:tcPr>
          <w:p w14:paraId="076D6BAF" w14:textId="77777777" w:rsidR="005C4E2B" w:rsidRPr="00775033" w:rsidRDefault="005C4E2B" w:rsidP="00BB0124">
            <w:pPr>
              <w:widowControl w:val="0"/>
              <w:jc w:val="center"/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BC8CEC0" w14:textId="77777777" w:rsidR="005C4E2B" w:rsidRPr="00775033" w:rsidRDefault="005C4E2B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</w:rPr>
              <w:t>Klasy / grupy</w:t>
            </w:r>
          </w:p>
        </w:tc>
        <w:tc>
          <w:tcPr>
            <w:tcW w:w="1276" w:type="dxa"/>
            <w:vMerge/>
            <w:vAlign w:val="center"/>
          </w:tcPr>
          <w:p w14:paraId="31B05BBD" w14:textId="77777777" w:rsidR="005C4E2B" w:rsidRPr="00775033" w:rsidRDefault="005C4E2B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5BC4025" w14:textId="77777777" w:rsidR="005C4E2B" w:rsidRPr="00775033" w:rsidRDefault="005C4E2B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</w:rPr>
              <w:t>Klasy / grupy</w:t>
            </w:r>
          </w:p>
        </w:tc>
        <w:tc>
          <w:tcPr>
            <w:tcW w:w="1559" w:type="dxa"/>
            <w:vMerge/>
            <w:vAlign w:val="center"/>
          </w:tcPr>
          <w:p w14:paraId="31F5A728" w14:textId="77777777" w:rsidR="005C4E2B" w:rsidRPr="006529B9" w:rsidRDefault="005C4E2B" w:rsidP="00BB0124">
            <w:pPr>
              <w:widowControl w:val="0"/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1843" w:type="dxa"/>
            <w:vMerge/>
            <w:vAlign w:val="center"/>
          </w:tcPr>
          <w:p w14:paraId="381A6999" w14:textId="77777777" w:rsidR="005C4E2B" w:rsidRPr="006529B9" w:rsidRDefault="005C4E2B" w:rsidP="00BB0124">
            <w:pPr>
              <w:widowControl w:val="0"/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1843" w:type="dxa"/>
            <w:vMerge/>
          </w:tcPr>
          <w:p w14:paraId="6851D1AB" w14:textId="77777777" w:rsidR="005C4E2B" w:rsidRPr="006529B9" w:rsidRDefault="005C4E2B" w:rsidP="00BB0124">
            <w:pPr>
              <w:widowControl w:val="0"/>
              <w:jc w:val="center"/>
              <w:rPr>
                <w:rFonts w:eastAsia="Calibri" w:cstheme="minorHAnsi"/>
                <w:b/>
              </w:rPr>
            </w:pPr>
          </w:p>
        </w:tc>
      </w:tr>
      <w:tr w:rsidR="005C4E2B" w14:paraId="726BDE94" w14:textId="77777777" w:rsidTr="005C4E2B">
        <w:trPr>
          <w:trHeight w:val="942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72153EB4" w14:textId="77777777" w:rsidR="005C4E2B" w:rsidRPr="00775033" w:rsidRDefault="005C4E2B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1</w:t>
            </w:r>
            <w:r w:rsidRPr="00775033">
              <w:rPr>
                <w:rFonts w:eastAsia="Calibri" w:cstheme="minorHAnsi"/>
                <w:sz w:val="20"/>
                <w:szCs w:val="20"/>
              </w:rPr>
              <w:t>.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</w:tcBorders>
          </w:tcPr>
          <w:p w14:paraId="34136153" w14:textId="77777777" w:rsidR="005C4E2B" w:rsidRPr="00775033" w:rsidRDefault="005C4E2B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775033">
              <w:rPr>
                <w:rFonts w:eastAsia="Calibri" w:cstheme="minorHAnsi"/>
                <w:b/>
                <w:sz w:val="20"/>
                <w:szCs w:val="20"/>
              </w:rPr>
              <w:t>Zadanie 1.</w:t>
            </w:r>
            <w:r w:rsidRPr="00775033">
              <w:rPr>
                <w:rFonts w:eastAsia="Calibri" w:cstheme="minorHAnsi"/>
                <w:sz w:val="20"/>
                <w:szCs w:val="20"/>
              </w:rPr>
              <w:t xml:space="preserve"> Zajęcia społeczno-wychowawcze, w tym podnoszące świadomość w zakresie zdrowego trybu życia i aktywności fizycznej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66897036" w14:textId="77777777" w:rsidR="005C4E2B" w:rsidRPr="00775033" w:rsidRDefault="005C4E2B" w:rsidP="00BB0124">
            <w:pPr>
              <w:widowControl w:val="0"/>
              <w:jc w:val="center"/>
              <w:rPr>
                <w:rFonts w:eastAsia="Calibri" w:cstheme="minorHAnsi"/>
                <w:i/>
                <w:sz w:val="20"/>
                <w:szCs w:val="20"/>
              </w:rPr>
            </w:pPr>
            <w:r>
              <w:rPr>
                <w:rFonts w:eastAsia="Calibri" w:cstheme="minorHAnsi"/>
                <w:i/>
                <w:sz w:val="20"/>
                <w:szCs w:val="20"/>
              </w:rPr>
              <w:t>Zajęcia na basenie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2B743" w14:textId="77777777" w:rsidR="005C4E2B" w:rsidRPr="00775033" w:rsidRDefault="005C4E2B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15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</w:tcBorders>
            <w:vAlign w:val="center"/>
          </w:tcPr>
          <w:p w14:paraId="1A5D518B" w14:textId="77777777" w:rsidR="005C4E2B" w:rsidRPr="00775033" w:rsidRDefault="005C4E2B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090E10EC" w14:textId="77777777" w:rsidR="005C4E2B" w:rsidRPr="00775033" w:rsidRDefault="005C4E2B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15</w:t>
            </w:r>
          </w:p>
        </w:tc>
        <w:tc>
          <w:tcPr>
            <w:tcW w:w="1276" w:type="dxa"/>
            <w:vMerge w:val="restart"/>
            <w:vAlign w:val="center"/>
          </w:tcPr>
          <w:p w14:paraId="7BABF5E3" w14:textId="77777777" w:rsidR="005C4E2B" w:rsidRPr="00775033" w:rsidRDefault="005C4E2B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36</w:t>
            </w:r>
          </w:p>
        </w:tc>
        <w:tc>
          <w:tcPr>
            <w:tcW w:w="1276" w:type="dxa"/>
            <w:vAlign w:val="center"/>
          </w:tcPr>
          <w:p w14:paraId="0F050299" w14:textId="77777777" w:rsidR="005C4E2B" w:rsidRPr="00775033" w:rsidRDefault="005C4E2B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15</w:t>
            </w:r>
          </w:p>
        </w:tc>
        <w:tc>
          <w:tcPr>
            <w:tcW w:w="1559" w:type="dxa"/>
            <w:vMerge w:val="restart"/>
            <w:vAlign w:val="center"/>
          </w:tcPr>
          <w:p w14:paraId="4E41683F" w14:textId="77777777" w:rsidR="005C4E2B" w:rsidRPr="006529B9" w:rsidRDefault="005C4E2B" w:rsidP="00BB0124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36</w:t>
            </w:r>
          </w:p>
        </w:tc>
        <w:tc>
          <w:tcPr>
            <w:tcW w:w="1843" w:type="dxa"/>
            <w:vMerge w:val="restart"/>
            <w:vAlign w:val="center"/>
          </w:tcPr>
          <w:p w14:paraId="3E49095C" w14:textId="77777777" w:rsidR="005C4E2B" w:rsidRPr="002C6F7B" w:rsidRDefault="005C4E2B" w:rsidP="00BB0124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2C6F7B">
              <w:rPr>
                <w:rFonts w:cstheme="minorHAnsi"/>
                <w:lang w:val="en-US"/>
              </w:rPr>
              <w:t>Jolanta Lorenz</w:t>
            </w:r>
          </w:p>
        </w:tc>
        <w:tc>
          <w:tcPr>
            <w:tcW w:w="1843" w:type="dxa"/>
            <w:vMerge w:val="restart"/>
          </w:tcPr>
          <w:sdt>
            <w:sdtPr>
              <w:rPr>
                <w:rFonts w:eastAsia="Calibri" w:cstheme="minorHAnsi"/>
                <w:sz w:val="72"/>
                <w:szCs w:val="72"/>
              </w:rPr>
              <w:id w:val="3540089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AD4B0EC" w14:textId="1AC9D66A" w:rsidR="005C4E2B" w:rsidRDefault="005C4E2B" w:rsidP="005C4E2B">
                <w:pPr>
                  <w:widowControl w:val="0"/>
                  <w:jc w:val="center"/>
                  <w:rPr>
                    <w:rFonts w:eastAsia="Calibri" w:cstheme="minorHAnsi"/>
                    <w:sz w:val="72"/>
                    <w:szCs w:val="72"/>
                  </w:rPr>
                </w:pPr>
                <w:r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sdtContent>
          </w:sdt>
          <w:p w14:paraId="12F8EB69" w14:textId="77777777" w:rsidR="005C4E2B" w:rsidRPr="002C6F7B" w:rsidRDefault="005C4E2B" w:rsidP="00BB0124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</w:tr>
      <w:tr w:rsidR="005C4E2B" w14:paraId="3AB398DD" w14:textId="77777777" w:rsidTr="005C4E2B">
        <w:trPr>
          <w:trHeight w:val="859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2F46BFE3" w14:textId="77777777" w:rsidR="005C4E2B" w:rsidRPr="00775033" w:rsidRDefault="005C4E2B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  <w:tcBorders>
              <w:bottom w:val="single" w:sz="4" w:space="0" w:color="auto"/>
            </w:tcBorders>
          </w:tcPr>
          <w:p w14:paraId="483C4580" w14:textId="77777777" w:rsidR="005C4E2B" w:rsidRPr="00775033" w:rsidRDefault="005C4E2B" w:rsidP="00BB0124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4B4317C4" w14:textId="77777777" w:rsidR="005C4E2B" w:rsidRPr="00775033" w:rsidRDefault="005C4E2B" w:rsidP="00BB0124">
            <w:pPr>
              <w:widowControl w:val="0"/>
              <w:jc w:val="center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F392FE" w14:textId="77777777" w:rsidR="005C4E2B" w:rsidRPr="00775033" w:rsidRDefault="005C4E2B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775033">
              <w:rPr>
                <w:rFonts w:cstheme="minorHAnsi"/>
                <w:sz w:val="20"/>
                <w:szCs w:val="20"/>
                <w:lang w:val="en-US"/>
              </w:rPr>
              <w:t>Klasy</w:t>
            </w:r>
            <w:r>
              <w:rPr>
                <w:rFonts w:cstheme="minorHAnsi"/>
                <w:sz w:val="20"/>
                <w:szCs w:val="20"/>
                <w:lang w:val="en-US"/>
              </w:rPr>
              <w:t>1</w:t>
            </w:r>
            <w:r w:rsidRPr="00775033">
              <w:rPr>
                <w:rFonts w:cstheme="minorHAnsi"/>
                <w:sz w:val="20"/>
                <w:szCs w:val="20"/>
                <w:lang w:val="en-US"/>
              </w:rPr>
              <w:t xml:space="preserve"> – </w:t>
            </w:r>
            <w:r>
              <w:rPr>
                <w:rFonts w:cstheme="minorHAnsi"/>
                <w:sz w:val="20"/>
                <w:szCs w:val="20"/>
                <w:lang w:val="en-US"/>
              </w:rPr>
              <w:t>3</w:t>
            </w:r>
          </w:p>
          <w:p w14:paraId="065AFD7B" w14:textId="77777777" w:rsidR="005C4E2B" w:rsidRPr="00775033" w:rsidRDefault="005C4E2B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775033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153" w:type="dxa"/>
            <w:vMerge/>
            <w:tcBorders>
              <w:bottom w:val="single" w:sz="4" w:space="0" w:color="auto"/>
            </w:tcBorders>
            <w:vAlign w:val="center"/>
          </w:tcPr>
          <w:p w14:paraId="6BBB1E0A" w14:textId="77777777" w:rsidR="005C4E2B" w:rsidRPr="00775033" w:rsidRDefault="005C4E2B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47C54FB" w14:textId="77777777" w:rsidR="005C4E2B" w:rsidRPr="00775033" w:rsidRDefault="005C4E2B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775033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>
              <w:rPr>
                <w:rFonts w:cstheme="minorHAnsi"/>
                <w:sz w:val="20"/>
                <w:szCs w:val="20"/>
                <w:lang w:val="en-US"/>
              </w:rPr>
              <w:t xml:space="preserve"> 1</w:t>
            </w:r>
            <w:r w:rsidRPr="00775033">
              <w:rPr>
                <w:rFonts w:cstheme="minorHAnsi"/>
                <w:sz w:val="20"/>
                <w:szCs w:val="20"/>
                <w:lang w:val="en-US"/>
              </w:rPr>
              <w:t xml:space="preserve"> – </w:t>
            </w:r>
            <w:r>
              <w:rPr>
                <w:rFonts w:cstheme="minorHAnsi"/>
                <w:sz w:val="20"/>
                <w:szCs w:val="20"/>
                <w:lang w:val="en-US"/>
              </w:rPr>
              <w:t>3</w:t>
            </w:r>
          </w:p>
          <w:p w14:paraId="30D4D1AA" w14:textId="77777777" w:rsidR="005C4E2B" w:rsidRPr="00775033" w:rsidRDefault="005C4E2B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775033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276" w:type="dxa"/>
            <w:vMerge/>
            <w:vAlign w:val="center"/>
          </w:tcPr>
          <w:p w14:paraId="6F7C2E3D" w14:textId="77777777" w:rsidR="005C4E2B" w:rsidRPr="00775033" w:rsidRDefault="005C4E2B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0A06BEF1" w14:textId="77777777" w:rsidR="005C4E2B" w:rsidRPr="00775033" w:rsidRDefault="005C4E2B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775033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>
              <w:rPr>
                <w:rFonts w:cstheme="minorHAnsi"/>
                <w:sz w:val="20"/>
                <w:szCs w:val="20"/>
                <w:lang w:val="en-US"/>
              </w:rPr>
              <w:t xml:space="preserve"> 1</w:t>
            </w:r>
            <w:r w:rsidRPr="00775033">
              <w:rPr>
                <w:rFonts w:cstheme="minorHAnsi"/>
                <w:sz w:val="20"/>
                <w:szCs w:val="20"/>
                <w:lang w:val="en-US"/>
              </w:rPr>
              <w:t xml:space="preserve"> – </w:t>
            </w:r>
            <w:r>
              <w:rPr>
                <w:rFonts w:cstheme="minorHAnsi"/>
                <w:sz w:val="20"/>
                <w:szCs w:val="20"/>
                <w:lang w:val="en-US"/>
              </w:rPr>
              <w:t>3</w:t>
            </w:r>
          </w:p>
          <w:p w14:paraId="3FD7E2DE" w14:textId="77777777" w:rsidR="005C4E2B" w:rsidRPr="00775033" w:rsidRDefault="005C4E2B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775033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559" w:type="dxa"/>
            <w:vMerge/>
            <w:vAlign w:val="center"/>
          </w:tcPr>
          <w:p w14:paraId="582724C8" w14:textId="77777777" w:rsidR="005C4E2B" w:rsidRPr="006529B9" w:rsidRDefault="005C4E2B" w:rsidP="00BB0124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14:paraId="70BAE718" w14:textId="77777777" w:rsidR="005C4E2B" w:rsidRPr="002C6F7B" w:rsidRDefault="005C4E2B" w:rsidP="00BB0124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43" w:type="dxa"/>
            <w:vMerge/>
          </w:tcPr>
          <w:p w14:paraId="4D4066C6" w14:textId="77777777" w:rsidR="005C4E2B" w:rsidRPr="002C6F7B" w:rsidRDefault="005C4E2B" w:rsidP="00BB0124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</w:tr>
      <w:tr w:rsidR="005C4E2B" w14:paraId="417DC5B4" w14:textId="77777777" w:rsidTr="005C4E2B">
        <w:trPr>
          <w:trHeight w:val="942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16FC3572" w14:textId="77777777" w:rsidR="005C4E2B" w:rsidRPr="00775033" w:rsidRDefault="005C4E2B" w:rsidP="005C4E2B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2</w:t>
            </w:r>
            <w:r w:rsidRPr="00775033">
              <w:rPr>
                <w:rFonts w:eastAsia="Calibri" w:cstheme="minorHAnsi"/>
                <w:sz w:val="20"/>
                <w:szCs w:val="20"/>
              </w:rPr>
              <w:t>.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</w:tcBorders>
          </w:tcPr>
          <w:p w14:paraId="649B241D" w14:textId="77777777" w:rsidR="005C4E2B" w:rsidRPr="00775033" w:rsidRDefault="005C4E2B" w:rsidP="005C4E2B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775033">
              <w:rPr>
                <w:rFonts w:eastAsia="Calibri" w:cstheme="minorHAnsi"/>
                <w:b/>
                <w:sz w:val="20"/>
                <w:szCs w:val="20"/>
              </w:rPr>
              <w:t>Zadanie 1.</w:t>
            </w:r>
            <w:r w:rsidRPr="00775033">
              <w:rPr>
                <w:rFonts w:eastAsia="Calibri" w:cstheme="minorHAnsi"/>
                <w:sz w:val="20"/>
                <w:szCs w:val="20"/>
              </w:rPr>
              <w:t xml:space="preserve"> Zajęcia społeczno-wychowawcze, w tym podnoszące świadomość w zakresie zdrowego trybu życia i aktywności fizycznej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2EC5543D" w14:textId="77777777" w:rsidR="005C4E2B" w:rsidRPr="00775033" w:rsidRDefault="005C4E2B" w:rsidP="005C4E2B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i/>
                <w:sz w:val="20"/>
                <w:szCs w:val="20"/>
              </w:rPr>
              <w:t>Zajęcia na basenie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</w:tcBorders>
            <w:vAlign w:val="center"/>
          </w:tcPr>
          <w:p w14:paraId="633D6A9F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-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</w:tcBorders>
            <w:vAlign w:val="center"/>
          </w:tcPr>
          <w:p w14:paraId="46303405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424890FD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15</w:t>
            </w:r>
          </w:p>
        </w:tc>
        <w:tc>
          <w:tcPr>
            <w:tcW w:w="1276" w:type="dxa"/>
            <w:vMerge w:val="restart"/>
            <w:vAlign w:val="center"/>
          </w:tcPr>
          <w:p w14:paraId="74EF0656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775033">
              <w:rPr>
                <w:rFonts w:cstheme="minorHAnsi"/>
                <w:sz w:val="20"/>
                <w:szCs w:val="20"/>
                <w:lang w:val="en-US"/>
              </w:rPr>
              <w:t>3</w:t>
            </w:r>
            <w:r>
              <w:rPr>
                <w:rFonts w:cstheme="minorHAnsi"/>
                <w:sz w:val="20"/>
                <w:szCs w:val="20"/>
                <w:lang w:val="en-US"/>
              </w:rPr>
              <w:t>6</w:t>
            </w:r>
          </w:p>
        </w:tc>
        <w:tc>
          <w:tcPr>
            <w:tcW w:w="1276" w:type="dxa"/>
            <w:vAlign w:val="center"/>
          </w:tcPr>
          <w:p w14:paraId="10D2F593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15</w:t>
            </w:r>
          </w:p>
        </w:tc>
        <w:tc>
          <w:tcPr>
            <w:tcW w:w="1559" w:type="dxa"/>
            <w:vMerge w:val="restart"/>
            <w:vAlign w:val="center"/>
          </w:tcPr>
          <w:p w14:paraId="0823C446" w14:textId="77777777" w:rsidR="005C4E2B" w:rsidRPr="006529B9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36</w:t>
            </w:r>
          </w:p>
        </w:tc>
        <w:tc>
          <w:tcPr>
            <w:tcW w:w="1843" w:type="dxa"/>
            <w:vMerge w:val="restart"/>
            <w:vAlign w:val="center"/>
          </w:tcPr>
          <w:p w14:paraId="5F2D69ED" w14:textId="77777777" w:rsidR="005C4E2B" w:rsidRPr="002C6F7B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2C6F7B">
              <w:rPr>
                <w:rFonts w:cstheme="minorHAnsi"/>
                <w:lang w:val="en-US"/>
              </w:rPr>
              <w:t>Jolanta Lorenz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16404110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43" w:type="dxa"/>
                <w:vMerge w:val="restart"/>
              </w:tcPr>
              <w:p w14:paraId="6C458149" w14:textId="3763E356" w:rsidR="005C4E2B" w:rsidRPr="002C6F7B" w:rsidRDefault="005C4E2B" w:rsidP="005C4E2B">
                <w:pPr>
                  <w:widowControl w:val="0"/>
                  <w:jc w:val="center"/>
                  <w:rPr>
                    <w:rFonts w:cstheme="minorHAnsi"/>
                    <w:lang w:val="en-US"/>
                  </w:rPr>
                </w:pPr>
                <w:r>
                  <w:rPr>
                    <w:rFonts w:ascii="MS Gothic" w:eastAsia="MS Gothic" w:hAnsi="MS Gothic" w:cstheme="minorHAnsi" w:hint="eastAsia"/>
                    <w:sz w:val="72"/>
                    <w:szCs w:val="72"/>
                    <w:lang w:val="en-US"/>
                  </w:rPr>
                  <w:t>☐</w:t>
                </w:r>
              </w:p>
            </w:tc>
          </w:sdtContent>
        </w:sdt>
      </w:tr>
      <w:tr w:rsidR="005C4E2B" w14:paraId="39BFC570" w14:textId="77777777" w:rsidTr="005C4E2B">
        <w:trPr>
          <w:trHeight w:val="872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111671B8" w14:textId="77777777" w:rsidR="005C4E2B" w:rsidRPr="00775033" w:rsidRDefault="005C4E2B" w:rsidP="005C4E2B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  <w:tcBorders>
              <w:bottom w:val="single" w:sz="4" w:space="0" w:color="auto"/>
            </w:tcBorders>
          </w:tcPr>
          <w:p w14:paraId="251565D4" w14:textId="77777777" w:rsidR="005C4E2B" w:rsidRPr="00775033" w:rsidRDefault="005C4E2B" w:rsidP="005C4E2B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40F04285" w14:textId="77777777" w:rsidR="005C4E2B" w:rsidRPr="00775033" w:rsidRDefault="005C4E2B" w:rsidP="005C4E2B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56" w:type="dxa"/>
            <w:vMerge/>
            <w:tcBorders>
              <w:bottom w:val="single" w:sz="4" w:space="0" w:color="auto"/>
            </w:tcBorders>
            <w:vAlign w:val="center"/>
          </w:tcPr>
          <w:p w14:paraId="5C34AD40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153" w:type="dxa"/>
            <w:vMerge/>
            <w:tcBorders>
              <w:bottom w:val="single" w:sz="4" w:space="0" w:color="auto"/>
            </w:tcBorders>
            <w:vAlign w:val="center"/>
          </w:tcPr>
          <w:p w14:paraId="6BE74E48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3B31ECA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775033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>
              <w:rPr>
                <w:rFonts w:cstheme="minorHAnsi"/>
                <w:sz w:val="20"/>
                <w:szCs w:val="20"/>
                <w:lang w:val="en-US"/>
              </w:rPr>
              <w:t xml:space="preserve"> 1</w:t>
            </w:r>
            <w:r w:rsidRPr="00775033">
              <w:rPr>
                <w:rFonts w:cstheme="minorHAnsi"/>
                <w:sz w:val="20"/>
                <w:szCs w:val="20"/>
                <w:lang w:val="en-US"/>
              </w:rPr>
              <w:t xml:space="preserve"> – </w:t>
            </w:r>
            <w:r>
              <w:rPr>
                <w:rFonts w:cstheme="minorHAnsi"/>
                <w:sz w:val="20"/>
                <w:szCs w:val="20"/>
                <w:lang w:val="en-US"/>
              </w:rPr>
              <w:t>3</w:t>
            </w:r>
          </w:p>
          <w:p w14:paraId="29B0DDF6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775033">
              <w:rPr>
                <w:rFonts w:cstheme="minorHAnsi"/>
                <w:sz w:val="20"/>
                <w:szCs w:val="20"/>
                <w:lang w:val="en-US"/>
              </w:rPr>
              <w:t xml:space="preserve">Grupa </w:t>
            </w:r>
            <w:r>
              <w:rPr>
                <w:rFonts w:cstheme="min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14:paraId="013FF126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0D12FCEC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775033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>
              <w:rPr>
                <w:rFonts w:cstheme="minorHAnsi"/>
                <w:sz w:val="20"/>
                <w:szCs w:val="20"/>
                <w:lang w:val="en-US"/>
              </w:rPr>
              <w:t xml:space="preserve"> 1</w:t>
            </w:r>
            <w:r w:rsidRPr="00775033">
              <w:rPr>
                <w:rFonts w:cstheme="minorHAnsi"/>
                <w:sz w:val="20"/>
                <w:szCs w:val="20"/>
                <w:lang w:val="en-US"/>
              </w:rPr>
              <w:t xml:space="preserve"> – </w:t>
            </w:r>
            <w:r>
              <w:rPr>
                <w:rFonts w:cstheme="minorHAnsi"/>
                <w:sz w:val="20"/>
                <w:szCs w:val="20"/>
                <w:lang w:val="en-US"/>
              </w:rPr>
              <w:t>3</w:t>
            </w:r>
          </w:p>
          <w:p w14:paraId="2C7DB377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775033">
              <w:rPr>
                <w:rFonts w:cstheme="minorHAnsi"/>
                <w:sz w:val="20"/>
                <w:szCs w:val="20"/>
                <w:lang w:val="en-US"/>
              </w:rPr>
              <w:t xml:space="preserve">Grupa </w:t>
            </w:r>
            <w:r>
              <w:rPr>
                <w:rFonts w:cstheme="min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1559" w:type="dxa"/>
            <w:vMerge/>
            <w:vAlign w:val="center"/>
          </w:tcPr>
          <w:p w14:paraId="6D5AB761" w14:textId="77777777" w:rsidR="005C4E2B" w:rsidRPr="006529B9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14:paraId="4C39EFF3" w14:textId="77777777" w:rsidR="005C4E2B" w:rsidRPr="002C6F7B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43" w:type="dxa"/>
            <w:vMerge/>
          </w:tcPr>
          <w:p w14:paraId="65B70821" w14:textId="77777777" w:rsidR="005C4E2B" w:rsidRPr="002C6F7B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</w:tr>
      <w:tr w:rsidR="005C4E2B" w14:paraId="26312810" w14:textId="77777777" w:rsidTr="005C4E2B">
        <w:trPr>
          <w:trHeight w:val="408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0D061F4D" w14:textId="77777777" w:rsidR="005C4E2B" w:rsidRPr="00775033" w:rsidRDefault="005C4E2B" w:rsidP="005C4E2B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3</w:t>
            </w:r>
            <w:r w:rsidRPr="00775033">
              <w:rPr>
                <w:rFonts w:eastAsia="Calibri" w:cstheme="minorHAnsi"/>
                <w:sz w:val="20"/>
                <w:szCs w:val="20"/>
              </w:rPr>
              <w:t>.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</w:tcBorders>
          </w:tcPr>
          <w:p w14:paraId="3EEB76A2" w14:textId="77777777" w:rsidR="005C4E2B" w:rsidRDefault="005C4E2B" w:rsidP="005C4E2B">
            <w:pPr>
              <w:widowControl w:val="0"/>
              <w:rPr>
                <w:rFonts w:eastAsia="Calibri" w:cstheme="minorHAnsi"/>
                <w:bCs/>
                <w:sz w:val="20"/>
                <w:szCs w:val="20"/>
              </w:rPr>
            </w:pPr>
            <w:r w:rsidRPr="00E270FA">
              <w:rPr>
                <w:rFonts w:eastAsia="Calibri" w:cstheme="minorHAnsi"/>
                <w:b/>
                <w:sz w:val="20"/>
                <w:szCs w:val="20"/>
              </w:rPr>
              <w:t xml:space="preserve">Zadanie 2. </w:t>
            </w:r>
            <w:r w:rsidRPr="00E270FA">
              <w:rPr>
                <w:rFonts w:eastAsia="Calibri" w:cstheme="minorHAnsi"/>
                <w:bCs/>
                <w:sz w:val="20"/>
                <w:szCs w:val="20"/>
              </w:rPr>
              <w:t xml:space="preserve">Zajęcia rozwijające kompetencje kluczowe </w:t>
            </w:r>
            <w:r w:rsidRPr="00E270FA">
              <w:rPr>
                <w:rFonts w:eastAsia="Calibri" w:cstheme="minorHAnsi"/>
                <w:bCs/>
                <w:sz w:val="20"/>
                <w:szCs w:val="20"/>
              </w:rPr>
              <w:lastRenderedPageBreak/>
              <w:t>i kompetencji przyszłości</w:t>
            </w:r>
          </w:p>
          <w:p w14:paraId="6A32FE63" w14:textId="77777777" w:rsidR="005C4E2B" w:rsidRDefault="005C4E2B" w:rsidP="005C4E2B">
            <w:pPr>
              <w:widowControl w:val="0"/>
              <w:rPr>
                <w:rFonts w:eastAsia="Calibri" w:cstheme="minorHAnsi"/>
                <w:bCs/>
                <w:sz w:val="20"/>
                <w:szCs w:val="20"/>
              </w:rPr>
            </w:pPr>
          </w:p>
          <w:p w14:paraId="41561E7D" w14:textId="77777777" w:rsidR="005C4E2B" w:rsidRDefault="005C4E2B" w:rsidP="005C4E2B">
            <w:pPr>
              <w:widowControl w:val="0"/>
              <w:rPr>
                <w:rFonts w:eastAsia="Calibri" w:cstheme="minorHAnsi"/>
                <w:bCs/>
                <w:sz w:val="20"/>
                <w:szCs w:val="20"/>
              </w:rPr>
            </w:pPr>
          </w:p>
          <w:p w14:paraId="1FDC8B49" w14:textId="77777777" w:rsidR="005C4E2B" w:rsidRDefault="005C4E2B" w:rsidP="005C4E2B">
            <w:pPr>
              <w:widowControl w:val="0"/>
              <w:rPr>
                <w:rFonts w:eastAsia="Calibri" w:cstheme="minorHAnsi"/>
                <w:bCs/>
                <w:sz w:val="20"/>
                <w:szCs w:val="20"/>
              </w:rPr>
            </w:pPr>
          </w:p>
          <w:p w14:paraId="6AD83C3E" w14:textId="77777777" w:rsidR="005C4E2B" w:rsidRPr="00775033" w:rsidRDefault="005C4E2B" w:rsidP="005C4E2B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048C16BB" w14:textId="77777777" w:rsidR="005C4E2B" w:rsidRDefault="005C4E2B" w:rsidP="005C4E2B">
            <w:pPr>
              <w:widowControl w:val="0"/>
              <w:jc w:val="center"/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98579D">
              <w:rPr>
                <w:rFonts w:eastAsia="Calibri" w:cstheme="minorHAnsi"/>
                <w:i/>
                <w:iCs/>
                <w:sz w:val="20"/>
                <w:szCs w:val="20"/>
              </w:rPr>
              <w:lastRenderedPageBreak/>
              <w:t>Zajęcia fizyczno-</w:t>
            </w:r>
            <w:proofErr w:type="gramStart"/>
            <w:r w:rsidRPr="0098579D">
              <w:rPr>
                <w:rFonts w:eastAsia="Calibri" w:cstheme="minorHAnsi"/>
                <w:i/>
                <w:iCs/>
                <w:sz w:val="20"/>
                <w:szCs w:val="20"/>
              </w:rPr>
              <w:t>chemiczne  opartej</w:t>
            </w:r>
            <w:proofErr w:type="gramEnd"/>
            <w:r w:rsidRPr="0098579D">
              <w:rPr>
                <w:rFonts w:eastAsia="Calibri" w:cstheme="minorHAnsi"/>
                <w:i/>
                <w:iCs/>
                <w:sz w:val="20"/>
                <w:szCs w:val="20"/>
              </w:rPr>
              <w:t xml:space="preserve"> na </w:t>
            </w:r>
            <w:r w:rsidRPr="0098579D">
              <w:rPr>
                <w:rFonts w:eastAsia="Calibri" w:cstheme="minorHAnsi"/>
                <w:i/>
                <w:iCs/>
                <w:sz w:val="20"/>
                <w:szCs w:val="20"/>
              </w:rPr>
              <w:lastRenderedPageBreak/>
              <w:t>metodzie eksperymentu</w:t>
            </w:r>
          </w:p>
          <w:p w14:paraId="0D50AF52" w14:textId="77777777" w:rsidR="005C4E2B" w:rsidRDefault="005C4E2B" w:rsidP="005C4E2B">
            <w:pPr>
              <w:widowControl w:val="0"/>
              <w:jc w:val="center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  <w:p w14:paraId="6B6296C8" w14:textId="77777777" w:rsidR="005C4E2B" w:rsidRDefault="005C4E2B" w:rsidP="005C4E2B">
            <w:pPr>
              <w:widowControl w:val="0"/>
              <w:jc w:val="center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  <w:p w14:paraId="403F6720" w14:textId="77777777" w:rsidR="005C4E2B" w:rsidRPr="007B4803" w:rsidRDefault="005C4E2B" w:rsidP="005C4E2B">
            <w:pPr>
              <w:widowControl w:val="0"/>
              <w:jc w:val="center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</w:tcBorders>
            <w:vAlign w:val="center"/>
          </w:tcPr>
          <w:p w14:paraId="5B6402D3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lastRenderedPageBreak/>
              <w:t>10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</w:tcBorders>
            <w:vAlign w:val="center"/>
          </w:tcPr>
          <w:p w14:paraId="26CD4E71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2D470D35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1276" w:type="dxa"/>
            <w:vMerge w:val="restart"/>
            <w:vAlign w:val="center"/>
          </w:tcPr>
          <w:p w14:paraId="19D28106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30</w:t>
            </w:r>
          </w:p>
        </w:tc>
        <w:tc>
          <w:tcPr>
            <w:tcW w:w="1276" w:type="dxa"/>
            <w:vAlign w:val="center"/>
          </w:tcPr>
          <w:p w14:paraId="3BAC83B2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vMerge w:val="restart"/>
            <w:vAlign w:val="center"/>
          </w:tcPr>
          <w:p w14:paraId="64450633" w14:textId="77777777" w:rsidR="005C4E2B" w:rsidRPr="006529B9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30</w:t>
            </w:r>
          </w:p>
        </w:tc>
        <w:tc>
          <w:tcPr>
            <w:tcW w:w="1843" w:type="dxa"/>
            <w:vMerge w:val="restart"/>
            <w:vAlign w:val="center"/>
          </w:tcPr>
          <w:p w14:paraId="470BB7C1" w14:textId="77777777" w:rsidR="005C4E2B" w:rsidRPr="002C6F7B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2C6F7B">
              <w:rPr>
                <w:rFonts w:cstheme="minorHAnsi"/>
                <w:lang w:val="en-US"/>
              </w:rPr>
              <w:t>Joanna Nowak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1852139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43" w:type="dxa"/>
                <w:vMerge w:val="restart"/>
              </w:tcPr>
              <w:p w14:paraId="2795502A" w14:textId="52495A0C" w:rsidR="005C4E2B" w:rsidRPr="002C6F7B" w:rsidRDefault="005C4E2B" w:rsidP="005C4E2B">
                <w:pPr>
                  <w:widowControl w:val="0"/>
                  <w:jc w:val="center"/>
                  <w:rPr>
                    <w:rFonts w:cstheme="minorHAnsi"/>
                    <w:lang w:val="en-US"/>
                  </w:rPr>
                </w:pPr>
                <w:r>
                  <w:rPr>
                    <w:rFonts w:ascii="MS Gothic" w:eastAsia="MS Gothic" w:hAnsi="MS Gothic" w:cstheme="minorHAnsi" w:hint="eastAsia"/>
                    <w:sz w:val="72"/>
                    <w:szCs w:val="72"/>
                    <w:lang w:val="en-US"/>
                  </w:rPr>
                  <w:t>☐</w:t>
                </w:r>
              </w:p>
            </w:tc>
          </w:sdtContent>
        </w:sdt>
      </w:tr>
      <w:tr w:rsidR="005C4E2B" w14:paraId="215D697B" w14:textId="77777777" w:rsidTr="005C4E2B">
        <w:trPr>
          <w:trHeight w:val="408"/>
        </w:trPr>
        <w:tc>
          <w:tcPr>
            <w:tcW w:w="562" w:type="dxa"/>
            <w:vMerge/>
          </w:tcPr>
          <w:p w14:paraId="46DAA842" w14:textId="77777777" w:rsidR="005C4E2B" w:rsidRDefault="005C4E2B" w:rsidP="005C4E2B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4D75B987" w14:textId="77777777" w:rsidR="005C4E2B" w:rsidRPr="00E270FA" w:rsidRDefault="005C4E2B" w:rsidP="005C4E2B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385B49CF" w14:textId="77777777" w:rsidR="005C4E2B" w:rsidRPr="0098579D" w:rsidRDefault="005C4E2B" w:rsidP="005C4E2B">
            <w:pPr>
              <w:widowControl w:val="0"/>
              <w:jc w:val="center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256" w:type="dxa"/>
            <w:vMerge/>
            <w:tcBorders>
              <w:bottom w:val="single" w:sz="4" w:space="0" w:color="auto"/>
            </w:tcBorders>
            <w:vAlign w:val="center"/>
          </w:tcPr>
          <w:p w14:paraId="212B54E8" w14:textId="77777777" w:rsidR="005C4E2B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153" w:type="dxa"/>
            <w:vMerge/>
            <w:vAlign w:val="center"/>
          </w:tcPr>
          <w:p w14:paraId="1664FF6E" w14:textId="77777777" w:rsidR="005C4E2B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3BA7ECD0" w14:textId="77777777" w:rsidR="005C4E2B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>
              <w:rPr>
                <w:rFonts w:cstheme="minorHAnsi"/>
                <w:sz w:val="20"/>
                <w:szCs w:val="20"/>
                <w:lang w:val="en-US"/>
              </w:rPr>
              <w:t>Klasa</w:t>
            </w:r>
            <w:proofErr w:type="spellEnd"/>
            <w:r>
              <w:rPr>
                <w:rFonts w:cstheme="minorHAnsi"/>
                <w:sz w:val="20"/>
                <w:szCs w:val="20"/>
                <w:lang w:val="en-US"/>
              </w:rPr>
              <w:t xml:space="preserve"> 7</w:t>
            </w:r>
          </w:p>
          <w:p w14:paraId="3434B6D6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276" w:type="dxa"/>
            <w:vMerge/>
            <w:vAlign w:val="center"/>
          </w:tcPr>
          <w:p w14:paraId="65571053" w14:textId="77777777" w:rsidR="005C4E2B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581A1F29" w14:textId="77777777" w:rsidR="005C4E2B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>
              <w:rPr>
                <w:rFonts w:cstheme="minorHAnsi"/>
                <w:sz w:val="20"/>
                <w:szCs w:val="20"/>
                <w:lang w:val="en-US"/>
              </w:rPr>
              <w:t>Klasa</w:t>
            </w:r>
            <w:proofErr w:type="spellEnd"/>
            <w:r>
              <w:rPr>
                <w:rFonts w:cstheme="minorHAnsi"/>
                <w:sz w:val="20"/>
                <w:szCs w:val="20"/>
                <w:lang w:val="en-US"/>
              </w:rPr>
              <w:t xml:space="preserve"> 7</w:t>
            </w:r>
          </w:p>
          <w:p w14:paraId="7D2A4E05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559" w:type="dxa"/>
            <w:vMerge/>
            <w:vAlign w:val="center"/>
          </w:tcPr>
          <w:p w14:paraId="5B0005C2" w14:textId="77777777" w:rsidR="005C4E2B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14:paraId="2AE9CBB4" w14:textId="77777777" w:rsidR="005C4E2B" w:rsidRPr="00DD678F" w:rsidRDefault="005C4E2B" w:rsidP="005C4E2B">
            <w:pPr>
              <w:widowControl w:val="0"/>
              <w:jc w:val="center"/>
              <w:rPr>
                <w:rFonts w:cstheme="minorHAnsi"/>
                <w:color w:val="00B050"/>
                <w:lang w:val="en-US"/>
              </w:rPr>
            </w:pPr>
          </w:p>
        </w:tc>
        <w:tc>
          <w:tcPr>
            <w:tcW w:w="1843" w:type="dxa"/>
            <w:vMerge/>
          </w:tcPr>
          <w:p w14:paraId="66388544" w14:textId="77777777" w:rsidR="005C4E2B" w:rsidRPr="00DD678F" w:rsidRDefault="005C4E2B" w:rsidP="005C4E2B">
            <w:pPr>
              <w:widowControl w:val="0"/>
              <w:jc w:val="center"/>
              <w:rPr>
                <w:rFonts w:cstheme="minorHAnsi"/>
                <w:color w:val="00B050"/>
                <w:lang w:val="en-US"/>
              </w:rPr>
            </w:pPr>
          </w:p>
        </w:tc>
      </w:tr>
      <w:tr w:rsidR="005C4E2B" w14:paraId="080ED02C" w14:textId="77777777" w:rsidTr="005C4E2B">
        <w:trPr>
          <w:trHeight w:val="408"/>
        </w:trPr>
        <w:tc>
          <w:tcPr>
            <w:tcW w:w="562" w:type="dxa"/>
            <w:vMerge/>
          </w:tcPr>
          <w:p w14:paraId="17A45D1E" w14:textId="77777777" w:rsidR="005C4E2B" w:rsidRPr="00775033" w:rsidRDefault="005C4E2B" w:rsidP="005C4E2B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1794FBAD" w14:textId="77777777" w:rsidR="005C4E2B" w:rsidRPr="00775033" w:rsidRDefault="005C4E2B" w:rsidP="005C4E2B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4987E307" w14:textId="77777777" w:rsidR="005C4E2B" w:rsidRPr="00775033" w:rsidRDefault="005C4E2B" w:rsidP="005C4E2B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</w:tcBorders>
            <w:vAlign w:val="center"/>
          </w:tcPr>
          <w:p w14:paraId="7D1D72CF" w14:textId="77777777" w:rsidR="005C4E2B" w:rsidRPr="00DD678F" w:rsidRDefault="005C4E2B" w:rsidP="005C4E2B">
            <w:pPr>
              <w:widowControl w:val="0"/>
              <w:jc w:val="center"/>
              <w:rPr>
                <w:rFonts w:cstheme="minorHAnsi"/>
                <w:color w:val="00B050"/>
                <w:sz w:val="20"/>
                <w:szCs w:val="20"/>
                <w:lang w:val="en-US"/>
              </w:rPr>
            </w:pPr>
            <w:proofErr w:type="spellStart"/>
            <w:r w:rsidRPr="00775033">
              <w:rPr>
                <w:rFonts w:cstheme="minorHAnsi"/>
                <w:sz w:val="20"/>
                <w:szCs w:val="20"/>
                <w:lang w:val="en-US"/>
              </w:rPr>
              <w:t>Klas</w:t>
            </w:r>
            <w:r>
              <w:rPr>
                <w:rFonts w:cstheme="minorHAnsi"/>
                <w:sz w:val="20"/>
                <w:szCs w:val="20"/>
                <w:lang w:val="en-US"/>
              </w:rPr>
              <w:t>y</w:t>
            </w:r>
            <w:proofErr w:type="spellEnd"/>
            <w:r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2C6F7B">
              <w:rPr>
                <w:rFonts w:cstheme="minorHAnsi"/>
                <w:bCs/>
                <w:sz w:val="20"/>
                <w:szCs w:val="20"/>
                <w:lang w:val="en-US"/>
              </w:rPr>
              <w:t>7</w:t>
            </w:r>
          </w:p>
          <w:p w14:paraId="6DCA6549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775033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153" w:type="dxa"/>
            <w:vMerge/>
            <w:vAlign w:val="center"/>
          </w:tcPr>
          <w:p w14:paraId="089C858D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7BC3894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1276" w:type="dxa"/>
            <w:vMerge w:val="restart"/>
            <w:vAlign w:val="center"/>
          </w:tcPr>
          <w:p w14:paraId="0AD3751D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30</w:t>
            </w:r>
          </w:p>
        </w:tc>
        <w:tc>
          <w:tcPr>
            <w:tcW w:w="1276" w:type="dxa"/>
            <w:vAlign w:val="center"/>
          </w:tcPr>
          <w:p w14:paraId="6D408A03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vMerge w:val="restart"/>
            <w:vAlign w:val="center"/>
          </w:tcPr>
          <w:p w14:paraId="5FFB82EF" w14:textId="77777777" w:rsidR="005C4E2B" w:rsidRPr="006529B9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30</w:t>
            </w:r>
          </w:p>
        </w:tc>
        <w:tc>
          <w:tcPr>
            <w:tcW w:w="1843" w:type="dxa"/>
            <w:vMerge/>
            <w:vAlign w:val="center"/>
          </w:tcPr>
          <w:p w14:paraId="4EDAEFC1" w14:textId="77777777" w:rsidR="005C4E2B" w:rsidRPr="00DD678F" w:rsidRDefault="005C4E2B" w:rsidP="005C4E2B">
            <w:pPr>
              <w:widowControl w:val="0"/>
              <w:jc w:val="center"/>
              <w:rPr>
                <w:rFonts w:cstheme="minorHAnsi"/>
                <w:color w:val="00B050"/>
                <w:lang w:val="en-US"/>
              </w:rPr>
            </w:pPr>
          </w:p>
        </w:tc>
        <w:sdt>
          <w:sdtPr>
            <w:rPr>
              <w:rFonts w:eastAsia="Calibri" w:cstheme="minorHAnsi"/>
              <w:sz w:val="72"/>
              <w:szCs w:val="72"/>
            </w:rPr>
            <w:id w:val="-9710437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43" w:type="dxa"/>
                <w:vMerge w:val="restart"/>
              </w:tcPr>
              <w:p w14:paraId="402C8C4A" w14:textId="1D2281DC" w:rsidR="005C4E2B" w:rsidRPr="00DD678F" w:rsidRDefault="005C4E2B" w:rsidP="005C4E2B">
                <w:pPr>
                  <w:widowControl w:val="0"/>
                  <w:jc w:val="center"/>
                  <w:rPr>
                    <w:rFonts w:cstheme="minorHAnsi"/>
                    <w:color w:val="00B050"/>
                    <w:lang w:val="en-US"/>
                  </w:rPr>
                </w:pPr>
                <w:r>
                  <w:rPr>
                    <w:rFonts w:ascii="MS Gothic" w:eastAsia="MS Gothic" w:hAnsi="MS Gothic" w:cstheme="minorHAnsi" w:hint="eastAsia"/>
                    <w:sz w:val="72"/>
                    <w:szCs w:val="72"/>
                    <w:lang w:val="en-US"/>
                  </w:rPr>
                  <w:t>☐</w:t>
                </w:r>
              </w:p>
            </w:tc>
          </w:sdtContent>
        </w:sdt>
      </w:tr>
      <w:tr w:rsidR="005C4E2B" w14:paraId="0448B338" w14:textId="77777777" w:rsidTr="005C4E2B">
        <w:trPr>
          <w:trHeight w:val="408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3B54E0EE" w14:textId="77777777" w:rsidR="005C4E2B" w:rsidRPr="00775033" w:rsidRDefault="005C4E2B" w:rsidP="005C4E2B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  <w:tcBorders>
              <w:bottom w:val="single" w:sz="4" w:space="0" w:color="auto"/>
            </w:tcBorders>
          </w:tcPr>
          <w:p w14:paraId="4245E619" w14:textId="77777777" w:rsidR="005C4E2B" w:rsidRPr="00775033" w:rsidRDefault="005C4E2B" w:rsidP="005C4E2B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0E992C8B" w14:textId="77777777" w:rsidR="005C4E2B" w:rsidRPr="00775033" w:rsidRDefault="005C4E2B" w:rsidP="005C4E2B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56" w:type="dxa"/>
            <w:vMerge/>
            <w:tcBorders>
              <w:bottom w:val="single" w:sz="4" w:space="0" w:color="auto"/>
            </w:tcBorders>
            <w:vAlign w:val="center"/>
          </w:tcPr>
          <w:p w14:paraId="254E93B5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153" w:type="dxa"/>
            <w:vMerge/>
            <w:tcBorders>
              <w:bottom w:val="single" w:sz="4" w:space="0" w:color="auto"/>
            </w:tcBorders>
            <w:vAlign w:val="center"/>
          </w:tcPr>
          <w:p w14:paraId="52855DF8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172DD6A" w14:textId="77777777" w:rsidR="005C4E2B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>
              <w:rPr>
                <w:rFonts w:cstheme="minorHAnsi"/>
                <w:sz w:val="20"/>
                <w:szCs w:val="20"/>
                <w:lang w:val="en-US"/>
              </w:rPr>
              <w:t>Klasa</w:t>
            </w:r>
            <w:proofErr w:type="spellEnd"/>
            <w:r>
              <w:rPr>
                <w:rFonts w:cstheme="minorHAnsi"/>
                <w:sz w:val="20"/>
                <w:szCs w:val="20"/>
                <w:lang w:val="en-US"/>
              </w:rPr>
              <w:t xml:space="preserve"> 8</w:t>
            </w:r>
          </w:p>
          <w:p w14:paraId="0EA5220C" w14:textId="77777777" w:rsidR="005C4E2B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Grupa 2</w:t>
            </w:r>
          </w:p>
          <w:p w14:paraId="7017E778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14:paraId="6017E0E0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0F1ADC00" w14:textId="77777777" w:rsidR="005C4E2B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>
              <w:rPr>
                <w:rFonts w:cstheme="minorHAnsi"/>
                <w:sz w:val="20"/>
                <w:szCs w:val="20"/>
                <w:lang w:val="en-US"/>
              </w:rPr>
              <w:t>Klasa</w:t>
            </w:r>
            <w:proofErr w:type="spellEnd"/>
            <w:r>
              <w:rPr>
                <w:rFonts w:cstheme="minorHAnsi"/>
                <w:sz w:val="20"/>
                <w:szCs w:val="20"/>
                <w:lang w:val="en-US"/>
              </w:rPr>
              <w:t xml:space="preserve"> 8</w:t>
            </w:r>
          </w:p>
          <w:p w14:paraId="1476B1B0" w14:textId="77777777" w:rsidR="005C4E2B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Grupa 2</w:t>
            </w:r>
          </w:p>
          <w:p w14:paraId="288B5D91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  <w:vAlign w:val="center"/>
          </w:tcPr>
          <w:p w14:paraId="05915919" w14:textId="77777777" w:rsidR="005C4E2B" w:rsidRPr="006529B9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14:paraId="3413CA42" w14:textId="77777777" w:rsidR="005C4E2B" w:rsidRPr="00DD678F" w:rsidRDefault="005C4E2B" w:rsidP="005C4E2B">
            <w:pPr>
              <w:widowControl w:val="0"/>
              <w:jc w:val="center"/>
              <w:rPr>
                <w:rFonts w:cstheme="minorHAnsi"/>
                <w:color w:val="00B050"/>
                <w:lang w:val="en-US"/>
              </w:rPr>
            </w:pPr>
          </w:p>
        </w:tc>
        <w:tc>
          <w:tcPr>
            <w:tcW w:w="1843" w:type="dxa"/>
            <w:vMerge/>
          </w:tcPr>
          <w:p w14:paraId="764305F6" w14:textId="77777777" w:rsidR="005C4E2B" w:rsidRPr="00DD678F" w:rsidRDefault="005C4E2B" w:rsidP="005C4E2B">
            <w:pPr>
              <w:widowControl w:val="0"/>
              <w:jc w:val="center"/>
              <w:rPr>
                <w:rFonts w:cstheme="minorHAnsi"/>
                <w:color w:val="00B050"/>
                <w:lang w:val="en-US"/>
              </w:rPr>
            </w:pPr>
          </w:p>
        </w:tc>
      </w:tr>
      <w:tr w:rsidR="005C4E2B" w14:paraId="0549205C" w14:textId="77777777" w:rsidTr="005C4E2B">
        <w:trPr>
          <w:trHeight w:val="408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741020C4" w14:textId="77777777" w:rsidR="005C4E2B" w:rsidRPr="00775033" w:rsidRDefault="005C4E2B" w:rsidP="005C4E2B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4</w:t>
            </w:r>
            <w:r w:rsidRPr="00775033">
              <w:rPr>
                <w:rFonts w:eastAsia="Calibri" w:cstheme="minorHAnsi"/>
                <w:sz w:val="20"/>
                <w:szCs w:val="20"/>
              </w:rPr>
              <w:t>.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</w:tcBorders>
          </w:tcPr>
          <w:p w14:paraId="29C5EC9A" w14:textId="77777777" w:rsidR="005C4E2B" w:rsidRPr="00775033" w:rsidRDefault="005C4E2B" w:rsidP="005C4E2B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F6654A">
              <w:rPr>
                <w:rFonts w:eastAsia="Calibri" w:cstheme="minorHAnsi"/>
                <w:b/>
                <w:sz w:val="20"/>
                <w:szCs w:val="20"/>
              </w:rPr>
              <w:t>Zadanie 3</w:t>
            </w:r>
            <w:r w:rsidRPr="00F6654A">
              <w:rPr>
                <w:rFonts w:eastAsia="Calibri" w:cstheme="minorHAnsi"/>
                <w:bCs/>
                <w:sz w:val="20"/>
                <w:szCs w:val="20"/>
              </w:rPr>
              <w:t>. Wsparcie psychologiczne i wyrównanie deficytów powstałych w wyniku pandemii COVID-19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29128AEA" w14:textId="77777777" w:rsidR="005C4E2B" w:rsidRPr="00775033" w:rsidRDefault="005C4E2B" w:rsidP="005C4E2B">
            <w:pPr>
              <w:widowControl w:val="0"/>
              <w:jc w:val="center"/>
              <w:rPr>
                <w:rFonts w:eastAsia="Calibri" w:cstheme="minorHAnsi"/>
                <w:i/>
                <w:sz w:val="20"/>
                <w:szCs w:val="20"/>
              </w:rPr>
            </w:pPr>
            <w:r w:rsidRPr="007E4EBF">
              <w:rPr>
                <w:rFonts w:eastAsia="Calibri" w:cstheme="minorHAnsi"/>
                <w:i/>
                <w:sz w:val="20"/>
                <w:szCs w:val="20"/>
              </w:rPr>
              <w:t>Zajęcia teatralno- terapeutyczne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</w:tcBorders>
            <w:vAlign w:val="center"/>
          </w:tcPr>
          <w:p w14:paraId="47680AF9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</w:tcBorders>
            <w:vAlign w:val="center"/>
          </w:tcPr>
          <w:p w14:paraId="7D79D5BC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460980FC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1276" w:type="dxa"/>
            <w:vMerge w:val="restart"/>
            <w:vAlign w:val="center"/>
          </w:tcPr>
          <w:p w14:paraId="75A62EC4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775033">
              <w:rPr>
                <w:rFonts w:cstheme="minorHAnsi"/>
                <w:sz w:val="20"/>
                <w:szCs w:val="20"/>
                <w:lang w:val="en-US"/>
              </w:rPr>
              <w:t>30</w:t>
            </w:r>
          </w:p>
        </w:tc>
        <w:tc>
          <w:tcPr>
            <w:tcW w:w="1276" w:type="dxa"/>
            <w:vAlign w:val="center"/>
          </w:tcPr>
          <w:p w14:paraId="035D12A3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vMerge w:val="restart"/>
            <w:vAlign w:val="center"/>
          </w:tcPr>
          <w:p w14:paraId="24A0AD64" w14:textId="77777777" w:rsidR="005C4E2B" w:rsidRPr="006529B9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30</w:t>
            </w:r>
          </w:p>
        </w:tc>
        <w:tc>
          <w:tcPr>
            <w:tcW w:w="1843" w:type="dxa"/>
            <w:vMerge w:val="restart"/>
            <w:vAlign w:val="center"/>
          </w:tcPr>
          <w:p w14:paraId="43289551" w14:textId="77777777" w:rsidR="005C4E2B" w:rsidRPr="00DD678F" w:rsidRDefault="005C4E2B" w:rsidP="005C4E2B">
            <w:pPr>
              <w:widowControl w:val="0"/>
              <w:jc w:val="center"/>
              <w:rPr>
                <w:rFonts w:cstheme="minorHAnsi"/>
                <w:color w:val="00B050"/>
                <w:lang w:val="en-US"/>
              </w:rPr>
            </w:pPr>
            <w:r w:rsidRPr="002C6F7B">
              <w:rPr>
                <w:rFonts w:cstheme="minorHAnsi"/>
                <w:lang w:val="en-US"/>
              </w:rPr>
              <w:t xml:space="preserve">Magdalena </w:t>
            </w:r>
            <w:proofErr w:type="spellStart"/>
            <w:r w:rsidRPr="002C6F7B">
              <w:rPr>
                <w:rFonts w:cstheme="minorHAnsi"/>
                <w:lang w:val="en-US"/>
              </w:rPr>
              <w:t>Madzelan</w:t>
            </w:r>
            <w:proofErr w:type="spellEnd"/>
          </w:p>
        </w:tc>
        <w:sdt>
          <w:sdtPr>
            <w:rPr>
              <w:rFonts w:eastAsia="Calibri" w:cstheme="minorHAnsi"/>
              <w:sz w:val="72"/>
              <w:szCs w:val="72"/>
            </w:rPr>
            <w:id w:val="-16152832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43" w:type="dxa"/>
                <w:vMerge w:val="restart"/>
              </w:tcPr>
              <w:p w14:paraId="06F522EA" w14:textId="7EAD1B9C" w:rsidR="005C4E2B" w:rsidRPr="002C6F7B" w:rsidRDefault="005C4E2B" w:rsidP="005C4E2B">
                <w:pPr>
                  <w:widowControl w:val="0"/>
                  <w:jc w:val="center"/>
                  <w:rPr>
                    <w:rFonts w:cstheme="minorHAnsi"/>
                    <w:lang w:val="en-US"/>
                  </w:rPr>
                </w:pPr>
                <w:r>
                  <w:rPr>
                    <w:rFonts w:ascii="MS Gothic" w:eastAsia="MS Gothic" w:hAnsi="MS Gothic" w:cstheme="minorHAnsi" w:hint="eastAsia"/>
                    <w:sz w:val="72"/>
                    <w:szCs w:val="72"/>
                    <w:lang w:val="en-US"/>
                  </w:rPr>
                  <w:t>☐</w:t>
                </w:r>
              </w:p>
            </w:tc>
          </w:sdtContent>
        </w:sdt>
      </w:tr>
      <w:tr w:rsidR="005C4E2B" w14:paraId="721BE857" w14:textId="77777777" w:rsidTr="005C4E2B">
        <w:trPr>
          <w:trHeight w:val="408"/>
        </w:trPr>
        <w:tc>
          <w:tcPr>
            <w:tcW w:w="562" w:type="dxa"/>
            <w:vMerge/>
          </w:tcPr>
          <w:p w14:paraId="616B297C" w14:textId="77777777" w:rsidR="005C4E2B" w:rsidRDefault="005C4E2B" w:rsidP="005C4E2B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67235F7F" w14:textId="77777777" w:rsidR="005C4E2B" w:rsidRPr="00F6654A" w:rsidRDefault="005C4E2B" w:rsidP="005C4E2B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3138917" w14:textId="77777777" w:rsidR="005C4E2B" w:rsidRPr="007E4EBF" w:rsidRDefault="005C4E2B" w:rsidP="005C4E2B">
            <w:pPr>
              <w:widowControl w:val="0"/>
              <w:jc w:val="center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256" w:type="dxa"/>
            <w:vMerge/>
            <w:tcBorders>
              <w:bottom w:val="single" w:sz="4" w:space="0" w:color="auto"/>
            </w:tcBorders>
            <w:vAlign w:val="center"/>
          </w:tcPr>
          <w:p w14:paraId="2F7F1E29" w14:textId="77777777" w:rsidR="005C4E2B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153" w:type="dxa"/>
            <w:vMerge/>
            <w:vAlign w:val="center"/>
          </w:tcPr>
          <w:p w14:paraId="3AB4C677" w14:textId="77777777" w:rsidR="005C4E2B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442E8637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775033">
              <w:rPr>
                <w:rFonts w:cstheme="minorHAnsi"/>
                <w:sz w:val="20"/>
                <w:szCs w:val="20"/>
                <w:lang w:val="en-US"/>
              </w:rPr>
              <w:t>Klas</w:t>
            </w:r>
            <w:r>
              <w:rPr>
                <w:rFonts w:cstheme="minorHAnsi"/>
                <w:sz w:val="20"/>
                <w:szCs w:val="20"/>
                <w:lang w:val="en-US"/>
              </w:rPr>
              <w:t>y</w:t>
            </w:r>
            <w:proofErr w:type="spellEnd"/>
            <w:r>
              <w:rPr>
                <w:rFonts w:cstheme="minorHAnsi"/>
                <w:sz w:val="20"/>
                <w:szCs w:val="20"/>
                <w:lang w:val="en-US"/>
              </w:rPr>
              <w:t xml:space="preserve"> 4 - 8</w:t>
            </w:r>
          </w:p>
          <w:p w14:paraId="47DFD4A8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775033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276" w:type="dxa"/>
            <w:vMerge/>
            <w:vAlign w:val="center"/>
          </w:tcPr>
          <w:p w14:paraId="70EE015A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75B6CF1B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775033">
              <w:rPr>
                <w:rFonts w:cstheme="minorHAnsi"/>
                <w:sz w:val="20"/>
                <w:szCs w:val="20"/>
                <w:lang w:val="en-US"/>
              </w:rPr>
              <w:t>Klas</w:t>
            </w:r>
            <w:r>
              <w:rPr>
                <w:rFonts w:cstheme="minorHAnsi"/>
                <w:sz w:val="20"/>
                <w:szCs w:val="20"/>
                <w:lang w:val="en-US"/>
              </w:rPr>
              <w:t>y</w:t>
            </w:r>
            <w:proofErr w:type="spellEnd"/>
            <w:r>
              <w:rPr>
                <w:rFonts w:cstheme="minorHAnsi"/>
                <w:sz w:val="20"/>
                <w:szCs w:val="20"/>
                <w:lang w:val="en-US"/>
              </w:rPr>
              <w:t xml:space="preserve"> 4 - 8</w:t>
            </w:r>
          </w:p>
          <w:p w14:paraId="013430EE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775033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559" w:type="dxa"/>
            <w:vMerge/>
            <w:vAlign w:val="center"/>
          </w:tcPr>
          <w:p w14:paraId="4A45C026" w14:textId="77777777" w:rsidR="005C4E2B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14:paraId="70E959A7" w14:textId="77777777" w:rsidR="005C4E2B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43" w:type="dxa"/>
            <w:vMerge/>
          </w:tcPr>
          <w:p w14:paraId="43215DE5" w14:textId="77777777" w:rsidR="005C4E2B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</w:tr>
      <w:tr w:rsidR="005C4E2B" w14:paraId="44C5F660" w14:textId="77777777" w:rsidTr="005C4E2B">
        <w:trPr>
          <w:trHeight w:val="260"/>
        </w:trPr>
        <w:tc>
          <w:tcPr>
            <w:tcW w:w="562" w:type="dxa"/>
            <w:vMerge/>
          </w:tcPr>
          <w:p w14:paraId="33AD3CC1" w14:textId="77777777" w:rsidR="005C4E2B" w:rsidRPr="00775033" w:rsidRDefault="005C4E2B" w:rsidP="005C4E2B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1800885D" w14:textId="77777777" w:rsidR="005C4E2B" w:rsidRPr="00775033" w:rsidRDefault="005C4E2B" w:rsidP="005C4E2B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677C1FDD" w14:textId="77777777" w:rsidR="005C4E2B" w:rsidRPr="00775033" w:rsidRDefault="005C4E2B" w:rsidP="005C4E2B">
            <w:pPr>
              <w:widowControl w:val="0"/>
              <w:jc w:val="center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</w:tcBorders>
            <w:vAlign w:val="center"/>
          </w:tcPr>
          <w:p w14:paraId="1FDF5773" w14:textId="77777777" w:rsidR="005C4E2B" w:rsidRPr="00DD678F" w:rsidRDefault="005C4E2B" w:rsidP="005C4E2B">
            <w:pPr>
              <w:widowControl w:val="0"/>
              <w:jc w:val="center"/>
              <w:rPr>
                <w:rFonts w:cstheme="minorHAnsi"/>
                <w:b/>
                <w:color w:val="00B050"/>
                <w:sz w:val="20"/>
                <w:szCs w:val="20"/>
                <w:lang w:val="en-US"/>
              </w:rPr>
            </w:pPr>
            <w:proofErr w:type="spellStart"/>
            <w:r w:rsidRPr="00775033">
              <w:rPr>
                <w:rFonts w:cstheme="minorHAnsi"/>
                <w:sz w:val="20"/>
                <w:szCs w:val="20"/>
                <w:lang w:val="en-US"/>
              </w:rPr>
              <w:t>Klasa</w:t>
            </w:r>
            <w:proofErr w:type="spellEnd"/>
            <w:r>
              <w:rPr>
                <w:rFonts w:cstheme="minorHAnsi"/>
                <w:sz w:val="20"/>
                <w:szCs w:val="20"/>
                <w:lang w:val="en-US"/>
              </w:rPr>
              <w:t xml:space="preserve"> 4- </w:t>
            </w:r>
            <w:r w:rsidRPr="002C6F7B">
              <w:rPr>
                <w:rFonts w:cstheme="minorHAnsi"/>
                <w:bCs/>
                <w:sz w:val="20"/>
                <w:szCs w:val="20"/>
                <w:lang w:val="en-US"/>
              </w:rPr>
              <w:t>8</w:t>
            </w:r>
          </w:p>
          <w:p w14:paraId="562A9B69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775033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153" w:type="dxa"/>
            <w:vMerge/>
            <w:vAlign w:val="center"/>
          </w:tcPr>
          <w:p w14:paraId="3B98F3AC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5C8CFDE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1276" w:type="dxa"/>
            <w:vMerge w:val="restart"/>
            <w:vAlign w:val="center"/>
          </w:tcPr>
          <w:p w14:paraId="33DB754E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30</w:t>
            </w:r>
          </w:p>
        </w:tc>
        <w:tc>
          <w:tcPr>
            <w:tcW w:w="1276" w:type="dxa"/>
            <w:vAlign w:val="center"/>
          </w:tcPr>
          <w:p w14:paraId="052FFC58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vMerge w:val="restart"/>
            <w:vAlign w:val="center"/>
          </w:tcPr>
          <w:p w14:paraId="1CF068A1" w14:textId="77777777" w:rsidR="005C4E2B" w:rsidRPr="006529B9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30</w:t>
            </w:r>
          </w:p>
        </w:tc>
        <w:tc>
          <w:tcPr>
            <w:tcW w:w="1843" w:type="dxa"/>
            <w:vMerge/>
            <w:vAlign w:val="center"/>
          </w:tcPr>
          <w:p w14:paraId="4DEAA5DB" w14:textId="77777777" w:rsidR="005C4E2B" w:rsidRPr="006529B9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43" w:type="dxa"/>
            <w:vMerge/>
          </w:tcPr>
          <w:p w14:paraId="3DE99355" w14:textId="77777777" w:rsidR="005C4E2B" w:rsidRPr="006529B9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</w:tr>
      <w:tr w:rsidR="005C4E2B" w14:paraId="30D7560F" w14:textId="77777777" w:rsidTr="005C4E2B">
        <w:trPr>
          <w:trHeight w:val="474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79899A30" w14:textId="77777777" w:rsidR="005C4E2B" w:rsidRPr="00775033" w:rsidRDefault="005C4E2B" w:rsidP="005C4E2B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  <w:tcBorders>
              <w:bottom w:val="single" w:sz="4" w:space="0" w:color="auto"/>
            </w:tcBorders>
          </w:tcPr>
          <w:p w14:paraId="2EED110F" w14:textId="77777777" w:rsidR="005C4E2B" w:rsidRPr="00775033" w:rsidRDefault="005C4E2B" w:rsidP="005C4E2B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57B43C66" w14:textId="77777777" w:rsidR="005C4E2B" w:rsidRPr="00775033" w:rsidRDefault="005C4E2B" w:rsidP="005C4E2B">
            <w:pPr>
              <w:widowControl w:val="0"/>
              <w:jc w:val="center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256" w:type="dxa"/>
            <w:vMerge/>
            <w:tcBorders>
              <w:bottom w:val="single" w:sz="4" w:space="0" w:color="auto"/>
            </w:tcBorders>
            <w:vAlign w:val="center"/>
          </w:tcPr>
          <w:p w14:paraId="387DE7A0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153" w:type="dxa"/>
            <w:vMerge/>
            <w:tcBorders>
              <w:bottom w:val="single" w:sz="4" w:space="0" w:color="auto"/>
            </w:tcBorders>
            <w:vAlign w:val="center"/>
          </w:tcPr>
          <w:p w14:paraId="512BC568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7411048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775033">
              <w:rPr>
                <w:rFonts w:cstheme="minorHAnsi"/>
                <w:sz w:val="20"/>
                <w:szCs w:val="20"/>
                <w:lang w:val="en-US"/>
              </w:rPr>
              <w:t>Klas</w:t>
            </w:r>
            <w:r>
              <w:rPr>
                <w:rFonts w:cstheme="minorHAnsi"/>
                <w:sz w:val="20"/>
                <w:szCs w:val="20"/>
                <w:lang w:val="en-US"/>
              </w:rPr>
              <w:t>y</w:t>
            </w:r>
            <w:proofErr w:type="spellEnd"/>
            <w:r>
              <w:rPr>
                <w:rFonts w:cstheme="minorHAnsi"/>
                <w:sz w:val="20"/>
                <w:szCs w:val="20"/>
                <w:lang w:val="en-US"/>
              </w:rPr>
              <w:t xml:space="preserve"> 4 - 8</w:t>
            </w:r>
          </w:p>
          <w:p w14:paraId="361A6A68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775033">
              <w:rPr>
                <w:rFonts w:cstheme="minorHAnsi"/>
                <w:sz w:val="20"/>
                <w:szCs w:val="20"/>
                <w:lang w:val="en-US"/>
              </w:rPr>
              <w:t xml:space="preserve">Grupa </w:t>
            </w:r>
            <w:r>
              <w:rPr>
                <w:rFonts w:cstheme="min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14:paraId="2E70DFDD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3B48F116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775033">
              <w:rPr>
                <w:rFonts w:cstheme="minorHAnsi"/>
                <w:sz w:val="20"/>
                <w:szCs w:val="20"/>
                <w:lang w:val="en-US"/>
              </w:rPr>
              <w:t>Klas</w:t>
            </w:r>
            <w:r>
              <w:rPr>
                <w:rFonts w:cstheme="minorHAnsi"/>
                <w:sz w:val="20"/>
                <w:szCs w:val="20"/>
                <w:lang w:val="en-US"/>
              </w:rPr>
              <w:t>y</w:t>
            </w:r>
            <w:proofErr w:type="spellEnd"/>
            <w:r>
              <w:rPr>
                <w:rFonts w:cstheme="minorHAnsi"/>
                <w:sz w:val="20"/>
                <w:szCs w:val="20"/>
                <w:lang w:val="en-US"/>
              </w:rPr>
              <w:t xml:space="preserve"> 4 - 8</w:t>
            </w:r>
          </w:p>
          <w:p w14:paraId="78559DA0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775033">
              <w:rPr>
                <w:rFonts w:cstheme="minorHAnsi"/>
                <w:sz w:val="20"/>
                <w:szCs w:val="20"/>
                <w:lang w:val="en-US"/>
              </w:rPr>
              <w:t xml:space="preserve">Grupa </w:t>
            </w:r>
            <w:r>
              <w:rPr>
                <w:rFonts w:cstheme="min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1559" w:type="dxa"/>
            <w:vMerge/>
            <w:vAlign w:val="center"/>
          </w:tcPr>
          <w:p w14:paraId="078CEBA7" w14:textId="77777777" w:rsidR="005C4E2B" w:rsidRPr="006529B9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14:paraId="44392821" w14:textId="77777777" w:rsidR="005C4E2B" w:rsidRPr="006529B9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43" w:type="dxa"/>
            <w:vMerge/>
          </w:tcPr>
          <w:p w14:paraId="5FC5583F" w14:textId="77777777" w:rsidR="005C4E2B" w:rsidRPr="006529B9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</w:tr>
      <w:tr w:rsidR="005C4E2B" w14:paraId="02714B0C" w14:textId="77777777" w:rsidTr="005C4E2B">
        <w:trPr>
          <w:trHeight w:val="275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500D49E0" w14:textId="77777777" w:rsidR="005C4E2B" w:rsidRPr="00775033" w:rsidRDefault="005C4E2B" w:rsidP="005C4E2B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5</w:t>
            </w:r>
            <w:r w:rsidRPr="00775033">
              <w:rPr>
                <w:rFonts w:eastAsia="Calibri" w:cstheme="minorHAnsi"/>
                <w:sz w:val="20"/>
                <w:szCs w:val="20"/>
              </w:rPr>
              <w:t>.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</w:tcBorders>
          </w:tcPr>
          <w:p w14:paraId="28D7FAB5" w14:textId="77777777" w:rsidR="005C4E2B" w:rsidRPr="00775033" w:rsidRDefault="005C4E2B" w:rsidP="005C4E2B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551B81">
              <w:rPr>
                <w:rFonts w:eastAsia="Calibri" w:cstheme="minorHAnsi"/>
                <w:b/>
                <w:sz w:val="20"/>
                <w:szCs w:val="20"/>
              </w:rPr>
              <w:t xml:space="preserve">Zadanie 4. </w:t>
            </w:r>
            <w:r w:rsidRPr="00551B81">
              <w:rPr>
                <w:rFonts w:eastAsia="Calibri" w:cstheme="minorHAnsi"/>
                <w:bCs/>
                <w:sz w:val="20"/>
                <w:szCs w:val="20"/>
              </w:rPr>
              <w:t>Rozwój kompetencji cyfrowych uczniów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00B9AD8D" w14:textId="77777777" w:rsidR="005C4E2B" w:rsidRPr="00775033" w:rsidRDefault="005C4E2B" w:rsidP="005C4E2B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057DF2">
              <w:rPr>
                <w:rFonts w:eastAsia="Calibri" w:cstheme="minorHAnsi"/>
                <w:i/>
                <w:sz w:val="20"/>
                <w:szCs w:val="20"/>
              </w:rPr>
              <w:t>Zajęcia obróbki cyfrowej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43ABBF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</w:tcBorders>
            <w:vAlign w:val="center"/>
          </w:tcPr>
          <w:p w14:paraId="3520C110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449B5FCC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1276" w:type="dxa"/>
            <w:vMerge w:val="restart"/>
            <w:vAlign w:val="center"/>
          </w:tcPr>
          <w:p w14:paraId="17B6FEE9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775033">
              <w:rPr>
                <w:rFonts w:cstheme="minorHAnsi"/>
                <w:sz w:val="20"/>
                <w:szCs w:val="20"/>
                <w:lang w:val="en-US"/>
              </w:rPr>
              <w:t>30</w:t>
            </w:r>
          </w:p>
        </w:tc>
        <w:tc>
          <w:tcPr>
            <w:tcW w:w="1276" w:type="dxa"/>
            <w:vAlign w:val="center"/>
          </w:tcPr>
          <w:p w14:paraId="625DF667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vMerge w:val="restart"/>
            <w:vAlign w:val="center"/>
          </w:tcPr>
          <w:p w14:paraId="49C2AB61" w14:textId="77777777" w:rsidR="005C4E2B" w:rsidRPr="006529B9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30</w:t>
            </w:r>
          </w:p>
        </w:tc>
        <w:tc>
          <w:tcPr>
            <w:tcW w:w="1843" w:type="dxa"/>
            <w:vMerge w:val="restart"/>
            <w:vAlign w:val="center"/>
          </w:tcPr>
          <w:p w14:paraId="4C357989" w14:textId="77777777" w:rsidR="005C4E2B" w:rsidRPr="002C6F7B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2C6F7B">
              <w:rPr>
                <w:rFonts w:cstheme="minorHAnsi"/>
                <w:lang w:val="en-US"/>
              </w:rPr>
              <w:t>Tomasz Bączkowski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15423551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43" w:type="dxa"/>
                <w:vMerge w:val="restart"/>
              </w:tcPr>
              <w:p w14:paraId="3A8459AE" w14:textId="1DDDB9C6" w:rsidR="005C4E2B" w:rsidRPr="002C6F7B" w:rsidRDefault="005C4E2B" w:rsidP="005C4E2B">
                <w:pPr>
                  <w:widowControl w:val="0"/>
                  <w:jc w:val="center"/>
                  <w:rPr>
                    <w:rFonts w:cstheme="minorHAnsi"/>
                    <w:lang w:val="en-US"/>
                  </w:rPr>
                </w:pPr>
                <w:r>
                  <w:rPr>
                    <w:rFonts w:ascii="MS Gothic" w:eastAsia="MS Gothic" w:hAnsi="MS Gothic" w:cstheme="minorHAnsi" w:hint="eastAsia"/>
                    <w:sz w:val="72"/>
                    <w:szCs w:val="72"/>
                    <w:lang w:val="en-US"/>
                  </w:rPr>
                  <w:t>☐</w:t>
                </w:r>
              </w:p>
            </w:tc>
          </w:sdtContent>
        </w:sdt>
      </w:tr>
      <w:tr w:rsidR="005C4E2B" w14:paraId="66E9B97D" w14:textId="77777777" w:rsidTr="005C4E2B">
        <w:trPr>
          <w:trHeight w:val="58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4F58AEE0" w14:textId="77777777" w:rsidR="005C4E2B" w:rsidRPr="00775033" w:rsidRDefault="005C4E2B" w:rsidP="005C4E2B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  <w:tcBorders>
              <w:bottom w:val="single" w:sz="4" w:space="0" w:color="auto"/>
            </w:tcBorders>
          </w:tcPr>
          <w:p w14:paraId="1839A4F7" w14:textId="77777777" w:rsidR="005C4E2B" w:rsidRPr="00775033" w:rsidRDefault="005C4E2B" w:rsidP="005C4E2B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767A5D30" w14:textId="77777777" w:rsidR="005C4E2B" w:rsidRPr="00775033" w:rsidRDefault="005C4E2B" w:rsidP="005C4E2B">
            <w:pPr>
              <w:widowControl w:val="0"/>
              <w:jc w:val="center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55E2E3" w14:textId="77777777" w:rsidR="005C4E2B" w:rsidRPr="002C6F7B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2C6F7B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 w:rsidRPr="002C6F7B">
              <w:rPr>
                <w:rFonts w:cstheme="minorHAnsi"/>
                <w:sz w:val="20"/>
                <w:szCs w:val="20"/>
                <w:lang w:val="en-US"/>
              </w:rPr>
              <w:t xml:space="preserve"> 7-8</w:t>
            </w:r>
          </w:p>
          <w:p w14:paraId="2CEE0066" w14:textId="77777777" w:rsidR="005C4E2B" w:rsidRPr="002C6F7B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C6F7B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153" w:type="dxa"/>
            <w:vMerge/>
            <w:tcBorders>
              <w:bottom w:val="single" w:sz="4" w:space="0" w:color="auto"/>
            </w:tcBorders>
            <w:vAlign w:val="center"/>
          </w:tcPr>
          <w:p w14:paraId="41920C0A" w14:textId="77777777" w:rsidR="005C4E2B" w:rsidRPr="002C6F7B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AE4C44F" w14:textId="77777777" w:rsidR="005C4E2B" w:rsidRPr="002C6F7B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2C6F7B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 w:rsidRPr="002C6F7B">
              <w:rPr>
                <w:rFonts w:cstheme="minorHAnsi"/>
                <w:sz w:val="20"/>
                <w:szCs w:val="20"/>
                <w:lang w:val="en-US"/>
              </w:rPr>
              <w:t xml:space="preserve"> 7-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2C6F7B">
              <w:rPr>
                <w:rFonts w:cstheme="minorHAnsi"/>
                <w:sz w:val="20"/>
                <w:szCs w:val="20"/>
                <w:lang w:val="en-US"/>
              </w:rPr>
              <w:t>8</w:t>
            </w:r>
          </w:p>
          <w:p w14:paraId="554BDB05" w14:textId="77777777" w:rsidR="005C4E2B" w:rsidRPr="002C6F7B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C6F7B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276" w:type="dxa"/>
            <w:vMerge/>
            <w:vAlign w:val="center"/>
          </w:tcPr>
          <w:p w14:paraId="5A1E443A" w14:textId="77777777" w:rsidR="005C4E2B" w:rsidRPr="002C6F7B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562C571C" w14:textId="77777777" w:rsidR="005C4E2B" w:rsidRPr="002C6F7B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2C6F7B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 w:rsidRPr="002C6F7B">
              <w:rPr>
                <w:rFonts w:cstheme="minorHAnsi"/>
                <w:sz w:val="20"/>
                <w:szCs w:val="20"/>
                <w:lang w:val="en-US"/>
              </w:rPr>
              <w:t xml:space="preserve"> 7-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2C6F7B">
              <w:rPr>
                <w:rFonts w:cstheme="minorHAnsi"/>
                <w:sz w:val="20"/>
                <w:szCs w:val="20"/>
                <w:lang w:val="en-US"/>
              </w:rPr>
              <w:t>8</w:t>
            </w:r>
          </w:p>
          <w:p w14:paraId="7E16B88A" w14:textId="77777777" w:rsidR="005C4E2B" w:rsidRPr="002C6F7B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C6F7B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559" w:type="dxa"/>
            <w:vMerge/>
            <w:vAlign w:val="center"/>
          </w:tcPr>
          <w:p w14:paraId="48B29180" w14:textId="77777777" w:rsidR="005C4E2B" w:rsidRPr="006529B9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14:paraId="0584AFA6" w14:textId="77777777" w:rsidR="005C4E2B" w:rsidRPr="002C6F7B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43" w:type="dxa"/>
            <w:vMerge/>
          </w:tcPr>
          <w:p w14:paraId="4E53261B" w14:textId="77777777" w:rsidR="005C4E2B" w:rsidRPr="002C6F7B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</w:tr>
      <w:tr w:rsidR="005C4E2B" w14:paraId="59C262BE" w14:textId="77777777" w:rsidTr="005C4E2B">
        <w:trPr>
          <w:trHeight w:val="369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2F7DEEE4" w14:textId="77777777" w:rsidR="005C4E2B" w:rsidRPr="00775033" w:rsidRDefault="005C4E2B" w:rsidP="005C4E2B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6</w:t>
            </w:r>
            <w:r w:rsidRPr="00775033">
              <w:rPr>
                <w:rFonts w:eastAsia="Calibri" w:cstheme="minorHAnsi"/>
                <w:sz w:val="20"/>
                <w:szCs w:val="20"/>
              </w:rPr>
              <w:t>.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</w:tcBorders>
          </w:tcPr>
          <w:p w14:paraId="0D426BAF" w14:textId="77777777" w:rsidR="005C4E2B" w:rsidRPr="00775033" w:rsidRDefault="005C4E2B" w:rsidP="005C4E2B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551B81">
              <w:rPr>
                <w:rFonts w:eastAsia="Calibri" w:cstheme="minorHAnsi"/>
                <w:b/>
                <w:sz w:val="20"/>
                <w:szCs w:val="20"/>
              </w:rPr>
              <w:t xml:space="preserve">Zadanie 4. </w:t>
            </w:r>
            <w:r w:rsidRPr="00551B81">
              <w:rPr>
                <w:rFonts w:eastAsia="Calibri" w:cstheme="minorHAnsi"/>
                <w:bCs/>
                <w:sz w:val="20"/>
                <w:szCs w:val="20"/>
              </w:rPr>
              <w:t>Rozwój kompetencji cyfrowych uczniów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4829DDA8" w14:textId="77777777" w:rsidR="005C4E2B" w:rsidRPr="00775033" w:rsidRDefault="005C4E2B" w:rsidP="005C4E2B">
            <w:pPr>
              <w:widowControl w:val="0"/>
              <w:jc w:val="center"/>
              <w:rPr>
                <w:rFonts w:eastAsia="Calibri" w:cstheme="minorHAnsi"/>
                <w:i/>
                <w:sz w:val="20"/>
                <w:szCs w:val="20"/>
              </w:rPr>
            </w:pPr>
            <w:r>
              <w:rPr>
                <w:rFonts w:eastAsia="Calibri" w:cstheme="minorHAnsi"/>
                <w:i/>
                <w:sz w:val="20"/>
                <w:szCs w:val="20"/>
              </w:rPr>
              <w:t>Robotyka</w:t>
            </w:r>
          </w:p>
        </w:tc>
        <w:tc>
          <w:tcPr>
            <w:tcW w:w="1256" w:type="dxa"/>
            <w:tcBorders>
              <w:top w:val="single" w:sz="4" w:space="0" w:color="auto"/>
            </w:tcBorders>
            <w:vAlign w:val="center"/>
          </w:tcPr>
          <w:p w14:paraId="09296202" w14:textId="77777777" w:rsidR="005C4E2B" w:rsidRPr="002C6F7B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C6F7B">
              <w:rPr>
                <w:rFonts w:cstheme="minorHAnsi"/>
                <w:sz w:val="20"/>
                <w:szCs w:val="20"/>
                <w:lang w:val="en-US"/>
              </w:rPr>
              <w:t>15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</w:tcBorders>
            <w:vAlign w:val="center"/>
          </w:tcPr>
          <w:p w14:paraId="13A19064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14:paraId="382CFF81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15</w:t>
            </w:r>
          </w:p>
        </w:tc>
        <w:tc>
          <w:tcPr>
            <w:tcW w:w="1276" w:type="dxa"/>
            <w:vMerge w:val="restart"/>
            <w:vAlign w:val="center"/>
          </w:tcPr>
          <w:p w14:paraId="3152D407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12</w:t>
            </w:r>
          </w:p>
        </w:tc>
        <w:tc>
          <w:tcPr>
            <w:tcW w:w="1276" w:type="dxa"/>
            <w:vMerge w:val="restart"/>
            <w:vAlign w:val="center"/>
          </w:tcPr>
          <w:p w14:paraId="519CD40D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15</w:t>
            </w:r>
          </w:p>
        </w:tc>
        <w:tc>
          <w:tcPr>
            <w:tcW w:w="1559" w:type="dxa"/>
            <w:vMerge w:val="restart"/>
            <w:vAlign w:val="center"/>
          </w:tcPr>
          <w:p w14:paraId="087FE9D1" w14:textId="77777777" w:rsidR="005C4E2B" w:rsidRPr="006529B9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12</w:t>
            </w:r>
          </w:p>
        </w:tc>
        <w:tc>
          <w:tcPr>
            <w:tcW w:w="1843" w:type="dxa"/>
            <w:vMerge w:val="restart"/>
            <w:vAlign w:val="center"/>
          </w:tcPr>
          <w:p w14:paraId="2E39AA67" w14:textId="77777777" w:rsidR="005C4E2B" w:rsidRPr="002C6F7B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2C6F7B">
              <w:rPr>
                <w:rFonts w:cstheme="minorHAnsi"/>
                <w:lang w:val="en-US"/>
              </w:rPr>
              <w:t>Zajęcia</w:t>
            </w:r>
            <w:proofErr w:type="spellEnd"/>
            <w:r w:rsidRPr="002C6F7B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2C6F7B">
              <w:rPr>
                <w:rFonts w:cstheme="minorHAnsi"/>
                <w:lang w:val="en-US"/>
              </w:rPr>
              <w:t>prowadzoneprzez</w:t>
            </w:r>
            <w:proofErr w:type="spellEnd"/>
            <w:r w:rsidRPr="002C6F7B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2C6F7B">
              <w:rPr>
                <w:rFonts w:cstheme="minorHAnsi"/>
                <w:lang w:val="en-US"/>
              </w:rPr>
              <w:t>firmę</w:t>
            </w:r>
            <w:proofErr w:type="spellEnd"/>
          </w:p>
        </w:tc>
        <w:sdt>
          <w:sdtPr>
            <w:rPr>
              <w:rFonts w:eastAsia="Calibri" w:cstheme="minorHAnsi"/>
              <w:sz w:val="72"/>
              <w:szCs w:val="72"/>
            </w:rPr>
            <w:id w:val="-1135026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43" w:type="dxa"/>
                <w:vMerge w:val="restart"/>
              </w:tcPr>
              <w:p w14:paraId="754B0316" w14:textId="0D973C48" w:rsidR="005C4E2B" w:rsidRPr="002C6F7B" w:rsidRDefault="005C4E2B" w:rsidP="005C4E2B">
                <w:pPr>
                  <w:widowControl w:val="0"/>
                  <w:jc w:val="center"/>
                  <w:rPr>
                    <w:rFonts w:cstheme="minorHAnsi"/>
                    <w:lang w:val="en-US"/>
                  </w:rPr>
                </w:pPr>
                <w:r>
                  <w:rPr>
                    <w:rFonts w:ascii="MS Gothic" w:eastAsia="MS Gothic" w:hAnsi="MS Gothic" w:cstheme="minorHAnsi" w:hint="eastAsia"/>
                    <w:sz w:val="72"/>
                    <w:szCs w:val="72"/>
                    <w:lang w:val="en-US"/>
                  </w:rPr>
                  <w:t>☐</w:t>
                </w:r>
              </w:p>
            </w:tc>
          </w:sdtContent>
        </w:sdt>
      </w:tr>
      <w:tr w:rsidR="005C4E2B" w14:paraId="000CABFA" w14:textId="77777777" w:rsidTr="005C4E2B">
        <w:trPr>
          <w:trHeight w:val="430"/>
        </w:trPr>
        <w:tc>
          <w:tcPr>
            <w:tcW w:w="562" w:type="dxa"/>
            <w:vMerge/>
          </w:tcPr>
          <w:p w14:paraId="115307B1" w14:textId="77777777" w:rsidR="005C4E2B" w:rsidRPr="00775033" w:rsidRDefault="005C4E2B" w:rsidP="005C4E2B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395ABDA9" w14:textId="77777777" w:rsidR="005C4E2B" w:rsidRPr="00775033" w:rsidRDefault="005C4E2B" w:rsidP="005C4E2B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692AC440" w14:textId="77777777" w:rsidR="005C4E2B" w:rsidRPr="00775033" w:rsidRDefault="005C4E2B" w:rsidP="005C4E2B">
            <w:pPr>
              <w:widowControl w:val="0"/>
              <w:jc w:val="center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vAlign w:val="center"/>
          </w:tcPr>
          <w:p w14:paraId="28B7AC82" w14:textId="77777777" w:rsidR="005C4E2B" w:rsidRPr="002C6F7B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C6F7B">
              <w:rPr>
                <w:rFonts w:cstheme="minorHAnsi"/>
                <w:sz w:val="20"/>
                <w:szCs w:val="20"/>
                <w:lang w:val="en-US"/>
              </w:rPr>
              <w:t>Klasa1 -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2C6F7B">
              <w:rPr>
                <w:rFonts w:cstheme="minorHAnsi"/>
                <w:sz w:val="20"/>
                <w:szCs w:val="20"/>
                <w:lang w:val="en-US"/>
              </w:rPr>
              <w:t>4</w:t>
            </w:r>
          </w:p>
          <w:p w14:paraId="2961C83A" w14:textId="77777777" w:rsidR="005C4E2B" w:rsidRPr="002C6F7B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C6F7B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153" w:type="dxa"/>
            <w:vMerge/>
            <w:vAlign w:val="center"/>
          </w:tcPr>
          <w:p w14:paraId="274B1A1C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07357121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14:paraId="2841A102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14:paraId="78CA8F08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  <w:vAlign w:val="center"/>
          </w:tcPr>
          <w:p w14:paraId="0DDE26C9" w14:textId="77777777" w:rsidR="005C4E2B" w:rsidRPr="006529B9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14:paraId="1E82B0AF" w14:textId="77777777" w:rsidR="005C4E2B" w:rsidRPr="002C6F7B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43" w:type="dxa"/>
            <w:vMerge/>
          </w:tcPr>
          <w:p w14:paraId="16C0DDE1" w14:textId="77777777" w:rsidR="005C4E2B" w:rsidRPr="002C6F7B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</w:tr>
      <w:tr w:rsidR="005C4E2B" w14:paraId="03ADEB43" w14:textId="77777777" w:rsidTr="005C4E2B">
        <w:trPr>
          <w:trHeight w:val="210"/>
        </w:trPr>
        <w:tc>
          <w:tcPr>
            <w:tcW w:w="562" w:type="dxa"/>
            <w:vMerge/>
          </w:tcPr>
          <w:p w14:paraId="012E41E2" w14:textId="77777777" w:rsidR="005C4E2B" w:rsidRPr="00775033" w:rsidRDefault="005C4E2B" w:rsidP="005C4E2B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66A22715" w14:textId="77777777" w:rsidR="005C4E2B" w:rsidRPr="00775033" w:rsidRDefault="005C4E2B" w:rsidP="005C4E2B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75C25006" w14:textId="77777777" w:rsidR="005C4E2B" w:rsidRPr="00775033" w:rsidRDefault="005C4E2B" w:rsidP="005C4E2B">
            <w:pPr>
              <w:widowControl w:val="0"/>
              <w:jc w:val="center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</w:tcBorders>
            <w:vAlign w:val="center"/>
          </w:tcPr>
          <w:p w14:paraId="3A84DAF5" w14:textId="77777777" w:rsidR="005C4E2B" w:rsidRPr="002C6F7B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C6F7B">
              <w:rPr>
                <w:rFonts w:cstheme="minorHAnsi"/>
                <w:sz w:val="20"/>
                <w:szCs w:val="20"/>
                <w:lang w:val="en-US"/>
              </w:rPr>
              <w:t>15</w:t>
            </w:r>
          </w:p>
        </w:tc>
        <w:tc>
          <w:tcPr>
            <w:tcW w:w="1153" w:type="dxa"/>
            <w:vMerge w:val="restart"/>
            <w:vAlign w:val="center"/>
          </w:tcPr>
          <w:p w14:paraId="15D0CEAF" w14:textId="77777777" w:rsidR="005C4E2B" w:rsidRPr="006E0745" w:rsidRDefault="005C4E2B" w:rsidP="005C4E2B">
            <w:pPr>
              <w:widowControl w:val="0"/>
              <w:jc w:val="center"/>
              <w:rPr>
                <w:rFonts w:cstheme="minorHAnsi"/>
                <w:color w:val="00B050"/>
                <w:sz w:val="20"/>
                <w:szCs w:val="20"/>
                <w:lang w:val="en-US"/>
              </w:rPr>
            </w:pPr>
            <w:r w:rsidRPr="002C6F7B">
              <w:rPr>
                <w:rFonts w:cstheme="minorHAnsi"/>
                <w:sz w:val="20"/>
                <w:szCs w:val="20"/>
                <w:lang w:val="en-US"/>
              </w:rPr>
              <w:t>12</w:t>
            </w:r>
          </w:p>
        </w:tc>
        <w:tc>
          <w:tcPr>
            <w:tcW w:w="1276" w:type="dxa"/>
            <w:vMerge w:val="restart"/>
            <w:vAlign w:val="center"/>
          </w:tcPr>
          <w:p w14:paraId="0695D5B6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775033">
              <w:rPr>
                <w:rFonts w:cstheme="minorHAnsi"/>
                <w:sz w:val="20"/>
                <w:szCs w:val="20"/>
                <w:lang w:val="en-US"/>
              </w:rPr>
              <w:t>Klas</w:t>
            </w:r>
            <w:r>
              <w:rPr>
                <w:rFonts w:cstheme="minorHAnsi"/>
                <w:sz w:val="20"/>
                <w:szCs w:val="20"/>
                <w:lang w:val="en-US"/>
              </w:rPr>
              <w:t>y</w:t>
            </w:r>
            <w:proofErr w:type="spellEnd"/>
            <w:r>
              <w:rPr>
                <w:rFonts w:cstheme="minorHAnsi"/>
                <w:sz w:val="20"/>
                <w:szCs w:val="20"/>
                <w:lang w:val="en-US"/>
              </w:rPr>
              <w:t xml:space="preserve"> 1 - 4</w:t>
            </w:r>
          </w:p>
          <w:p w14:paraId="3D345B31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775033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276" w:type="dxa"/>
            <w:vMerge/>
            <w:vAlign w:val="center"/>
          </w:tcPr>
          <w:p w14:paraId="1C9B49DC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0C6D3559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775033">
              <w:rPr>
                <w:rFonts w:cstheme="minorHAnsi"/>
                <w:sz w:val="20"/>
                <w:szCs w:val="20"/>
                <w:lang w:val="en-US"/>
              </w:rPr>
              <w:t>Klas</w:t>
            </w:r>
            <w:r>
              <w:rPr>
                <w:rFonts w:cstheme="minorHAnsi"/>
                <w:sz w:val="20"/>
                <w:szCs w:val="20"/>
                <w:lang w:val="en-US"/>
              </w:rPr>
              <w:t>y</w:t>
            </w:r>
            <w:proofErr w:type="spellEnd"/>
            <w:r>
              <w:rPr>
                <w:rFonts w:cstheme="minorHAnsi"/>
                <w:sz w:val="20"/>
                <w:szCs w:val="20"/>
                <w:lang w:val="en-US"/>
              </w:rPr>
              <w:t xml:space="preserve"> 1 - 4</w:t>
            </w:r>
          </w:p>
          <w:p w14:paraId="54A44231" w14:textId="77777777" w:rsidR="005C4E2B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775033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559" w:type="dxa"/>
            <w:vMerge/>
            <w:vAlign w:val="center"/>
          </w:tcPr>
          <w:p w14:paraId="3C8C27BE" w14:textId="77777777" w:rsidR="005C4E2B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14:paraId="67DD8AF9" w14:textId="77777777" w:rsidR="005C4E2B" w:rsidRPr="002C6F7B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43" w:type="dxa"/>
            <w:vMerge/>
          </w:tcPr>
          <w:p w14:paraId="39296253" w14:textId="77777777" w:rsidR="005C4E2B" w:rsidRPr="002C6F7B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</w:tr>
      <w:tr w:rsidR="005C4E2B" w14:paraId="4FA9CC9E" w14:textId="77777777" w:rsidTr="005C4E2B">
        <w:trPr>
          <w:trHeight w:val="408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42272C67" w14:textId="77777777" w:rsidR="005C4E2B" w:rsidRPr="00775033" w:rsidRDefault="005C4E2B" w:rsidP="005C4E2B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  <w:tcBorders>
              <w:bottom w:val="single" w:sz="4" w:space="0" w:color="auto"/>
            </w:tcBorders>
          </w:tcPr>
          <w:p w14:paraId="73DF34B2" w14:textId="77777777" w:rsidR="005C4E2B" w:rsidRPr="00775033" w:rsidRDefault="005C4E2B" w:rsidP="005C4E2B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54F5833A" w14:textId="77777777" w:rsidR="005C4E2B" w:rsidRPr="00775033" w:rsidRDefault="005C4E2B" w:rsidP="005C4E2B">
            <w:pPr>
              <w:widowControl w:val="0"/>
              <w:jc w:val="center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vAlign w:val="center"/>
          </w:tcPr>
          <w:p w14:paraId="69B83DEE" w14:textId="77777777" w:rsidR="005C4E2B" w:rsidRPr="002C6F7B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C6F7B">
              <w:rPr>
                <w:rFonts w:cstheme="minorHAnsi"/>
                <w:sz w:val="20"/>
                <w:szCs w:val="20"/>
                <w:lang w:val="en-US"/>
              </w:rPr>
              <w:t>Klasa1 - 4</w:t>
            </w:r>
          </w:p>
          <w:p w14:paraId="5C2CC8F2" w14:textId="77777777" w:rsidR="005C4E2B" w:rsidRPr="002C6F7B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C6F7B">
              <w:rPr>
                <w:rFonts w:cstheme="minorHAnsi"/>
                <w:sz w:val="20"/>
                <w:szCs w:val="20"/>
                <w:lang w:val="en-US"/>
              </w:rPr>
              <w:t>Grupa 2</w:t>
            </w:r>
          </w:p>
        </w:tc>
        <w:tc>
          <w:tcPr>
            <w:tcW w:w="1153" w:type="dxa"/>
            <w:vMerge/>
            <w:tcBorders>
              <w:bottom w:val="single" w:sz="4" w:space="0" w:color="auto"/>
            </w:tcBorders>
            <w:vAlign w:val="center"/>
          </w:tcPr>
          <w:p w14:paraId="3D25E4EC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71CC18FC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14:paraId="3DE760ED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14:paraId="707E34CB" w14:textId="77777777" w:rsidR="005C4E2B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  <w:vAlign w:val="center"/>
          </w:tcPr>
          <w:p w14:paraId="34BC41A3" w14:textId="77777777" w:rsidR="005C4E2B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14:paraId="352EE7A7" w14:textId="77777777" w:rsidR="005C4E2B" w:rsidRPr="002C6F7B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43" w:type="dxa"/>
            <w:vMerge/>
          </w:tcPr>
          <w:p w14:paraId="6379B88C" w14:textId="77777777" w:rsidR="005C4E2B" w:rsidRPr="002C6F7B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</w:tr>
      <w:tr w:rsidR="005C4E2B" w14:paraId="6FEE960A" w14:textId="77777777" w:rsidTr="005C4E2B">
        <w:trPr>
          <w:trHeight w:val="534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401BA99B" w14:textId="77777777" w:rsidR="005C4E2B" w:rsidRPr="00775033" w:rsidRDefault="005C4E2B" w:rsidP="005C4E2B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7</w:t>
            </w:r>
            <w:r w:rsidRPr="00775033">
              <w:rPr>
                <w:rFonts w:eastAsia="Calibri" w:cstheme="minorHAnsi"/>
                <w:sz w:val="20"/>
                <w:szCs w:val="20"/>
              </w:rPr>
              <w:t>.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</w:tcBorders>
          </w:tcPr>
          <w:p w14:paraId="004681D8" w14:textId="77777777" w:rsidR="005C4E2B" w:rsidRPr="00775033" w:rsidRDefault="005C4E2B" w:rsidP="005C4E2B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3717F4">
              <w:rPr>
                <w:rFonts w:eastAsia="Calibri" w:cstheme="minorHAnsi"/>
                <w:b/>
                <w:sz w:val="20"/>
                <w:szCs w:val="20"/>
              </w:rPr>
              <w:t xml:space="preserve">Zadanie 6. </w:t>
            </w:r>
            <w:r w:rsidRPr="003717F4">
              <w:rPr>
                <w:rFonts w:eastAsia="Calibri" w:cstheme="minorHAnsi"/>
                <w:bCs/>
                <w:sz w:val="20"/>
                <w:szCs w:val="20"/>
              </w:rPr>
              <w:t>Rozwijanie zainteresowań poza edukacją formalną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2BEFE97A" w14:textId="77777777" w:rsidR="005C4E2B" w:rsidRPr="00775033" w:rsidRDefault="005C4E2B" w:rsidP="005C4E2B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D57EC">
              <w:rPr>
                <w:rFonts w:eastAsia="Calibri" w:cstheme="minorHAnsi"/>
                <w:i/>
                <w:iCs/>
                <w:sz w:val="20"/>
                <w:szCs w:val="20"/>
              </w:rPr>
              <w:t>Warsztaty rozwoju zdolności manualnych "Sprytne rączki"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DCB508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</w:tcBorders>
            <w:vAlign w:val="center"/>
          </w:tcPr>
          <w:p w14:paraId="0719AF41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7F64FEB1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1276" w:type="dxa"/>
            <w:vMerge w:val="restart"/>
            <w:vAlign w:val="center"/>
          </w:tcPr>
          <w:p w14:paraId="608BC156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52</w:t>
            </w:r>
          </w:p>
        </w:tc>
        <w:tc>
          <w:tcPr>
            <w:tcW w:w="1276" w:type="dxa"/>
            <w:vAlign w:val="center"/>
          </w:tcPr>
          <w:p w14:paraId="6C84F5F4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vMerge w:val="restart"/>
            <w:vAlign w:val="center"/>
          </w:tcPr>
          <w:p w14:paraId="43DC7931" w14:textId="77777777" w:rsidR="005C4E2B" w:rsidRPr="006529B9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52</w:t>
            </w:r>
          </w:p>
        </w:tc>
        <w:tc>
          <w:tcPr>
            <w:tcW w:w="1843" w:type="dxa"/>
            <w:vMerge w:val="restart"/>
            <w:vAlign w:val="center"/>
          </w:tcPr>
          <w:p w14:paraId="7C2227D6" w14:textId="77777777" w:rsidR="005C4E2B" w:rsidRPr="002C6F7B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2C6F7B">
              <w:rPr>
                <w:rFonts w:cstheme="minorHAnsi"/>
                <w:lang w:val="en-US"/>
              </w:rPr>
              <w:t>Emilia Jaworska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692667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43" w:type="dxa"/>
                <w:vMerge w:val="restart"/>
              </w:tcPr>
              <w:p w14:paraId="455F312E" w14:textId="782FF4AC" w:rsidR="005C4E2B" w:rsidRPr="002C6F7B" w:rsidRDefault="005C4E2B" w:rsidP="005C4E2B">
                <w:pPr>
                  <w:widowControl w:val="0"/>
                  <w:jc w:val="center"/>
                  <w:rPr>
                    <w:rFonts w:cstheme="minorHAnsi"/>
                    <w:lang w:val="en-US"/>
                  </w:rPr>
                </w:pPr>
                <w:r>
                  <w:rPr>
                    <w:rFonts w:ascii="MS Gothic" w:eastAsia="MS Gothic" w:hAnsi="MS Gothic" w:cstheme="minorHAnsi" w:hint="eastAsia"/>
                    <w:sz w:val="72"/>
                    <w:szCs w:val="72"/>
                    <w:lang w:val="en-US"/>
                  </w:rPr>
                  <w:t>☐</w:t>
                </w:r>
              </w:p>
            </w:tc>
          </w:sdtContent>
        </w:sdt>
      </w:tr>
      <w:tr w:rsidR="005C4E2B" w14:paraId="16AFF331" w14:textId="77777777" w:rsidTr="005C4E2B">
        <w:trPr>
          <w:trHeight w:val="753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2EFEDFCA" w14:textId="77777777" w:rsidR="005C4E2B" w:rsidRPr="00775033" w:rsidRDefault="005C4E2B" w:rsidP="005C4E2B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  <w:tcBorders>
              <w:bottom w:val="single" w:sz="4" w:space="0" w:color="auto"/>
            </w:tcBorders>
          </w:tcPr>
          <w:p w14:paraId="02DC206D" w14:textId="77777777" w:rsidR="005C4E2B" w:rsidRPr="00775033" w:rsidRDefault="005C4E2B" w:rsidP="005C4E2B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51D4B97B" w14:textId="77777777" w:rsidR="005C4E2B" w:rsidRPr="00775033" w:rsidRDefault="005C4E2B" w:rsidP="005C4E2B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C9341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775033">
              <w:rPr>
                <w:rFonts w:cstheme="minorHAnsi"/>
                <w:sz w:val="20"/>
                <w:szCs w:val="20"/>
                <w:lang w:val="en-US"/>
              </w:rPr>
              <w:t>Klas</w:t>
            </w:r>
            <w:r>
              <w:rPr>
                <w:rFonts w:cstheme="minorHAnsi"/>
                <w:sz w:val="20"/>
                <w:szCs w:val="20"/>
                <w:lang w:val="en-US"/>
              </w:rPr>
              <w:t>y</w:t>
            </w:r>
            <w:proofErr w:type="spellEnd"/>
            <w:r>
              <w:rPr>
                <w:rFonts w:cstheme="minorHAnsi"/>
                <w:sz w:val="20"/>
                <w:szCs w:val="20"/>
                <w:lang w:val="en-US"/>
              </w:rPr>
              <w:t xml:space="preserve"> 2 - 3</w:t>
            </w:r>
          </w:p>
          <w:p w14:paraId="710A00D9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775033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153" w:type="dxa"/>
            <w:vMerge/>
            <w:tcBorders>
              <w:bottom w:val="single" w:sz="4" w:space="0" w:color="auto"/>
            </w:tcBorders>
            <w:vAlign w:val="center"/>
          </w:tcPr>
          <w:p w14:paraId="27CF75AD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CE2369A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775033">
              <w:rPr>
                <w:rFonts w:cstheme="minorHAnsi"/>
                <w:sz w:val="20"/>
                <w:szCs w:val="20"/>
                <w:lang w:val="en-US"/>
              </w:rPr>
              <w:t>Klas</w:t>
            </w:r>
            <w:r>
              <w:rPr>
                <w:rFonts w:cstheme="minorHAnsi"/>
                <w:sz w:val="20"/>
                <w:szCs w:val="20"/>
                <w:lang w:val="en-US"/>
              </w:rPr>
              <w:t>y</w:t>
            </w:r>
            <w:proofErr w:type="spellEnd"/>
            <w:r>
              <w:rPr>
                <w:rFonts w:cstheme="minorHAnsi"/>
                <w:sz w:val="20"/>
                <w:szCs w:val="20"/>
                <w:lang w:val="en-US"/>
              </w:rPr>
              <w:t xml:space="preserve"> 2 - 3</w:t>
            </w:r>
          </w:p>
          <w:p w14:paraId="6D559A18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775033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080576FE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4B2B3E2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775033">
              <w:rPr>
                <w:rFonts w:cstheme="minorHAnsi"/>
                <w:sz w:val="20"/>
                <w:szCs w:val="20"/>
                <w:lang w:val="en-US"/>
              </w:rPr>
              <w:t>Klas</w:t>
            </w:r>
            <w:r>
              <w:rPr>
                <w:rFonts w:cstheme="minorHAnsi"/>
                <w:sz w:val="20"/>
                <w:szCs w:val="20"/>
                <w:lang w:val="en-US"/>
              </w:rPr>
              <w:t>y</w:t>
            </w:r>
            <w:proofErr w:type="spellEnd"/>
            <w:r>
              <w:rPr>
                <w:rFonts w:cstheme="minorHAnsi"/>
                <w:sz w:val="20"/>
                <w:szCs w:val="20"/>
                <w:lang w:val="en-US"/>
              </w:rPr>
              <w:t xml:space="preserve"> 2 - 3</w:t>
            </w:r>
          </w:p>
          <w:p w14:paraId="66ABB51F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775033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6450662A" w14:textId="77777777" w:rsidR="005C4E2B" w:rsidRPr="006529B9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7B6C356B" w14:textId="77777777" w:rsidR="005C4E2B" w:rsidRPr="002C6F7B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14:paraId="014A33C0" w14:textId="77777777" w:rsidR="005C4E2B" w:rsidRPr="002C6F7B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</w:tr>
      <w:tr w:rsidR="005C4E2B" w14:paraId="68E6A274" w14:textId="77777777" w:rsidTr="005C4E2B">
        <w:trPr>
          <w:trHeight w:val="276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7711593E" w14:textId="77777777" w:rsidR="005C4E2B" w:rsidRPr="00775033" w:rsidRDefault="005C4E2B" w:rsidP="005C4E2B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8.</w:t>
            </w:r>
          </w:p>
          <w:p w14:paraId="6F999EF0" w14:textId="77777777" w:rsidR="005C4E2B" w:rsidRPr="00775033" w:rsidRDefault="005C4E2B" w:rsidP="005C4E2B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 w:val="restart"/>
            <w:tcBorders>
              <w:top w:val="single" w:sz="4" w:space="0" w:color="auto"/>
            </w:tcBorders>
          </w:tcPr>
          <w:p w14:paraId="737345B6" w14:textId="77777777" w:rsidR="005C4E2B" w:rsidRPr="00775033" w:rsidRDefault="005C4E2B" w:rsidP="005C4E2B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  <w:r w:rsidRPr="003717F4">
              <w:rPr>
                <w:rFonts w:eastAsia="Calibri" w:cstheme="minorHAnsi"/>
                <w:b/>
                <w:sz w:val="20"/>
                <w:szCs w:val="20"/>
              </w:rPr>
              <w:t xml:space="preserve">Zadanie 6. </w:t>
            </w:r>
            <w:r w:rsidRPr="003717F4">
              <w:rPr>
                <w:rFonts w:eastAsia="Calibri" w:cstheme="minorHAnsi"/>
                <w:bCs/>
                <w:sz w:val="20"/>
                <w:szCs w:val="20"/>
              </w:rPr>
              <w:t>Rozwijanie zainteresowań poza edukacją formalną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28463FF2" w14:textId="77777777" w:rsidR="005C4E2B" w:rsidRPr="002D6E97" w:rsidRDefault="005C4E2B" w:rsidP="005C4E2B">
            <w:pPr>
              <w:widowControl w:val="0"/>
              <w:jc w:val="center"/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D42479">
              <w:rPr>
                <w:rFonts w:eastAsia="Calibri" w:cstheme="minorHAnsi"/>
                <w:i/>
                <w:iCs/>
                <w:sz w:val="20"/>
                <w:szCs w:val="20"/>
              </w:rPr>
              <w:t>Warsztaty rozwoju zdolności manualnych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</w:tcBorders>
            <w:vAlign w:val="center"/>
          </w:tcPr>
          <w:p w14:paraId="2A0FDEE3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</w:tcBorders>
            <w:vAlign w:val="center"/>
          </w:tcPr>
          <w:p w14:paraId="3DE6783E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4D9FAAD4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1276" w:type="dxa"/>
            <w:vMerge w:val="restart"/>
            <w:vAlign w:val="center"/>
          </w:tcPr>
          <w:p w14:paraId="01696BB9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20</w:t>
            </w:r>
          </w:p>
        </w:tc>
        <w:tc>
          <w:tcPr>
            <w:tcW w:w="1276" w:type="dxa"/>
            <w:vAlign w:val="center"/>
          </w:tcPr>
          <w:p w14:paraId="4456507A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vMerge w:val="restart"/>
            <w:vAlign w:val="center"/>
          </w:tcPr>
          <w:p w14:paraId="3E5A41F9" w14:textId="77777777" w:rsidR="005C4E2B" w:rsidRPr="006529B9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20</w:t>
            </w:r>
          </w:p>
        </w:tc>
        <w:tc>
          <w:tcPr>
            <w:tcW w:w="1843" w:type="dxa"/>
            <w:vMerge w:val="restart"/>
            <w:vAlign w:val="center"/>
          </w:tcPr>
          <w:p w14:paraId="27A1B0BF" w14:textId="77777777" w:rsidR="005C4E2B" w:rsidRPr="002C6F7B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2C6F7B">
              <w:rPr>
                <w:rFonts w:cstheme="minorHAnsi"/>
                <w:lang w:val="en-US"/>
              </w:rPr>
              <w:t xml:space="preserve">Iwona </w:t>
            </w:r>
            <w:proofErr w:type="spellStart"/>
            <w:r w:rsidRPr="002C6F7B">
              <w:rPr>
                <w:rFonts w:cstheme="minorHAnsi"/>
                <w:lang w:val="en-US"/>
              </w:rPr>
              <w:t>Żmuda</w:t>
            </w:r>
            <w:proofErr w:type="spellEnd"/>
          </w:p>
        </w:tc>
        <w:sdt>
          <w:sdtPr>
            <w:rPr>
              <w:rFonts w:eastAsia="Calibri" w:cstheme="minorHAnsi"/>
              <w:sz w:val="72"/>
              <w:szCs w:val="72"/>
            </w:rPr>
            <w:id w:val="-980218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43" w:type="dxa"/>
                <w:vMerge w:val="restart"/>
              </w:tcPr>
              <w:p w14:paraId="01064736" w14:textId="38117FB7" w:rsidR="005C4E2B" w:rsidRPr="002C6F7B" w:rsidRDefault="005C4E2B" w:rsidP="005C4E2B">
                <w:pPr>
                  <w:widowControl w:val="0"/>
                  <w:jc w:val="center"/>
                  <w:rPr>
                    <w:rFonts w:cstheme="minorHAnsi"/>
                    <w:lang w:val="en-US"/>
                  </w:rPr>
                </w:pPr>
                <w:r>
                  <w:rPr>
                    <w:rFonts w:ascii="MS Gothic" w:eastAsia="MS Gothic" w:hAnsi="MS Gothic" w:cstheme="minorHAnsi" w:hint="eastAsia"/>
                    <w:sz w:val="72"/>
                    <w:szCs w:val="72"/>
                    <w:lang w:val="en-US"/>
                  </w:rPr>
                  <w:t>☐</w:t>
                </w:r>
              </w:p>
            </w:tc>
          </w:sdtContent>
        </w:sdt>
      </w:tr>
      <w:tr w:rsidR="005C4E2B" w14:paraId="1AB452E8" w14:textId="77777777" w:rsidTr="005C4E2B">
        <w:trPr>
          <w:trHeight w:val="114"/>
        </w:trPr>
        <w:tc>
          <w:tcPr>
            <w:tcW w:w="562" w:type="dxa"/>
            <w:vMerge/>
          </w:tcPr>
          <w:p w14:paraId="72F3330D" w14:textId="77777777" w:rsidR="005C4E2B" w:rsidRDefault="005C4E2B" w:rsidP="005C4E2B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76FA6923" w14:textId="77777777" w:rsidR="005C4E2B" w:rsidRPr="003717F4" w:rsidRDefault="005C4E2B" w:rsidP="005C4E2B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7FA067CF" w14:textId="77777777" w:rsidR="005C4E2B" w:rsidRPr="00D42479" w:rsidRDefault="005C4E2B" w:rsidP="005C4E2B">
            <w:pPr>
              <w:widowControl w:val="0"/>
              <w:jc w:val="center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256" w:type="dxa"/>
            <w:vMerge/>
            <w:tcBorders>
              <w:bottom w:val="single" w:sz="4" w:space="0" w:color="auto"/>
            </w:tcBorders>
            <w:vAlign w:val="center"/>
          </w:tcPr>
          <w:p w14:paraId="47BB7965" w14:textId="77777777" w:rsidR="005C4E2B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153" w:type="dxa"/>
            <w:vMerge/>
            <w:vAlign w:val="center"/>
          </w:tcPr>
          <w:p w14:paraId="7E2CE1A4" w14:textId="77777777" w:rsidR="005C4E2B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1AD95B7F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775033">
              <w:rPr>
                <w:rFonts w:cstheme="minorHAnsi"/>
                <w:sz w:val="20"/>
                <w:szCs w:val="20"/>
                <w:lang w:val="en-US"/>
              </w:rPr>
              <w:t>Klas</w:t>
            </w:r>
            <w:r>
              <w:rPr>
                <w:rFonts w:cstheme="minorHAnsi"/>
                <w:sz w:val="20"/>
                <w:szCs w:val="20"/>
                <w:lang w:val="en-US"/>
              </w:rPr>
              <w:t>y</w:t>
            </w:r>
            <w:proofErr w:type="spellEnd"/>
            <w:r>
              <w:rPr>
                <w:rFonts w:cstheme="minorHAnsi"/>
                <w:sz w:val="20"/>
                <w:szCs w:val="20"/>
                <w:lang w:val="en-US"/>
              </w:rPr>
              <w:t xml:space="preserve">   4 - 6</w:t>
            </w:r>
          </w:p>
          <w:p w14:paraId="1F97E7FD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775033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276" w:type="dxa"/>
            <w:vMerge/>
            <w:vAlign w:val="center"/>
          </w:tcPr>
          <w:p w14:paraId="21AB8803" w14:textId="77777777" w:rsidR="005C4E2B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4C8DB048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775033">
              <w:rPr>
                <w:rFonts w:cstheme="minorHAnsi"/>
                <w:sz w:val="20"/>
                <w:szCs w:val="20"/>
                <w:lang w:val="en-US"/>
              </w:rPr>
              <w:t>Klas</w:t>
            </w:r>
            <w:r>
              <w:rPr>
                <w:rFonts w:cstheme="minorHAnsi"/>
                <w:sz w:val="20"/>
                <w:szCs w:val="20"/>
                <w:lang w:val="en-US"/>
              </w:rPr>
              <w:t>y</w:t>
            </w:r>
            <w:proofErr w:type="spellEnd"/>
            <w:r>
              <w:rPr>
                <w:rFonts w:cstheme="minorHAnsi"/>
                <w:sz w:val="20"/>
                <w:szCs w:val="20"/>
                <w:lang w:val="en-US"/>
              </w:rPr>
              <w:t xml:space="preserve"> 4 - 6</w:t>
            </w:r>
          </w:p>
          <w:p w14:paraId="72B0A826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775033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559" w:type="dxa"/>
            <w:vMerge/>
            <w:vAlign w:val="center"/>
          </w:tcPr>
          <w:p w14:paraId="7E2FAC84" w14:textId="77777777" w:rsidR="005C4E2B" w:rsidRPr="006529B9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14:paraId="05FA47C2" w14:textId="77777777" w:rsidR="005C4E2B" w:rsidRPr="002C6F7B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43" w:type="dxa"/>
            <w:vMerge/>
          </w:tcPr>
          <w:p w14:paraId="6D9F7E11" w14:textId="77777777" w:rsidR="005C4E2B" w:rsidRPr="002C6F7B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</w:tr>
      <w:tr w:rsidR="005C4E2B" w14:paraId="2F81D87A" w14:textId="77777777" w:rsidTr="005C4E2B">
        <w:trPr>
          <w:trHeight w:val="378"/>
        </w:trPr>
        <w:tc>
          <w:tcPr>
            <w:tcW w:w="562" w:type="dxa"/>
            <w:vMerge/>
          </w:tcPr>
          <w:p w14:paraId="12DD4428" w14:textId="77777777" w:rsidR="005C4E2B" w:rsidRPr="00775033" w:rsidRDefault="005C4E2B" w:rsidP="005C4E2B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4D8C7D02" w14:textId="77777777" w:rsidR="005C4E2B" w:rsidRPr="00775033" w:rsidRDefault="005C4E2B" w:rsidP="005C4E2B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21A4A4B3" w14:textId="77777777" w:rsidR="005C4E2B" w:rsidRPr="00775033" w:rsidRDefault="005C4E2B" w:rsidP="005C4E2B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</w:tcBorders>
            <w:vAlign w:val="center"/>
          </w:tcPr>
          <w:p w14:paraId="444F1AE1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775033">
              <w:rPr>
                <w:rFonts w:cstheme="minorHAnsi"/>
                <w:sz w:val="20"/>
                <w:szCs w:val="20"/>
                <w:lang w:val="en-US"/>
              </w:rPr>
              <w:t>Klas</w:t>
            </w:r>
            <w:r>
              <w:rPr>
                <w:rFonts w:cstheme="minorHAnsi"/>
                <w:sz w:val="20"/>
                <w:szCs w:val="20"/>
                <w:lang w:val="en-US"/>
              </w:rPr>
              <w:t>y</w:t>
            </w:r>
            <w:proofErr w:type="spellEnd"/>
            <w:r>
              <w:rPr>
                <w:rFonts w:cstheme="minorHAnsi"/>
                <w:sz w:val="20"/>
                <w:szCs w:val="20"/>
                <w:lang w:val="en-US"/>
              </w:rPr>
              <w:t xml:space="preserve"> 4 - 6</w:t>
            </w:r>
          </w:p>
          <w:p w14:paraId="29C6F7E4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775033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153" w:type="dxa"/>
            <w:vMerge/>
            <w:vAlign w:val="center"/>
          </w:tcPr>
          <w:p w14:paraId="5120AA9D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6D3E1922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1276" w:type="dxa"/>
            <w:vMerge w:val="restart"/>
            <w:vAlign w:val="center"/>
          </w:tcPr>
          <w:p w14:paraId="02570DDD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20</w:t>
            </w:r>
          </w:p>
        </w:tc>
        <w:tc>
          <w:tcPr>
            <w:tcW w:w="1276" w:type="dxa"/>
            <w:vAlign w:val="center"/>
          </w:tcPr>
          <w:p w14:paraId="60BB88F6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vMerge w:val="restart"/>
            <w:vAlign w:val="center"/>
          </w:tcPr>
          <w:p w14:paraId="15822F9F" w14:textId="77777777" w:rsidR="005C4E2B" w:rsidRPr="006529B9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20</w:t>
            </w:r>
          </w:p>
        </w:tc>
        <w:tc>
          <w:tcPr>
            <w:tcW w:w="1843" w:type="dxa"/>
            <w:vMerge/>
            <w:vAlign w:val="center"/>
          </w:tcPr>
          <w:p w14:paraId="3E69A09B" w14:textId="77777777" w:rsidR="005C4E2B" w:rsidRPr="002C6F7B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43" w:type="dxa"/>
            <w:vMerge/>
          </w:tcPr>
          <w:p w14:paraId="75433CD6" w14:textId="77777777" w:rsidR="005C4E2B" w:rsidRPr="002C6F7B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</w:tr>
      <w:tr w:rsidR="005C4E2B" w14:paraId="0FE3E6EE" w14:textId="77777777" w:rsidTr="005C4E2B">
        <w:trPr>
          <w:trHeight w:val="85"/>
        </w:trPr>
        <w:tc>
          <w:tcPr>
            <w:tcW w:w="562" w:type="dxa"/>
            <w:vMerge/>
          </w:tcPr>
          <w:p w14:paraId="235A882E" w14:textId="77777777" w:rsidR="005C4E2B" w:rsidRPr="00775033" w:rsidRDefault="005C4E2B" w:rsidP="005C4E2B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6327079A" w14:textId="77777777" w:rsidR="005C4E2B" w:rsidRPr="00775033" w:rsidRDefault="005C4E2B" w:rsidP="005C4E2B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6B5B964E" w14:textId="77777777" w:rsidR="005C4E2B" w:rsidRPr="00775033" w:rsidRDefault="005C4E2B" w:rsidP="005C4E2B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256" w:type="dxa"/>
            <w:vMerge/>
            <w:tcBorders>
              <w:bottom w:val="single" w:sz="4" w:space="0" w:color="auto"/>
            </w:tcBorders>
            <w:vAlign w:val="center"/>
          </w:tcPr>
          <w:p w14:paraId="33A215BD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153" w:type="dxa"/>
            <w:vMerge/>
            <w:vAlign w:val="center"/>
          </w:tcPr>
          <w:p w14:paraId="6C28C09C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72720F6A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775033">
              <w:rPr>
                <w:rFonts w:cstheme="minorHAnsi"/>
                <w:sz w:val="20"/>
                <w:szCs w:val="20"/>
                <w:lang w:val="en-US"/>
              </w:rPr>
              <w:t>Klas</w:t>
            </w:r>
            <w:r>
              <w:rPr>
                <w:rFonts w:cstheme="minorHAnsi"/>
                <w:sz w:val="20"/>
                <w:szCs w:val="20"/>
                <w:lang w:val="en-US"/>
              </w:rPr>
              <w:t>y</w:t>
            </w:r>
            <w:proofErr w:type="spellEnd"/>
            <w:r>
              <w:rPr>
                <w:rFonts w:cstheme="minorHAnsi"/>
                <w:sz w:val="20"/>
                <w:szCs w:val="20"/>
                <w:lang w:val="en-US"/>
              </w:rPr>
              <w:t xml:space="preserve"> 4 - 6</w:t>
            </w:r>
          </w:p>
          <w:p w14:paraId="1CC64155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775033">
              <w:rPr>
                <w:rFonts w:cstheme="minorHAnsi"/>
                <w:sz w:val="20"/>
                <w:szCs w:val="20"/>
                <w:lang w:val="en-US"/>
              </w:rPr>
              <w:lastRenderedPageBreak/>
              <w:t xml:space="preserve">Grupa </w:t>
            </w:r>
            <w:r>
              <w:rPr>
                <w:rFonts w:cstheme="min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14:paraId="7CC51C0A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30D19462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775033">
              <w:rPr>
                <w:rFonts w:cstheme="minorHAnsi"/>
                <w:sz w:val="20"/>
                <w:szCs w:val="20"/>
                <w:lang w:val="en-US"/>
              </w:rPr>
              <w:t>Klas</w:t>
            </w:r>
            <w:r>
              <w:rPr>
                <w:rFonts w:cstheme="minorHAnsi"/>
                <w:sz w:val="20"/>
                <w:szCs w:val="20"/>
                <w:lang w:val="en-US"/>
              </w:rPr>
              <w:t>y</w:t>
            </w:r>
            <w:proofErr w:type="spellEnd"/>
            <w:r>
              <w:rPr>
                <w:rFonts w:cstheme="minorHAnsi"/>
                <w:sz w:val="20"/>
                <w:szCs w:val="20"/>
                <w:lang w:val="en-US"/>
              </w:rPr>
              <w:t xml:space="preserve"> 4 - 6</w:t>
            </w:r>
          </w:p>
          <w:p w14:paraId="73364B0A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775033">
              <w:rPr>
                <w:rFonts w:cstheme="minorHAnsi"/>
                <w:sz w:val="20"/>
                <w:szCs w:val="20"/>
                <w:lang w:val="en-US"/>
              </w:rPr>
              <w:lastRenderedPageBreak/>
              <w:t xml:space="preserve">Grupa </w:t>
            </w:r>
            <w:r>
              <w:rPr>
                <w:rFonts w:cstheme="min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1559" w:type="dxa"/>
            <w:vMerge/>
            <w:vAlign w:val="center"/>
          </w:tcPr>
          <w:p w14:paraId="04E9BDDD" w14:textId="77777777" w:rsidR="005C4E2B" w:rsidRPr="006529B9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14:paraId="16258B3F" w14:textId="77777777" w:rsidR="005C4E2B" w:rsidRPr="002C6F7B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43" w:type="dxa"/>
            <w:vMerge/>
          </w:tcPr>
          <w:p w14:paraId="395BC010" w14:textId="77777777" w:rsidR="005C4E2B" w:rsidRPr="002C6F7B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</w:tr>
      <w:tr w:rsidR="005C4E2B" w14:paraId="3EF0B092" w14:textId="77777777" w:rsidTr="007E781D">
        <w:trPr>
          <w:trHeight w:val="342"/>
        </w:trPr>
        <w:tc>
          <w:tcPr>
            <w:tcW w:w="562" w:type="dxa"/>
            <w:vMerge w:val="restart"/>
            <w:vAlign w:val="center"/>
          </w:tcPr>
          <w:p w14:paraId="351EE605" w14:textId="77777777" w:rsidR="005C4E2B" w:rsidRPr="00775033" w:rsidRDefault="005C4E2B" w:rsidP="005C4E2B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9.</w:t>
            </w:r>
          </w:p>
        </w:tc>
        <w:tc>
          <w:tcPr>
            <w:tcW w:w="2132" w:type="dxa"/>
            <w:vMerge w:val="restart"/>
            <w:vAlign w:val="center"/>
          </w:tcPr>
          <w:p w14:paraId="7D6B1213" w14:textId="77777777" w:rsidR="005C4E2B" w:rsidRPr="00775033" w:rsidRDefault="005C4E2B" w:rsidP="005C4E2B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  <w:r w:rsidRPr="003717F4">
              <w:rPr>
                <w:rFonts w:eastAsia="Calibri" w:cstheme="minorHAnsi"/>
                <w:b/>
                <w:sz w:val="20"/>
                <w:szCs w:val="20"/>
              </w:rPr>
              <w:t xml:space="preserve">Zadanie 6. </w:t>
            </w:r>
            <w:r w:rsidRPr="003717F4">
              <w:rPr>
                <w:rFonts w:eastAsia="Calibri" w:cstheme="minorHAnsi"/>
                <w:bCs/>
                <w:sz w:val="20"/>
                <w:szCs w:val="20"/>
              </w:rPr>
              <w:t>Rozwijanie zainteresowań poza edukacją formalną</w:t>
            </w:r>
          </w:p>
        </w:tc>
        <w:tc>
          <w:tcPr>
            <w:tcW w:w="1701" w:type="dxa"/>
            <w:vMerge w:val="restart"/>
            <w:vAlign w:val="center"/>
          </w:tcPr>
          <w:p w14:paraId="0FA14EF4" w14:textId="77777777" w:rsidR="005C4E2B" w:rsidRPr="00775033" w:rsidRDefault="005C4E2B" w:rsidP="005C4E2B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2D6E97">
              <w:rPr>
                <w:rFonts w:eastAsia="Calibri" w:cstheme="minorHAnsi"/>
                <w:i/>
                <w:iCs/>
                <w:sz w:val="20"/>
                <w:szCs w:val="20"/>
              </w:rPr>
              <w:t xml:space="preserve">Warsztaty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artystyczne</w:t>
            </w:r>
          </w:p>
        </w:tc>
        <w:tc>
          <w:tcPr>
            <w:tcW w:w="1256" w:type="dxa"/>
            <w:tcBorders>
              <w:top w:val="single" w:sz="4" w:space="0" w:color="auto"/>
            </w:tcBorders>
            <w:vAlign w:val="center"/>
          </w:tcPr>
          <w:p w14:paraId="3A5E976B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1153" w:type="dxa"/>
            <w:vMerge w:val="restart"/>
            <w:vAlign w:val="center"/>
          </w:tcPr>
          <w:p w14:paraId="59E3C73A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46</w:t>
            </w:r>
          </w:p>
        </w:tc>
        <w:tc>
          <w:tcPr>
            <w:tcW w:w="1276" w:type="dxa"/>
            <w:vAlign w:val="center"/>
          </w:tcPr>
          <w:p w14:paraId="125ED05E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1276" w:type="dxa"/>
            <w:vMerge w:val="restart"/>
            <w:vAlign w:val="center"/>
          </w:tcPr>
          <w:p w14:paraId="5A6C66E3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52</w:t>
            </w:r>
          </w:p>
        </w:tc>
        <w:tc>
          <w:tcPr>
            <w:tcW w:w="1276" w:type="dxa"/>
            <w:vAlign w:val="center"/>
          </w:tcPr>
          <w:p w14:paraId="0BB3E9E9" w14:textId="77777777" w:rsidR="005C4E2B" w:rsidRPr="00775033" w:rsidRDefault="005C4E2B" w:rsidP="005C4E2B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vMerge w:val="restart"/>
            <w:vAlign w:val="center"/>
          </w:tcPr>
          <w:p w14:paraId="10214226" w14:textId="77777777" w:rsidR="005C4E2B" w:rsidRPr="006529B9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52</w:t>
            </w:r>
          </w:p>
        </w:tc>
        <w:tc>
          <w:tcPr>
            <w:tcW w:w="1843" w:type="dxa"/>
            <w:vMerge w:val="restart"/>
            <w:vAlign w:val="center"/>
          </w:tcPr>
          <w:p w14:paraId="66F36F9D" w14:textId="77777777" w:rsidR="005C4E2B" w:rsidRPr="002C6F7B" w:rsidRDefault="005C4E2B" w:rsidP="005C4E2B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2C6F7B">
              <w:rPr>
                <w:rFonts w:cstheme="minorHAnsi"/>
                <w:lang w:val="en-US"/>
              </w:rPr>
              <w:t xml:space="preserve">Magdalena </w:t>
            </w:r>
            <w:proofErr w:type="spellStart"/>
            <w:r w:rsidRPr="002C6F7B">
              <w:rPr>
                <w:rFonts w:cstheme="minorHAnsi"/>
                <w:lang w:val="en-US"/>
              </w:rPr>
              <w:t>Strzemiecka</w:t>
            </w:r>
            <w:proofErr w:type="spellEnd"/>
          </w:p>
        </w:tc>
        <w:sdt>
          <w:sdtPr>
            <w:rPr>
              <w:rFonts w:eastAsia="Calibri" w:cstheme="minorHAnsi"/>
              <w:sz w:val="72"/>
              <w:szCs w:val="72"/>
            </w:rPr>
            <w:id w:val="6161868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43" w:type="dxa"/>
                <w:vMerge w:val="restart"/>
              </w:tcPr>
              <w:p w14:paraId="240DC2A3" w14:textId="19BEFDD8" w:rsidR="005C4E2B" w:rsidRPr="002C6F7B" w:rsidRDefault="005C4E2B" w:rsidP="005C4E2B">
                <w:pPr>
                  <w:widowControl w:val="0"/>
                  <w:jc w:val="center"/>
                  <w:rPr>
                    <w:rFonts w:cstheme="minorHAnsi"/>
                    <w:lang w:val="en-US"/>
                  </w:rPr>
                </w:pPr>
                <w:r>
                  <w:rPr>
                    <w:rFonts w:ascii="MS Gothic" w:eastAsia="MS Gothic" w:hAnsi="MS Gothic" w:cstheme="minorHAnsi" w:hint="eastAsia"/>
                    <w:sz w:val="72"/>
                    <w:szCs w:val="72"/>
                    <w:lang w:val="en-US"/>
                  </w:rPr>
                  <w:t>☐</w:t>
                </w:r>
              </w:p>
            </w:tc>
          </w:sdtContent>
        </w:sdt>
      </w:tr>
      <w:tr w:rsidR="005C4E2B" w14:paraId="70EAB077" w14:textId="77777777" w:rsidTr="005C4E2B">
        <w:trPr>
          <w:trHeight w:val="560"/>
        </w:trPr>
        <w:tc>
          <w:tcPr>
            <w:tcW w:w="562" w:type="dxa"/>
            <w:vMerge/>
          </w:tcPr>
          <w:p w14:paraId="32B2A436" w14:textId="77777777" w:rsidR="005C4E2B" w:rsidRPr="00775033" w:rsidRDefault="005C4E2B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0A5276EC" w14:textId="77777777" w:rsidR="005C4E2B" w:rsidRPr="00775033" w:rsidRDefault="005C4E2B" w:rsidP="00BB0124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18A90445" w14:textId="77777777" w:rsidR="005C4E2B" w:rsidRPr="00775033" w:rsidRDefault="005C4E2B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577F3" w14:textId="77777777" w:rsidR="005C4E2B" w:rsidRPr="002C6F7B" w:rsidRDefault="005C4E2B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2C6F7B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 w:rsidRPr="002C6F7B">
              <w:rPr>
                <w:rFonts w:cstheme="minorHAnsi"/>
                <w:sz w:val="20"/>
                <w:szCs w:val="20"/>
                <w:lang w:val="en-US"/>
              </w:rPr>
              <w:t xml:space="preserve"> 1-3</w:t>
            </w:r>
          </w:p>
          <w:p w14:paraId="7DA7778C" w14:textId="77777777" w:rsidR="005C4E2B" w:rsidRPr="002C6F7B" w:rsidRDefault="005C4E2B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C6F7B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153" w:type="dxa"/>
            <w:vMerge/>
            <w:vAlign w:val="center"/>
          </w:tcPr>
          <w:p w14:paraId="1CA220A2" w14:textId="77777777" w:rsidR="005C4E2B" w:rsidRPr="002C6F7B" w:rsidRDefault="005C4E2B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12CABA8D" w14:textId="77777777" w:rsidR="005C4E2B" w:rsidRPr="002C6F7B" w:rsidRDefault="005C4E2B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2C6F7B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 w:rsidRPr="002C6F7B">
              <w:rPr>
                <w:rFonts w:cstheme="minorHAnsi"/>
                <w:sz w:val="20"/>
                <w:szCs w:val="20"/>
                <w:lang w:val="en-US"/>
              </w:rPr>
              <w:t xml:space="preserve"> 1-3</w:t>
            </w:r>
          </w:p>
          <w:p w14:paraId="06636295" w14:textId="77777777" w:rsidR="005C4E2B" w:rsidRPr="002C6F7B" w:rsidRDefault="005C4E2B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C6F7B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276" w:type="dxa"/>
            <w:vMerge/>
            <w:vAlign w:val="center"/>
          </w:tcPr>
          <w:p w14:paraId="2DC999D0" w14:textId="77777777" w:rsidR="005C4E2B" w:rsidRPr="002C6F7B" w:rsidRDefault="005C4E2B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2A1E966F" w14:textId="77777777" w:rsidR="005C4E2B" w:rsidRPr="002C6F7B" w:rsidRDefault="005C4E2B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2C6F7B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 w:rsidRPr="002C6F7B">
              <w:rPr>
                <w:rFonts w:cstheme="minorHAnsi"/>
                <w:sz w:val="20"/>
                <w:szCs w:val="20"/>
                <w:lang w:val="en-US"/>
              </w:rPr>
              <w:t xml:space="preserve"> 1-3</w:t>
            </w:r>
          </w:p>
          <w:p w14:paraId="727DD9F1" w14:textId="77777777" w:rsidR="005C4E2B" w:rsidRPr="002C6F7B" w:rsidRDefault="005C4E2B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C6F7B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559" w:type="dxa"/>
            <w:vMerge/>
            <w:vAlign w:val="center"/>
          </w:tcPr>
          <w:p w14:paraId="611EE68A" w14:textId="77777777" w:rsidR="005C4E2B" w:rsidRPr="006529B9" w:rsidRDefault="005C4E2B" w:rsidP="00BB0124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14:paraId="797F1CDD" w14:textId="77777777" w:rsidR="005C4E2B" w:rsidRPr="006529B9" w:rsidRDefault="005C4E2B" w:rsidP="00BB0124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43" w:type="dxa"/>
            <w:vMerge/>
          </w:tcPr>
          <w:p w14:paraId="1C83373C" w14:textId="77777777" w:rsidR="005C4E2B" w:rsidRPr="006529B9" w:rsidRDefault="005C4E2B" w:rsidP="00BB0124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</w:tr>
    </w:tbl>
    <w:p w14:paraId="61C8C90F" w14:textId="77777777" w:rsidR="00376637" w:rsidRDefault="00376637" w:rsidP="00376637"/>
    <w:sectPr w:rsidR="00376637" w:rsidSect="008E6B00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68AB2" w14:textId="77777777" w:rsidR="008E6B00" w:rsidRDefault="008E6B00" w:rsidP="001E48D8">
      <w:pPr>
        <w:spacing w:after="0" w:line="240" w:lineRule="auto"/>
      </w:pPr>
      <w:r>
        <w:separator/>
      </w:r>
    </w:p>
  </w:endnote>
  <w:endnote w:type="continuationSeparator" w:id="0">
    <w:p w14:paraId="5827C4F3" w14:textId="77777777" w:rsidR="008E6B00" w:rsidRDefault="008E6B00" w:rsidP="001E4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2B667" w14:textId="77777777" w:rsidR="001E48D8" w:rsidRDefault="00935821" w:rsidP="001E48D8">
    <w:pPr>
      <w:pStyle w:val="Stopka"/>
    </w:pPr>
    <w:r>
      <w:rPr>
        <w:noProof/>
        <w:lang w:eastAsia="pl-PL"/>
      </w:rPr>
      <w:drawing>
        <wp:inline distT="0" distB="0" distL="0" distR="0" wp14:anchorId="730C3924" wp14:editId="36F91D34">
          <wp:extent cx="5760720" cy="582074"/>
          <wp:effectExtent l="0" t="0" r="0" b="8890"/>
          <wp:docPr id="387421357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7421357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82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F40D61" w14:textId="77777777" w:rsidR="008E6B00" w:rsidRDefault="008E6B00" w:rsidP="001E48D8">
      <w:pPr>
        <w:spacing w:after="0" w:line="240" w:lineRule="auto"/>
      </w:pPr>
      <w:r>
        <w:separator/>
      </w:r>
    </w:p>
  </w:footnote>
  <w:footnote w:type="continuationSeparator" w:id="0">
    <w:p w14:paraId="64DEA2A4" w14:textId="77777777" w:rsidR="008E6B00" w:rsidRDefault="008E6B00" w:rsidP="001E4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8715E" w14:textId="77777777" w:rsidR="001E48D8" w:rsidRDefault="00935821" w:rsidP="001E48D8">
    <w:pPr>
      <w:pStyle w:val="Nagwek"/>
      <w:ind w:left="-567"/>
    </w:pPr>
    <w:r>
      <w:rPr>
        <w:noProof/>
      </w:rPr>
      <w:drawing>
        <wp:inline distT="0" distB="0" distL="0" distR="0" wp14:anchorId="793F5A58" wp14:editId="0E79D5D0">
          <wp:extent cx="6162853" cy="664162"/>
          <wp:effectExtent l="0" t="0" r="0" b="3175"/>
          <wp:docPr id="7524671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3218" cy="665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B00"/>
    <w:rsid w:val="0013595F"/>
    <w:rsid w:val="001E48D8"/>
    <w:rsid w:val="00376637"/>
    <w:rsid w:val="004A239E"/>
    <w:rsid w:val="004B0765"/>
    <w:rsid w:val="005C4E2B"/>
    <w:rsid w:val="0075189E"/>
    <w:rsid w:val="00836AC0"/>
    <w:rsid w:val="00871D90"/>
    <w:rsid w:val="00872C1C"/>
    <w:rsid w:val="008E6B00"/>
    <w:rsid w:val="0093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4938E2"/>
  <w15:chartTrackingRefBased/>
  <w15:docId w15:val="{40FD82FF-3CBA-429C-AE65-CBB4564C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6637"/>
  </w:style>
  <w:style w:type="paragraph" w:styleId="Nagwek1">
    <w:name w:val="heading 1"/>
    <w:basedOn w:val="Normalny"/>
    <w:next w:val="Normalny"/>
    <w:link w:val="Nagwek1Znak"/>
    <w:uiPriority w:val="9"/>
    <w:qFormat/>
    <w:rsid w:val="001E48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E48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E48D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48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48D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48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48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48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48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48D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E48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E48D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E48D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48D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48D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E48D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48D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E48D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E48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E48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48D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E48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E48D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E48D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E48D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E48D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E48D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E48D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E48D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E4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48D8"/>
  </w:style>
  <w:style w:type="paragraph" w:styleId="Stopka">
    <w:name w:val="footer"/>
    <w:basedOn w:val="Normalny"/>
    <w:link w:val="StopkaZnak"/>
    <w:uiPriority w:val="99"/>
    <w:unhideWhenUsed/>
    <w:rsid w:val="001E4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48D8"/>
  </w:style>
  <w:style w:type="table" w:styleId="Tabela-Siatka">
    <w:name w:val="Table Grid"/>
    <w:basedOn w:val="Standardowy"/>
    <w:uiPriority w:val="59"/>
    <w:rsid w:val="005C4E2B"/>
    <w:pPr>
      <w:suppressAutoHyphens/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obolewski\Documents\Niestandardowe%20szablony%20pakietu%20Office\szablon_papier_MOF_MCZ_MON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szablon_papier_MOF_MCZ_MONO</Template>
  <TotalTime>1</TotalTime>
  <Pages>3</Pages>
  <Words>397</Words>
  <Characters>2384</Characters>
  <Application>Microsoft Office Word</Application>
  <DocSecurity>0</DocSecurity>
  <Lines>19</Lines>
  <Paragraphs>5</Paragraphs>
  <ScaleCrop>false</ScaleCrop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dsobolewski</dc:creator>
  <cp:keywords/>
  <dc:description/>
  <cp:lastModifiedBy>Daniel Sobolewski</cp:lastModifiedBy>
  <cp:revision>2</cp:revision>
  <cp:lastPrinted>2025-10-06T10:09:00Z</cp:lastPrinted>
  <dcterms:created xsi:type="dcterms:W3CDTF">2025-10-20T12:12:00Z</dcterms:created>
  <dcterms:modified xsi:type="dcterms:W3CDTF">2025-10-20T12:12:00Z</dcterms:modified>
</cp:coreProperties>
</file>