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E455A" w14:textId="77777777" w:rsidR="00A61B1A" w:rsidRPr="00203300" w:rsidRDefault="00A61B1A" w:rsidP="00A61B1A">
      <w:pPr>
        <w:spacing w:after="0"/>
        <w:jc w:val="right"/>
      </w:pPr>
      <w:r w:rsidRPr="00203300">
        <w:t xml:space="preserve">Załącznik nr </w:t>
      </w:r>
      <w:r>
        <w:t>7</w:t>
      </w:r>
    </w:p>
    <w:p w14:paraId="40477519" w14:textId="77777777" w:rsidR="00A61B1A" w:rsidRDefault="00A61B1A" w:rsidP="00A61B1A">
      <w:pPr>
        <w:jc w:val="right"/>
      </w:pPr>
      <w:r w:rsidRPr="00203300">
        <w:t xml:space="preserve"> do Regulaminu rekrutacji i uczestnictwa w projekcie</w:t>
      </w:r>
    </w:p>
    <w:tbl>
      <w:tblPr>
        <w:tblStyle w:val="Tabela-Siatka"/>
        <w:tblW w:w="150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1417"/>
        <w:gridCol w:w="1276"/>
        <w:gridCol w:w="1134"/>
        <w:gridCol w:w="1276"/>
        <w:gridCol w:w="1417"/>
        <w:gridCol w:w="1418"/>
        <w:gridCol w:w="1275"/>
        <w:gridCol w:w="1560"/>
        <w:gridCol w:w="1558"/>
      </w:tblGrid>
      <w:tr w:rsidR="00A61B1A" w14:paraId="092C5496" w14:textId="77777777" w:rsidTr="00BB0124">
        <w:trPr>
          <w:trHeight w:val="1039"/>
        </w:trPr>
        <w:tc>
          <w:tcPr>
            <w:tcW w:w="562" w:type="dxa"/>
            <w:vMerge w:val="restart"/>
          </w:tcPr>
          <w:p w14:paraId="4DC670A1" w14:textId="77777777" w:rsidR="00A61B1A" w:rsidRPr="00223890" w:rsidRDefault="00A61B1A" w:rsidP="00BB0124">
            <w:pPr>
              <w:widowControl w:val="0"/>
              <w:rPr>
                <w:rFonts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132" w:type="dxa"/>
            <w:vMerge w:val="restart"/>
          </w:tcPr>
          <w:p w14:paraId="50DBBA96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Rodzaj wsparcia</w:t>
            </w:r>
          </w:p>
        </w:tc>
        <w:tc>
          <w:tcPr>
            <w:tcW w:w="1417" w:type="dxa"/>
            <w:vMerge w:val="restart"/>
          </w:tcPr>
          <w:p w14:paraId="1891EE20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Nazwa zajęć</w:t>
            </w:r>
          </w:p>
        </w:tc>
        <w:tc>
          <w:tcPr>
            <w:tcW w:w="1276" w:type="dxa"/>
          </w:tcPr>
          <w:p w14:paraId="31690F1A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Liczba uczniów na zajęcia w roku szkolnym 25/26</w:t>
            </w:r>
          </w:p>
        </w:tc>
        <w:tc>
          <w:tcPr>
            <w:tcW w:w="1134" w:type="dxa"/>
            <w:vMerge w:val="restart"/>
          </w:tcPr>
          <w:p w14:paraId="26752B3E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Liczba godzin w roku szkolnym 25/26</w:t>
            </w:r>
          </w:p>
          <w:p w14:paraId="7808B858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950B79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Liczba uczniów na zajęcia w roku szkolnym 26/27</w:t>
            </w:r>
          </w:p>
        </w:tc>
        <w:tc>
          <w:tcPr>
            <w:tcW w:w="1417" w:type="dxa"/>
            <w:vMerge w:val="restart"/>
          </w:tcPr>
          <w:p w14:paraId="4DE5CC0A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Liczba godzin w roku szkolnym 26/27</w:t>
            </w:r>
          </w:p>
          <w:p w14:paraId="03D1867C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2102BD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Liczba uczniów na zajęcia w roku szkolnym 27/28</w:t>
            </w:r>
          </w:p>
          <w:p w14:paraId="4572CF45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60867643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Liczba godzin w roku szkolnym 27/28</w:t>
            </w:r>
          </w:p>
        </w:tc>
        <w:tc>
          <w:tcPr>
            <w:tcW w:w="1560" w:type="dxa"/>
            <w:vMerge w:val="restart"/>
          </w:tcPr>
          <w:p w14:paraId="2173CD45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Nauczyciel prowadzący</w:t>
            </w:r>
          </w:p>
        </w:tc>
        <w:tc>
          <w:tcPr>
            <w:tcW w:w="1558" w:type="dxa"/>
            <w:vMerge w:val="restart"/>
          </w:tcPr>
          <w:p w14:paraId="72969D3D" w14:textId="77777777" w:rsidR="00A61B1A" w:rsidRDefault="00A61B1A" w:rsidP="00BB0124">
            <w:pPr>
              <w:widowControl w:val="0"/>
              <w:jc w:val="center"/>
              <w:rPr>
                <w:rFonts w:eastAsia="Calibri" w:cstheme="minorHAnsi"/>
                <w:bCs/>
                <w:color w:val="EE0000"/>
                <w:sz w:val="20"/>
                <w:szCs w:val="20"/>
              </w:rPr>
            </w:pPr>
            <w:r w:rsidRPr="00223890">
              <w:rPr>
                <w:rFonts w:eastAsia="Calibri" w:cstheme="minorHAnsi"/>
                <w:bCs/>
                <w:color w:val="EE0000"/>
                <w:sz w:val="20"/>
                <w:szCs w:val="20"/>
              </w:rPr>
              <w:t>Wypełnia opiekun prawny Ucznia poprzez wstawienie znaku X przy preferowanych zajęciach (można zaznaczyć więcej niż jeden rodzaj wsparcia)</w:t>
            </w:r>
          </w:p>
          <w:p w14:paraId="171B30D0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A61B1A" w14:paraId="4E86DE50" w14:textId="77777777" w:rsidTr="00BB0124">
        <w:trPr>
          <w:trHeight w:val="280"/>
        </w:trPr>
        <w:tc>
          <w:tcPr>
            <w:tcW w:w="562" w:type="dxa"/>
            <w:vMerge/>
          </w:tcPr>
          <w:p w14:paraId="04B5BABD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4AC999A2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317C5CD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0C1D2B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Klasy / grupy</w:t>
            </w:r>
          </w:p>
        </w:tc>
        <w:tc>
          <w:tcPr>
            <w:tcW w:w="1134" w:type="dxa"/>
            <w:vMerge/>
          </w:tcPr>
          <w:p w14:paraId="15C7D058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906BA7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Klasy / grupy</w:t>
            </w:r>
          </w:p>
        </w:tc>
        <w:tc>
          <w:tcPr>
            <w:tcW w:w="1417" w:type="dxa"/>
            <w:vMerge/>
          </w:tcPr>
          <w:p w14:paraId="187EBB8A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ED56C1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Klasy / grupy</w:t>
            </w:r>
          </w:p>
        </w:tc>
        <w:tc>
          <w:tcPr>
            <w:tcW w:w="1275" w:type="dxa"/>
            <w:vMerge/>
          </w:tcPr>
          <w:p w14:paraId="3C25F7BD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179DEE65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20CF5F47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61B1A" w14:paraId="3F4580CA" w14:textId="77777777" w:rsidTr="00BB0124">
        <w:trPr>
          <w:trHeight w:val="396"/>
        </w:trPr>
        <w:tc>
          <w:tcPr>
            <w:tcW w:w="562" w:type="dxa"/>
            <w:vMerge w:val="restart"/>
          </w:tcPr>
          <w:p w14:paraId="270B93C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1.</w:t>
            </w:r>
          </w:p>
        </w:tc>
        <w:tc>
          <w:tcPr>
            <w:tcW w:w="2132" w:type="dxa"/>
            <w:vMerge w:val="restart"/>
          </w:tcPr>
          <w:p w14:paraId="0230342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Zadanie 1.</w:t>
            </w:r>
            <w:r w:rsidRPr="00223890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</w:t>
            </w:r>
          </w:p>
        </w:tc>
        <w:tc>
          <w:tcPr>
            <w:tcW w:w="1417" w:type="dxa"/>
            <w:vMerge w:val="restart"/>
            <w:vAlign w:val="center"/>
          </w:tcPr>
          <w:p w14:paraId="0E4D51E7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sz w:val="20"/>
                <w:szCs w:val="20"/>
              </w:rPr>
              <w:t>„W zdrowym ciele, zdrowy duch” zabawy z piłką nożną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74BB1F5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  <w:vMerge w:val="restart"/>
            <w:vAlign w:val="center"/>
          </w:tcPr>
          <w:p w14:paraId="3DF6E6D6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14:paraId="4402699F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vMerge w:val="restart"/>
            <w:vAlign w:val="center"/>
          </w:tcPr>
          <w:p w14:paraId="2B9AD659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60</w:t>
            </w:r>
          </w:p>
        </w:tc>
        <w:tc>
          <w:tcPr>
            <w:tcW w:w="1418" w:type="dxa"/>
            <w:vAlign w:val="center"/>
          </w:tcPr>
          <w:p w14:paraId="6E1DE926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vMerge w:val="restart"/>
            <w:vAlign w:val="center"/>
          </w:tcPr>
          <w:p w14:paraId="0C864853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60</w:t>
            </w:r>
          </w:p>
        </w:tc>
        <w:tc>
          <w:tcPr>
            <w:tcW w:w="1560" w:type="dxa"/>
            <w:vMerge w:val="restart"/>
            <w:vAlign w:val="center"/>
          </w:tcPr>
          <w:p w14:paraId="169152D3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 xml:space="preserve">Dariusz </w:t>
            </w:r>
            <w:proofErr w:type="spellStart"/>
            <w:r w:rsidRPr="00223890">
              <w:rPr>
                <w:rFonts w:eastAsia="Calibri" w:cstheme="minorHAnsi"/>
                <w:sz w:val="20"/>
                <w:szCs w:val="20"/>
              </w:rPr>
              <w:t>Koban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354008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602324BE" w14:textId="766D9BF3" w:rsidR="00A61B1A" w:rsidRPr="00223890" w:rsidRDefault="00A61B1A" w:rsidP="00A61B1A">
                <w:pPr>
                  <w:widowControl w:val="0"/>
                  <w:jc w:val="center"/>
                  <w:rPr>
                    <w:rFonts w:eastAsia="Calibri"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12DBE013" w14:textId="77777777" w:rsidTr="00BB0124">
        <w:trPr>
          <w:trHeight w:val="396"/>
        </w:trPr>
        <w:tc>
          <w:tcPr>
            <w:tcW w:w="562" w:type="dxa"/>
            <w:vMerge/>
          </w:tcPr>
          <w:p w14:paraId="686A9135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5B51979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4304C1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E349CC" w14:textId="77777777" w:rsidR="00A61B1A" w:rsidRPr="00AA0166" w:rsidRDefault="00A61B1A" w:rsidP="00A61B1A">
            <w:pPr>
              <w:widowControl w:val="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AA016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Klasy 1-3 </w:t>
            </w:r>
          </w:p>
          <w:p w14:paraId="4992E93B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240A5946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C0F87EE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sz w:val="20"/>
                <w:szCs w:val="20"/>
              </w:rPr>
              <w:t>Klasy 1-3 Grupa 1</w:t>
            </w:r>
          </w:p>
        </w:tc>
        <w:tc>
          <w:tcPr>
            <w:tcW w:w="1417" w:type="dxa"/>
            <w:vMerge/>
            <w:vAlign w:val="center"/>
          </w:tcPr>
          <w:p w14:paraId="3ADE8376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5662315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sz w:val="20"/>
                <w:szCs w:val="20"/>
              </w:rPr>
              <w:t>Klasy 1-3 Grupa 1</w:t>
            </w:r>
          </w:p>
        </w:tc>
        <w:tc>
          <w:tcPr>
            <w:tcW w:w="1275" w:type="dxa"/>
            <w:vMerge/>
            <w:vAlign w:val="center"/>
          </w:tcPr>
          <w:p w14:paraId="3A5C8E9B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BD7B012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6C8A5B42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61B1A" w14:paraId="1F575C84" w14:textId="77777777" w:rsidTr="00BB0124">
        <w:trPr>
          <w:trHeight w:val="360"/>
        </w:trPr>
        <w:tc>
          <w:tcPr>
            <w:tcW w:w="562" w:type="dxa"/>
            <w:vMerge/>
          </w:tcPr>
          <w:p w14:paraId="182FFE5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43DF7E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85B07C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746D229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  <w:vMerge w:val="restart"/>
            <w:vAlign w:val="center"/>
          </w:tcPr>
          <w:p w14:paraId="32F93973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14:paraId="1E1DC05B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vMerge w:val="restart"/>
            <w:vAlign w:val="center"/>
          </w:tcPr>
          <w:p w14:paraId="766912C9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60</w:t>
            </w:r>
          </w:p>
        </w:tc>
        <w:tc>
          <w:tcPr>
            <w:tcW w:w="1418" w:type="dxa"/>
            <w:vAlign w:val="center"/>
          </w:tcPr>
          <w:p w14:paraId="38029DE9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vMerge w:val="restart"/>
            <w:vAlign w:val="center"/>
          </w:tcPr>
          <w:p w14:paraId="5770B4E8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60</w:t>
            </w:r>
          </w:p>
        </w:tc>
        <w:tc>
          <w:tcPr>
            <w:tcW w:w="1560" w:type="dxa"/>
            <w:vMerge/>
            <w:vAlign w:val="center"/>
          </w:tcPr>
          <w:p w14:paraId="19D90A24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-1080835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3666C319" w14:textId="7E5DF9AD" w:rsidR="00A61B1A" w:rsidRPr="00223890" w:rsidRDefault="00A61B1A" w:rsidP="00A61B1A">
                <w:pPr>
                  <w:widowControl w:val="0"/>
                  <w:jc w:val="center"/>
                  <w:rPr>
                    <w:rFonts w:eastAsia="Calibri"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18D32C51" w14:textId="77777777" w:rsidTr="00BB0124">
        <w:trPr>
          <w:trHeight w:val="36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58503E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0AF3877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3BA1A6D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8A7D8B" w14:textId="77777777" w:rsidR="00A61B1A" w:rsidRPr="00AA0166" w:rsidRDefault="00A61B1A" w:rsidP="00A61B1A">
            <w:pPr>
              <w:widowControl w:val="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AA0166">
              <w:rPr>
                <w:rFonts w:eastAsia="Calibri" w:cstheme="minorHAnsi"/>
                <w:b/>
                <w:bCs/>
                <w:sz w:val="20"/>
                <w:szCs w:val="20"/>
              </w:rPr>
              <w:t>Klasy 4-8</w:t>
            </w:r>
          </w:p>
          <w:p w14:paraId="32FF0581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Grupa 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7C82EEB1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0BEB6B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Klasy 4-8</w:t>
            </w:r>
          </w:p>
          <w:p w14:paraId="52535018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Grupa 2</w:t>
            </w:r>
          </w:p>
        </w:tc>
        <w:tc>
          <w:tcPr>
            <w:tcW w:w="1417" w:type="dxa"/>
            <w:vMerge/>
            <w:vAlign w:val="center"/>
          </w:tcPr>
          <w:p w14:paraId="61349BF5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4FEDC8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Klasy 4-8</w:t>
            </w:r>
          </w:p>
          <w:p w14:paraId="2761DB16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Grupa 2</w:t>
            </w:r>
          </w:p>
        </w:tc>
        <w:tc>
          <w:tcPr>
            <w:tcW w:w="1275" w:type="dxa"/>
            <w:vMerge/>
            <w:vAlign w:val="center"/>
          </w:tcPr>
          <w:p w14:paraId="701EB521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517A088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567670D3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61B1A" w14:paraId="0F622623" w14:textId="77777777" w:rsidTr="00BB0124">
        <w:trPr>
          <w:trHeight w:val="94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7857D4D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5C8D763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Zadanie 1.</w:t>
            </w:r>
            <w:r w:rsidRPr="00223890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39FD7067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sz w:val="20"/>
                <w:szCs w:val="20"/>
              </w:rPr>
              <w:t>Joga i trening uważności dla dzieci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DF76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5A984DE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FF0A46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6DE0D4D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vAlign w:val="center"/>
          </w:tcPr>
          <w:p w14:paraId="6551535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14:paraId="7BF7A69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66BEFB9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Aleksandra Biela -</w:t>
            </w: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Świecka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-327204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47C5EEAC" w14:textId="7BC99B97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0DA12B35" w14:textId="77777777" w:rsidTr="00BB0124">
        <w:trPr>
          <w:trHeight w:val="859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435DC48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7F49A1F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46D79E0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5706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– 3</w:t>
            </w:r>
          </w:p>
          <w:p w14:paraId="0F4598F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7C0A70D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797763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– 3</w:t>
            </w:r>
          </w:p>
          <w:p w14:paraId="489E155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73A54E6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7BE585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14:paraId="4C4F794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vMerge/>
            <w:vAlign w:val="center"/>
          </w:tcPr>
          <w:p w14:paraId="1FECDF8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</w:tcPr>
          <w:p w14:paraId="5D47269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61B1A" w14:paraId="6091E1FA" w14:textId="77777777" w:rsidTr="00BB0124">
        <w:trPr>
          <w:trHeight w:val="94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7B033F6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3.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46A3761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Zadanie 1.</w:t>
            </w:r>
            <w:r w:rsidRPr="00223890">
              <w:rPr>
                <w:rFonts w:eastAsia="Calibri" w:cstheme="minorHAnsi"/>
                <w:sz w:val="20"/>
                <w:szCs w:val="20"/>
              </w:rPr>
              <w:t xml:space="preserve"> Zajęcia społeczno-wychowawcze, w tym </w:t>
            </w:r>
            <w:r w:rsidRPr="00223890">
              <w:rPr>
                <w:rFonts w:eastAsia="Calibri" w:cstheme="minorHAnsi"/>
                <w:sz w:val="20"/>
                <w:szCs w:val="20"/>
              </w:rPr>
              <w:lastRenderedPageBreak/>
              <w:t>podnoszące świadomość w zakresie zdrowego trybu życia i aktywności fizycznej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07F6CC0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sz w:val="20"/>
                <w:szCs w:val="20"/>
              </w:rPr>
              <w:lastRenderedPageBreak/>
              <w:t>Joga i trening uważności dla dzieci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E7A7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3AAE0BF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20DD48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27A00C8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vAlign w:val="center"/>
          </w:tcPr>
          <w:p w14:paraId="420E433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14:paraId="383514C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676A1B6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Małgorzata Czerwińska - </w:t>
            </w: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Sienkowska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12967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6CAA692D" w14:textId="6F7BAE01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1863E9C6" w14:textId="77777777" w:rsidTr="00BB0124">
        <w:trPr>
          <w:trHeight w:val="87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57970CC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58D15F9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734E14E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3C57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– 3</w:t>
            </w:r>
          </w:p>
          <w:p w14:paraId="7B3B5C3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2F4E939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80AC0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– 3</w:t>
            </w:r>
          </w:p>
          <w:p w14:paraId="075517F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417" w:type="dxa"/>
            <w:vMerge/>
          </w:tcPr>
          <w:p w14:paraId="66840211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15022A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</w:tcPr>
          <w:p w14:paraId="2A4DA69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vMerge/>
          </w:tcPr>
          <w:p w14:paraId="7FFD1E42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</w:tcPr>
          <w:p w14:paraId="2C7ED2A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61B1A" w14:paraId="72960DF2" w14:textId="77777777" w:rsidTr="00BB0124">
        <w:trPr>
          <w:trHeight w:val="810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4C0BFEA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0334856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Zadanie 1.</w:t>
            </w:r>
            <w:r w:rsidRPr="00223890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</w:t>
            </w:r>
          </w:p>
          <w:p w14:paraId="10EEF0F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399E7205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Piłka w grze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90F3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3B18C1C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FCF26F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14:paraId="0915CD1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120</w:t>
            </w:r>
          </w:p>
        </w:tc>
        <w:tc>
          <w:tcPr>
            <w:tcW w:w="1418" w:type="dxa"/>
            <w:vAlign w:val="center"/>
          </w:tcPr>
          <w:p w14:paraId="246A71A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5" w:type="dxa"/>
            <w:vMerge w:val="restart"/>
            <w:vAlign w:val="center"/>
          </w:tcPr>
          <w:p w14:paraId="2297F72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120</w:t>
            </w:r>
          </w:p>
        </w:tc>
        <w:tc>
          <w:tcPr>
            <w:tcW w:w="1560" w:type="dxa"/>
            <w:vMerge w:val="restart"/>
            <w:vAlign w:val="center"/>
          </w:tcPr>
          <w:p w14:paraId="3AF07B7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Adam Bojko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308474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36BC5859" w14:textId="60E74AAE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3AF13A8B" w14:textId="77777777" w:rsidTr="00BB0124">
        <w:trPr>
          <w:trHeight w:val="81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1A1DEE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39F1CDB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0C6CBD7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E66E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37AFC8B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6DB347C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1D490F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22C9B26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2ECD6053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7F51A4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30FD221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7A122E43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2685B2FB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</w:tcPr>
          <w:p w14:paraId="72301DB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61B1A" w14:paraId="2A96F32F" w14:textId="77777777" w:rsidTr="00BB0124">
        <w:trPr>
          <w:trHeight w:val="810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535FB58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5.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19C4878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Zadanie 1.</w:t>
            </w:r>
            <w:r w:rsidRPr="00223890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</w:t>
            </w:r>
          </w:p>
          <w:p w14:paraId="23907E25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7944101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sz w:val="20"/>
                <w:szCs w:val="20"/>
              </w:rPr>
              <w:t>Teraz MY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9C9C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352E8A2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5777A4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  <w:vMerge w:val="restart"/>
            <w:vAlign w:val="center"/>
          </w:tcPr>
          <w:p w14:paraId="639AA36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vAlign w:val="center"/>
          </w:tcPr>
          <w:p w14:paraId="3E7C57D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25</w:t>
            </w:r>
          </w:p>
        </w:tc>
        <w:tc>
          <w:tcPr>
            <w:tcW w:w="1275" w:type="dxa"/>
            <w:vMerge w:val="restart"/>
            <w:vAlign w:val="center"/>
          </w:tcPr>
          <w:p w14:paraId="4342219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5B0F022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Teresa Flisikowska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213308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69D1A43F" w14:textId="4D05E90B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50BBB261" w14:textId="77777777" w:rsidTr="00BB0124">
        <w:trPr>
          <w:trHeight w:val="953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BFC13E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1095AB1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58D06CB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8660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1 - 8</w:t>
            </w:r>
          </w:p>
          <w:p w14:paraId="449EEC7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1FE172F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704EF6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1 - 8</w:t>
            </w:r>
          </w:p>
          <w:p w14:paraId="03615C0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49141398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24077A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1 - 8</w:t>
            </w:r>
          </w:p>
          <w:p w14:paraId="1E3AF57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56E6DD98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71CFFF7C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</w:tcPr>
          <w:p w14:paraId="53892E2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61B1A" w14:paraId="09B89868" w14:textId="77777777" w:rsidTr="00BB0124">
        <w:trPr>
          <w:trHeight w:val="670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4BB71FE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6.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4B4F097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Zadanie 1.</w:t>
            </w:r>
            <w:r w:rsidRPr="00223890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</w:t>
            </w:r>
          </w:p>
          <w:p w14:paraId="322B682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4646BFE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sz w:val="20"/>
                <w:szCs w:val="20"/>
              </w:rPr>
              <w:t>Celne oko</w:t>
            </w:r>
          </w:p>
          <w:p w14:paraId="233C31A5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95A0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340FF5F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35BF7B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14:paraId="5A3C2D4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vAlign w:val="center"/>
          </w:tcPr>
          <w:p w14:paraId="51A112C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275" w:type="dxa"/>
            <w:vMerge w:val="restart"/>
            <w:vAlign w:val="center"/>
          </w:tcPr>
          <w:p w14:paraId="2B59E89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333C6DE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Adam Bojko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309096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30500ABC" w14:textId="3411C3A1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5B2392EB" w14:textId="77777777" w:rsidTr="00BB0124">
        <w:trPr>
          <w:trHeight w:val="58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9BB738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774C8A5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4E6311B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AFCE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4 -8</w:t>
            </w:r>
          </w:p>
          <w:p w14:paraId="3FB62EC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4B2E170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2358BD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5</w:t>
            </w:r>
          </w:p>
          <w:p w14:paraId="1B4237A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565CFFBE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8CBF73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5</w:t>
            </w:r>
          </w:p>
          <w:p w14:paraId="53D7AEA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1453326E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56C25491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</w:tcPr>
          <w:p w14:paraId="783317C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61B1A" w14:paraId="69008D54" w14:textId="77777777" w:rsidTr="00BB0124">
        <w:trPr>
          <w:trHeight w:val="369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7EC81D9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7.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5E24B42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2.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 xml:space="preserve">Zajęcia rozwijające kompetencje kluczowe i kompetencji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lastRenderedPageBreak/>
              <w:t>przyszłości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412004E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sz w:val="20"/>
                <w:szCs w:val="20"/>
              </w:rPr>
              <w:lastRenderedPageBreak/>
              <w:t>Przyjaciele przyrody</w:t>
            </w: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 oraz </w:t>
            </w:r>
            <w:r w:rsidRPr="00223890">
              <w:rPr>
                <w:rFonts w:eastAsia="Calibri" w:cstheme="minorHAnsi"/>
                <w:sz w:val="20"/>
                <w:szCs w:val="20"/>
              </w:rPr>
              <w:t>3 wycieczki edukacyjne</w:t>
            </w: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 </w:t>
            </w: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lastRenderedPageBreak/>
              <w:t>Mali</w:t>
            </w:r>
            <w:r w:rsidRPr="00223890">
              <w:rPr>
                <w:rFonts w:eastAsia="Calibri" w:cstheme="minorHAnsi"/>
                <w:sz w:val="20"/>
                <w:szCs w:val="20"/>
              </w:rPr>
              <w:t xml:space="preserve"> odkrywcy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9B9E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lastRenderedPageBreak/>
              <w:t>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670CFF5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8ADCB6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1417" w:type="dxa"/>
            <w:vMerge w:val="restart"/>
            <w:vAlign w:val="center"/>
          </w:tcPr>
          <w:p w14:paraId="3E61443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vMerge w:val="restart"/>
            <w:vAlign w:val="center"/>
          </w:tcPr>
          <w:p w14:paraId="3482364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  <w:p w14:paraId="02688B1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7FAD00F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2B0BF1F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Karolina Koban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360386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044F15B6" w14:textId="0B3FF65E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7D98E2CA" w14:textId="77777777" w:rsidTr="00BB0124">
        <w:trPr>
          <w:trHeight w:val="430"/>
        </w:trPr>
        <w:tc>
          <w:tcPr>
            <w:tcW w:w="562" w:type="dxa"/>
            <w:vMerge/>
          </w:tcPr>
          <w:p w14:paraId="553AC1C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4A28EF9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F7B8CA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0C47A" w14:textId="77777777" w:rsidR="00A61B1A" w:rsidRPr="00AA0166" w:rsidRDefault="00A61B1A" w:rsidP="00A61B1A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A0166">
              <w:rPr>
                <w:rFonts w:cstheme="minorHAnsi"/>
                <w:b/>
                <w:bCs/>
                <w:sz w:val="20"/>
                <w:szCs w:val="20"/>
                <w:lang w:val="en-US"/>
              </w:rPr>
              <w:t>Klasa</w:t>
            </w:r>
            <w:proofErr w:type="spellEnd"/>
            <w:r w:rsidRPr="00AA0166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1</w:t>
            </w:r>
          </w:p>
          <w:p w14:paraId="210E714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421CC5C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4DB347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2</w:t>
            </w:r>
          </w:p>
          <w:p w14:paraId="48795BC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72C3B0BE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5860711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14:paraId="06DF7A2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465E6BEF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</w:tcPr>
          <w:p w14:paraId="2F5F7F0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61B1A" w14:paraId="0E2A8D04" w14:textId="77777777" w:rsidTr="00BB0124">
        <w:trPr>
          <w:trHeight w:val="210"/>
        </w:trPr>
        <w:tc>
          <w:tcPr>
            <w:tcW w:w="562" w:type="dxa"/>
            <w:vMerge/>
          </w:tcPr>
          <w:p w14:paraId="6D4168E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1613F35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AC2820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36C6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1563C98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26</w:t>
            </w:r>
          </w:p>
        </w:tc>
        <w:tc>
          <w:tcPr>
            <w:tcW w:w="1276" w:type="dxa"/>
            <w:vAlign w:val="center"/>
          </w:tcPr>
          <w:p w14:paraId="3036670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14</w:t>
            </w:r>
          </w:p>
        </w:tc>
        <w:tc>
          <w:tcPr>
            <w:tcW w:w="1417" w:type="dxa"/>
            <w:vMerge w:val="restart"/>
            <w:vAlign w:val="center"/>
          </w:tcPr>
          <w:p w14:paraId="321B597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vMerge/>
            <w:vAlign w:val="center"/>
          </w:tcPr>
          <w:p w14:paraId="5E44604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14:paraId="002F790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3842386A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1605700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5F7B098F" w14:textId="226F3931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36B72171" w14:textId="77777777" w:rsidTr="00BB0124">
        <w:trPr>
          <w:trHeight w:val="408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117092A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26B7772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6762BC27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90BB8" w14:textId="77777777" w:rsidR="00A61B1A" w:rsidRPr="00AA0166" w:rsidRDefault="00A61B1A" w:rsidP="00A61B1A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A0166">
              <w:rPr>
                <w:rFonts w:cstheme="minorHAnsi"/>
                <w:b/>
                <w:bCs/>
                <w:sz w:val="20"/>
                <w:szCs w:val="20"/>
                <w:lang w:val="en-US"/>
              </w:rPr>
              <w:t>Klasa</w:t>
            </w:r>
            <w:proofErr w:type="spellEnd"/>
            <w:r w:rsidRPr="00AA0166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2</w:t>
            </w:r>
          </w:p>
          <w:p w14:paraId="0EA36CB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2E8F287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50F16B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2</w:t>
            </w:r>
          </w:p>
          <w:p w14:paraId="6EE870D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417" w:type="dxa"/>
            <w:vMerge/>
            <w:vAlign w:val="center"/>
          </w:tcPr>
          <w:p w14:paraId="663E68BC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0344D2C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14:paraId="02571E5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6334E293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</w:tcPr>
          <w:p w14:paraId="7EE51DD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61B1A" w14:paraId="4F2C10A0" w14:textId="77777777" w:rsidTr="00BB0124">
        <w:trPr>
          <w:trHeight w:val="55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2A8ABF9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8.</w:t>
            </w:r>
          </w:p>
          <w:p w14:paraId="27E5185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1AE4821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Cs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2.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Zajęcia rozwijające kompetencje kluczowe i kompetencji przyszłości</w:t>
            </w:r>
          </w:p>
          <w:p w14:paraId="4B5EE805" w14:textId="77777777" w:rsidR="00A61B1A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12F7EED9" w14:textId="77777777" w:rsidR="00A61B1A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4C92A4F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30CE8E8A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Warsztaty kaligraficzne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F079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301231C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50D3D2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27EF8CB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vMerge w:val="restart"/>
            <w:vAlign w:val="center"/>
          </w:tcPr>
          <w:p w14:paraId="2BF5D48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14:paraId="10E7BBB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2518AEC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Aleksandra Biela -</w:t>
            </w: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Świecka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1071855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3EF4C4BB" w14:textId="29750105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55D6F9AD" w14:textId="77777777" w:rsidTr="00BB0124">
        <w:trPr>
          <w:trHeight w:val="758"/>
        </w:trPr>
        <w:tc>
          <w:tcPr>
            <w:tcW w:w="562" w:type="dxa"/>
            <w:vMerge/>
          </w:tcPr>
          <w:p w14:paraId="6886AA0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1135E1E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B2925F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1C7D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5D7CB13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13A8501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B1587E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440A907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7" w:type="dxa"/>
            <w:vMerge/>
          </w:tcPr>
          <w:p w14:paraId="64540063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059FBECB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14:paraId="5C6729A4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</w:tcPr>
          <w:p w14:paraId="7CB565BF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</w:tcPr>
          <w:p w14:paraId="560D432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61B1A" w14:paraId="6A518601" w14:textId="77777777" w:rsidTr="00BB0124">
        <w:trPr>
          <w:trHeight w:val="474"/>
        </w:trPr>
        <w:tc>
          <w:tcPr>
            <w:tcW w:w="562" w:type="dxa"/>
            <w:vMerge w:val="restart"/>
          </w:tcPr>
          <w:p w14:paraId="3335440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9.</w:t>
            </w:r>
          </w:p>
        </w:tc>
        <w:tc>
          <w:tcPr>
            <w:tcW w:w="2132" w:type="dxa"/>
            <w:vMerge w:val="restart"/>
          </w:tcPr>
          <w:p w14:paraId="1D7EB24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2.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Zajęcia rozwijające kompetencje kluczowe i kompetencji przyszłości</w:t>
            </w:r>
          </w:p>
        </w:tc>
        <w:tc>
          <w:tcPr>
            <w:tcW w:w="1417" w:type="dxa"/>
            <w:vMerge w:val="restart"/>
            <w:vAlign w:val="center"/>
          </w:tcPr>
          <w:p w14:paraId="208943E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Warsztaty kaligraficzne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CFFAC8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078B3B5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1276" w:type="dxa"/>
            <w:vAlign w:val="center"/>
          </w:tcPr>
          <w:p w14:paraId="0370799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0CF42D9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vMerge w:val="restart"/>
            <w:vAlign w:val="center"/>
          </w:tcPr>
          <w:p w14:paraId="0E855D5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14:paraId="2D5971A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5B6AA26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Grażyna Błochowicz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292110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24E46DB5" w14:textId="5281E8AF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1DE7C608" w14:textId="77777777" w:rsidTr="00BB0124">
        <w:trPr>
          <w:trHeight w:val="835"/>
        </w:trPr>
        <w:tc>
          <w:tcPr>
            <w:tcW w:w="562" w:type="dxa"/>
            <w:vMerge/>
          </w:tcPr>
          <w:p w14:paraId="548EB89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24D6097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D7F368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ACEC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4 - 8</w:t>
            </w:r>
          </w:p>
          <w:p w14:paraId="6ABC7A7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5BB2377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F059D3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4 - 8</w:t>
            </w:r>
          </w:p>
          <w:p w14:paraId="756D963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08293F50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316E8680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14:paraId="782ABD4E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1AAD4D4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</w:tcPr>
          <w:p w14:paraId="05796A1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61B1A" w14:paraId="55AA6B2F" w14:textId="77777777" w:rsidTr="00BB0124">
        <w:trPr>
          <w:trHeight w:val="606"/>
        </w:trPr>
        <w:tc>
          <w:tcPr>
            <w:tcW w:w="562" w:type="dxa"/>
            <w:vMerge w:val="restart"/>
          </w:tcPr>
          <w:p w14:paraId="5FA4D3E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10.</w:t>
            </w:r>
          </w:p>
        </w:tc>
        <w:tc>
          <w:tcPr>
            <w:tcW w:w="2132" w:type="dxa"/>
            <w:vMerge w:val="restart"/>
          </w:tcPr>
          <w:p w14:paraId="5163460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2.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Zajęcia rozwijające kompetencje kluczowe i kompetencji przyszłości</w:t>
            </w:r>
          </w:p>
        </w:tc>
        <w:tc>
          <w:tcPr>
            <w:tcW w:w="1417" w:type="dxa"/>
            <w:vMerge w:val="restart"/>
            <w:vAlign w:val="center"/>
          </w:tcPr>
          <w:p w14:paraId="68832C7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i/>
                <w:iCs/>
                <w:sz w:val="20"/>
                <w:szCs w:val="20"/>
              </w:rPr>
            </w:pPr>
            <w:proofErr w:type="spellStart"/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Deutsch</w:t>
            </w:r>
            <w:proofErr w:type="spellEnd"/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ist</w:t>
            </w:r>
            <w:proofErr w:type="spellEnd"/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einfach</w:t>
            </w:r>
            <w:proofErr w:type="spellEnd"/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E104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4CD4147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7F22FA4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7BE8E4E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30A1C9F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  <w:vAlign w:val="center"/>
          </w:tcPr>
          <w:p w14:paraId="49CE833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128CB77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Edyta Ulatowska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181737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3B661117" w14:textId="5AA59196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185FA958" w14:textId="77777777" w:rsidTr="00BB0124">
        <w:trPr>
          <w:trHeight w:val="606"/>
        </w:trPr>
        <w:tc>
          <w:tcPr>
            <w:tcW w:w="562" w:type="dxa"/>
            <w:vMerge/>
          </w:tcPr>
          <w:p w14:paraId="05DEBD0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4D06459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4A813A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70C8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4 - 8</w:t>
            </w:r>
          </w:p>
          <w:p w14:paraId="0C7800C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72C3213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2DF3BE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4 - 8</w:t>
            </w:r>
          </w:p>
          <w:p w14:paraId="090950C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456BB50F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0DDC1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4 - 8</w:t>
            </w:r>
          </w:p>
          <w:p w14:paraId="3EC1177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10AD805B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B21D3E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0BCB7BF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3E7F3C63" w14:textId="77777777" w:rsidTr="00BB0124">
        <w:trPr>
          <w:trHeight w:val="306"/>
        </w:trPr>
        <w:tc>
          <w:tcPr>
            <w:tcW w:w="562" w:type="dxa"/>
            <w:vMerge w:val="restart"/>
          </w:tcPr>
          <w:p w14:paraId="28F05D0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11.</w:t>
            </w:r>
          </w:p>
        </w:tc>
        <w:tc>
          <w:tcPr>
            <w:tcW w:w="2132" w:type="dxa"/>
            <w:vMerge w:val="restart"/>
          </w:tcPr>
          <w:p w14:paraId="282E8B8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2.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Zajęcia rozwijające kompetencje kluczowe i kompetencji przyszłości</w:t>
            </w:r>
          </w:p>
        </w:tc>
        <w:tc>
          <w:tcPr>
            <w:tcW w:w="1417" w:type="dxa"/>
            <w:vMerge w:val="restart"/>
            <w:vAlign w:val="center"/>
          </w:tcPr>
          <w:p w14:paraId="1CAB585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Matematyczne potyczki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7DD9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vMerge w:val="restart"/>
            <w:vAlign w:val="center"/>
          </w:tcPr>
          <w:p w14:paraId="4FACAC3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1276" w:type="dxa"/>
            <w:vAlign w:val="center"/>
          </w:tcPr>
          <w:p w14:paraId="2E589DF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14:paraId="18B0E59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5564E26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5" w:type="dxa"/>
            <w:vMerge w:val="restart"/>
            <w:vAlign w:val="center"/>
          </w:tcPr>
          <w:p w14:paraId="1A4DFEE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3D39B9D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 xml:space="preserve">Anna </w:t>
            </w:r>
            <w:proofErr w:type="spellStart"/>
            <w:r w:rsidRPr="00223890">
              <w:rPr>
                <w:rFonts w:cstheme="minorHAnsi"/>
                <w:sz w:val="20"/>
                <w:szCs w:val="20"/>
              </w:rPr>
              <w:t>Matyjaszczyk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966631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6A9A5A18" w14:textId="0CC72B00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386D4890" w14:textId="77777777" w:rsidTr="00BB0124">
        <w:trPr>
          <w:trHeight w:val="306"/>
        </w:trPr>
        <w:tc>
          <w:tcPr>
            <w:tcW w:w="562" w:type="dxa"/>
            <w:vMerge/>
          </w:tcPr>
          <w:p w14:paraId="323C6A7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52CE5D6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1E14AD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237C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2F22EDA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6A037B5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29F1BA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4CF5DE1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0F5515A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2D967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45F14BE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54FA01D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625409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2E2ABBA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019AF185" w14:textId="77777777" w:rsidTr="00BB0124">
        <w:trPr>
          <w:trHeight w:val="306"/>
        </w:trPr>
        <w:tc>
          <w:tcPr>
            <w:tcW w:w="562" w:type="dxa"/>
            <w:vMerge/>
          </w:tcPr>
          <w:p w14:paraId="538588D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44DE7ED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26B59BF5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CDE4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vMerge w:val="restart"/>
            <w:vAlign w:val="center"/>
          </w:tcPr>
          <w:p w14:paraId="7457D5D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1276" w:type="dxa"/>
            <w:vAlign w:val="center"/>
          </w:tcPr>
          <w:p w14:paraId="68B415C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14:paraId="5FB3C68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0ED54B4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5" w:type="dxa"/>
            <w:vMerge w:val="restart"/>
            <w:vAlign w:val="center"/>
          </w:tcPr>
          <w:p w14:paraId="27B652F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/>
            <w:vAlign w:val="center"/>
          </w:tcPr>
          <w:p w14:paraId="1898A11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326902B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1D87B752" w14:textId="77777777" w:rsidTr="00BB0124">
        <w:trPr>
          <w:trHeight w:val="278"/>
        </w:trPr>
        <w:tc>
          <w:tcPr>
            <w:tcW w:w="562" w:type="dxa"/>
            <w:vMerge/>
          </w:tcPr>
          <w:p w14:paraId="30301B2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408ED54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299D56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CE4A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77FBB2E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134" w:type="dxa"/>
            <w:vMerge/>
            <w:vAlign w:val="center"/>
          </w:tcPr>
          <w:p w14:paraId="0E0B2D8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DDE2CD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2F6B390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417" w:type="dxa"/>
            <w:vMerge/>
            <w:vAlign w:val="center"/>
          </w:tcPr>
          <w:p w14:paraId="3F77A43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E4010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2507B5E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275" w:type="dxa"/>
            <w:vMerge/>
            <w:vAlign w:val="center"/>
          </w:tcPr>
          <w:p w14:paraId="33DACC8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BE4BD1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4138079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37629A76" w14:textId="77777777" w:rsidTr="00BB0124">
        <w:trPr>
          <w:trHeight w:val="246"/>
        </w:trPr>
        <w:tc>
          <w:tcPr>
            <w:tcW w:w="562" w:type="dxa"/>
            <w:vMerge/>
          </w:tcPr>
          <w:p w14:paraId="7A90969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17EEC60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E2EB40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E76E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vMerge w:val="restart"/>
            <w:vAlign w:val="center"/>
          </w:tcPr>
          <w:p w14:paraId="45E4FC8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1276" w:type="dxa"/>
            <w:vAlign w:val="center"/>
          </w:tcPr>
          <w:p w14:paraId="7CB9654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14:paraId="6F6EDCC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0B19DBD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5" w:type="dxa"/>
            <w:vMerge w:val="restart"/>
            <w:vAlign w:val="center"/>
          </w:tcPr>
          <w:p w14:paraId="7A12F36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/>
            <w:vAlign w:val="center"/>
          </w:tcPr>
          <w:p w14:paraId="4410E11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56989A4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3329B132" w14:textId="77777777" w:rsidTr="00BB0124">
        <w:trPr>
          <w:trHeight w:val="246"/>
        </w:trPr>
        <w:tc>
          <w:tcPr>
            <w:tcW w:w="562" w:type="dxa"/>
            <w:vMerge/>
          </w:tcPr>
          <w:p w14:paraId="5CCC7B7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2BA9022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DC3A8E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32B2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140BB92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3</w:t>
            </w:r>
          </w:p>
        </w:tc>
        <w:tc>
          <w:tcPr>
            <w:tcW w:w="1134" w:type="dxa"/>
            <w:vMerge/>
            <w:vAlign w:val="center"/>
          </w:tcPr>
          <w:p w14:paraId="20CB17A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A56957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56B0DA7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3</w:t>
            </w:r>
          </w:p>
        </w:tc>
        <w:tc>
          <w:tcPr>
            <w:tcW w:w="1417" w:type="dxa"/>
            <w:vMerge/>
            <w:vAlign w:val="center"/>
          </w:tcPr>
          <w:p w14:paraId="59BAA23C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7EEB3C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223890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4B74E82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23890">
              <w:rPr>
                <w:rFonts w:cstheme="minorHAnsi"/>
                <w:sz w:val="20"/>
                <w:szCs w:val="20"/>
                <w:lang w:val="en-US"/>
              </w:rPr>
              <w:t>Grupa 3</w:t>
            </w:r>
          </w:p>
        </w:tc>
        <w:tc>
          <w:tcPr>
            <w:tcW w:w="1275" w:type="dxa"/>
            <w:vMerge/>
            <w:vAlign w:val="center"/>
          </w:tcPr>
          <w:p w14:paraId="5EFA5BAF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59C21A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11C44F7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34FD8431" w14:textId="77777777" w:rsidTr="00BB0124">
        <w:trPr>
          <w:trHeight w:val="554"/>
        </w:trPr>
        <w:tc>
          <w:tcPr>
            <w:tcW w:w="562" w:type="dxa"/>
            <w:vMerge w:val="restart"/>
          </w:tcPr>
          <w:p w14:paraId="617F95A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12.</w:t>
            </w:r>
          </w:p>
        </w:tc>
        <w:tc>
          <w:tcPr>
            <w:tcW w:w="2132" w:type="dxa"/>
            <w:vMerge w:val="restart"/>
          </w:tcPr>
          <w:p w14:paraId="769CA38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Cs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Zadanie 3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 xml:space="preserve">. Wsparcie psychologiczne i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lastRenderedPageBreak/>
              <w:t>wyrównanie deficytów powstałych w wyniku pandemii COVID-19</w:t>
            </w:r>
          </w:p>
        </w:tc>
        <w:tc>
          <w:tcPr>
            <w:tcW w:w="1417" w:type="dxa"/>
            <w:vMerge w:val="restart"/>
            <w:vAlign w:val="center"/>
          </w:tcPr>
          <w:p w14:paraId="723B0C1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lastRenderedPageBreak/>
              <w:t>Po nitce do kłębka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B030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1134" w:type="dxa"/>
            <w:vMerge w:val="restart"/>
            <w:vAlign w:val="center"/>
          </w:tcPr>
          <w:p w14:paraId="7EC0F4F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Merge w:val="restart"/>
            <w:vAlign w:val="center"/>
          </w:tcPr>
          <w:p w14:paraId="4B81BEF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14:paraId="4B887FB8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14:paraId="4E989C3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14:paraId="4FAD08A6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3C31A40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Renata Matysek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61775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576E13E1" w14:textId="3A99CA80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04CEEF75" w14:textId="77777777" w:rsidTr="00BB0124">
        <w:trPr>
          <w:trHeight w:val="612"/>
        </w:trPr>
        <w:tc>
          <w:tcPr>
            <w:tcW w:w="562" w:type="dxa"/>
            <w:vMerge/>
          </w:tcPr>
          <w:p w14:paraId="7CC5236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31EB9A2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684C5E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9B1B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8</w:t>
            </w:r>
          </w:p>
          <w:p w14:paraId="6F13C88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650066A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B6E70A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6E39C2B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4EAE2A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2051F7E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2995F8E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797B288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4CB331CD" w14:textId="77777777" w:rsidTr="00BB0124">
        <w:trPr>
          <w:trHeight w:val="306"/>
        </w:trPr>
        <w:tc>
          <w:tcPr>
            <w:tcW w:w="562" w:type="dxa"/>
            <w:vMerge w:val="restart"/>
          </w:tcPr>
          <w:p w14:paraId="11C50D5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13.</w:t>
            </w:r>
          </w:p>
        </w:tc>
        <w:tc>
          <w:tcPr>
            <w:tcW w:w="2132" w:type="dxa"/>
            <w:vMerge w:val="restart"/>
          </w:tcPr>
          <w:p w14:paraId="4F9D47B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>Zadanie 3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. Wsparcie psychologiczne i wyrównanie deficytów powstałych w wyniku pandemii COVID-19</w:t>
            </w:r>
          </w:p>
        </w:tc>
        <w:tc>
          <w:tcPr>
            <w:tcW w:w="1417" w:type="dxa"/>
            <w:vMerge w:val="restart"/>
            <w:vAlign w:val="center"/>
          </w:tcPr>
          <w:p w14:paraId="5FD4855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proofErr w:type="spellStart"/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Sensoplastyka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CBA0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3E4A048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389B678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3CDECB3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Merge w:val="restart"/>
            <w:vAlign w:val="center"/>
          </w:tcPr>
          <w:p w14:paraId="4A276A9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14:paraId="653088EE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1201F22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 xml:space="preserve">Karolina </w:t>
            </w:r>
            <w:proofErr w:type="spellStart"/>
            <w:r w:rsidRPr="00223890">
              <w:rPr>
                <w:rFonts w:cstheme="minorHAnsi"/>
                <w:sz w:val="20"/>
                <w:szCs w:val="20"/>
              </w:rPr>
              <w:t>Koban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1911878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6FB34D8E" w14:textId="790F7E0D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27D1C919" w14:textId="77777777" w:rsidTr="00BB0124">
        <w:trPr>
          <w:trHeight w:val="306"/>
        </w:trPr>
        <w:tc>
          <w:tcPr>
            <w:tcW w:w="562" w:type="dxa"/>
            <w:vMerge/>
          </w:tcPr>
          <w:p w14:paraId="118A70F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71DB33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97110E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18805" w14:textId="77777777" w:rsidR="00A61B1A" w:rsidRPr="00AA0166" w:rsidRDefault="00A61B1A" w:rsidP="00A61B1A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A0166">
              <w:rPr>
                <w:rFonts w:cstheme="minorHAnsi"/>
                <w:b/>
                <w:bCs/>
                <w:sz w:val="20"/>
                <w:szCs w:val="20"/>
              </w:rPr>
              <w:t>Klasa 1</w:t>
            </w:r>
          </w:p>
          <w:p w14:paraId="4CEBDA1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0F1A9FF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B787B8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1</w:t>
            </w:r>
          </w:p>
          <w:p w14:paraId="282718D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7EF00E0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A56DEE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1B3603F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980408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78386D9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008DAFD4" w14:textId="77777777" w:rsidTr="00BB0124">
        <w:trPr>
          <w:trHeight w:val="306"/>
        </w:trPr>
        <w:tc>
          <w:tcPr>
            <w:tcW w:w="562" w:type="dxa"/>
            <w:vMerge/>
          </w:tcPr>
          <w:p w14:paraId="361C8C3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03CD6E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90E28F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6C15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0874B3A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001DB1D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0E3B5AB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Merge/>
            <w:vAlign w:val="center"/>
          </w:tcPr>
          <w:p w14:paraId="16141CB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C9F42FA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24D9455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-993637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3E45384D" w14:textId="72F0C40B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15600612" w14:textId="77777777" w:rsidTr="00BB0124">
        <w:trPr>
          <w:trHeight w:val="306"/>
        </w:trPr>
        <w:tc>
          <w:tcPr>
            <w:tcW w:w="562" w:type="dxa"/>
            <w:vMerge/>
          </w:tcPr>
          <w:p w14:paraId="569F00E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2CF364A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06A51B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C84AF" w14:textId="77777777" w:rsidR="00A61B1A" w:rsidRPr="00AA0166" w:rsidRDefault="00A61B1A" w:rsidP="00A61B1A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A0166">
              <w:rPr>
                <w:rFonts w:cstheme="minorHAnsi"/>
                <w:b/>
                <w:bCs/>
                <w:sz w:val="20"/>
                <w:szCs w:val="20"/>
              </w:rPr>
              <w:t>Klasa 2</w:t>
            </w:r>
          </w:p>
          <w:p w14:paraId="160B0CD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134" w:type="dxa"/>
            <w:vMerge/>
            <w:vAlign w:val="center"/>
          </w:tcPr>
          <w:p w14:paraId="40F735D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6DA693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2</w:t>
            </w:r>
          </w:p>
          <w:p w14:paraId="6403BF4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417" w:type="dxa"/>
            <w:vMerge/>
            <w:vAlign w:val="center"/>
          </w:tcPr>
          <w:p w14:paraId="7ECD94CD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FD27B6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8D4ECDE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5B8FE14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39C3535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5EC9F900" w14:textId="77777777" w:rsidTr="00BB0124">
        <w:trPr>
          <w:trHeight w:val="366"/>
        </w:trPr>
        <w:tc>
          <w:tcPr>
            <w:tcW w:w="562" w:type="dxa"/>
            <w:vMerge w:val="restart"/>
          </w:tcPr>
          <w:p w14:paraId="1FD5AA7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1</w:t>
            </w:r>
            <w:r>
              <w:rPr>
                <w:rFonts w:eastAsia="Calibri" w:cstheme="minorHAnsi"/>
                <w:sz w:val="20"/>
                <w:szCs w:val="20"/>
              </w:rPr>
              <w:t>4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62FA885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4.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Rozwój kompetencji cyfrowych uczniów</w:t>
            </w:r>
          </w:p>
        </w:tc>
        <w:tc>
          <w:tcPr>
            <w:tcW w:w="1417" w:type="dxa"/>
            <w:vMerge w:val="restart"/>
            <w:vAlign w:val="center"/>
          </w:tcPr>
          <w:p w14:paraId="404CCF37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Hello </w:t>
            </w:r>
            <w:proofErr w:type="spellStart"/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world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63C8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333C24A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255754A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2256EAF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7B8132A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  <w:vAlign w:val="center"/>
          </w:tcPr>
          <w:p w14:paraId="2681864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5209995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 xml:space="preserve">Michał </w:t>
            </w:r>
            <w:proofErr w:type="spellStart"/>
            <w:r w:rsidRPr="00223890">
              <w:rPr>
                <w:rFonts w:cstheme="minorHAnsi"/>
                <w:sz w:val="20"/>
                <w:szCs w:val="20"/>
              </w:rPr>
              <w:t>Gnybek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859548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554BFA30" w14:textId="036965D8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150802EC" w14:textId="77777777" w:rsidTr="00BB0124">
        <w:trPr>
          <w:trHeight w:val="366"/>
        </w:trPr>
        <w:tc>
          <w:tcPr>
            <w:tcW w:w="562" w:type="dxa"/>
            <w:vMerge/>
          </w:tcPr>
          <w:p w14:paraId="05624E9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276EC02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ECEF10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0CD3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4 - 8</w:t>
            </w:r>
          </w:p>
          <w:p w14:paraId="6DCCA71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5F340D5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AF02AD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4 - 8</w:t>
            </w:r>
          </w:p>
          <w:p w14:paraId="1AA8D72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5A527A49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2A262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4 - 8</w:t>
            </w:r>
          </w:p>
          <w:p w14:paraId="5107562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2180ECCA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A08B3F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6AECAF2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30E4FCB4" w14:textId="77777777" w:rsidTr="00BB0124">
        <w:trPr>
          <w:trHeight w:val="122"/>
        </w:trPr>
        <w:tc>
          <w:tcPr>
            <w:tcW w:w="562" w:type="dxa"/>
            <w:vMerge w:val="restart"/>
          </w:tcPr>
          <w:p w14:paraId="6F64E18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1</w:t>
            </w:r>
            <w:r>
              <w:rPr>
                <w:rFonts w:eastAsia="Calibri" w:cstheme="minorHAnsi"/>
                <w:sz w:val="20"/>
                <w:szCs w:val="20"/>
              </w:rPr>
              <w:t>5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0C2D41C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4.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Rozwój kompetencji cyfrowych uczniów</w:t>
            </w:r>
          </w:p>
        </w:tc>
        <w:tc>
          <w:tcPr>
            <w:tcW w:w="1417" w:type="dxa"/>
            <w:vMerge w:val="restart"/>
            <w:vAlign w:val="center"/>
          </w:tcPr>
          <w:p w14:paraId="3F403BB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Kodowanie na dywanie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EC01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14:paraId="685BA3B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1EA5A01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  <w:vMerge w:val="restart"/>
            <w:vAlign w:val="center"/>
          </w:tcPr>
          <w:p w14:paraId="52FC6E8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3929CDE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275" w:type="dxa"/>
            <w:vMerge w:val="restart"/>
            <w:vAlign w:val="center"/>
          </w:tcPr>
          <w:p w14:paraId="13CDA12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52ABA3B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 xml:space="preserve">Grażyna </w:t>
            </w:r>
            <w:proofErr w:type="spellStart"/>
            <w:r w:rsidRPr="00223890">
              <w:rPr>
                <w:rFonts w:cstheme="minorHAnsi"/>
                <w:sz w:val="20"/>
                <w:szCs w:val="20"/>
              </w:rPr>
              <w:t>Błochowicz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-85455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1DB481D1" w14:textId="1125C22D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37A4F6A0" w14:textId="77777777" w:rsidTr="00BB0124">
        <w:trPr>
          <w:trHeight w:val="122"/>
        </w:trPr>
        <w:tc>
          <w:tcPr>
            <w:tcW w:w="562" w:type="dxa"/>
            <w:vMerge/>
          </w:tcPr>
          <w:p w14:paraId="5BBF4DB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55148A5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00D16C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FE04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1</w:t>
            </w:r>
          </w:p>
          <w:p w14:paraId="04BCEE86" w14:textId="77777777" w:rsidR="00A61B1A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  <w:p w14:paraId="5F174A8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B92A0D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332223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1</w:t>
            </w:r>
          </w:p>
          <w:p w14:paraId="155863D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7AFAF53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89EFF9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1</w:t>
            </w:r>
          </w:p>
          <w:p w14:paraId="56C073B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275" w:type="dxa"/>
            <w:vMerge/>
          </w:tcPr>
          <w:p w14:paraId="3023F2D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6E29221C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3B0E88D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29F5BA15" w14:textId="77777777" w:rsidTr="00BB0124">
        <w:trPr>
          <w:trHeight w:val="321"/>
        </w:trPr>
        <w:tc>
          <w:tcPr>
            <w:tcW w:w="562" w:type="dxa"/>
            <w:vMerge/>
          </w:tcPr>
          <w:p w14:paraId="4E96336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733E3FF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627FEB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4214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  <w:r w:rsidRPr="00015D12">
              <w:rPr>
                <w:rFonts w:cstheme="minorHAnsi"/>
                <w:sz w:val="20"/>
                <w:szCs w:val="20"/>
              </w:rPr>
              <w:t xml:space="preserve">24 </w:t>
            </w:r>
          </w:p>
        </w:tc>
        <w:tc>
          <w:tcPr>
            <w:tcW w:w="1134" w:type="dxa"/>
            <w:vMerge w:val="restart"/>
            <w:vAlign w:val="center"/>
          </w:tcPr>
          <w:p w14:paraId="175D765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Merge/>
            <w:vAlign w:val="center"/>
          </w:tcPr>
          <w:p w14:paraId="779291E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CF3DC4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257553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2B6CA6E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024C8F51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-517156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4E22D943" w14:textId="1E6137FA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73A11721" w14:textId="77777777" w:rsidTr="00BB0124">
        <w:trPr>
          <w:trHeight w:val="551"/>
        </w:trPr>
        <w:tc>
          <w:tcPr>
            <w:tcW w:w="562" w:type="dxa"/>
            <w:vMerge/>
          </w:tcPr>
          <w:p w14:paraId="52F080D5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6F8B56F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F94885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0460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1</w:t>
            </w:r>
          </w:p>
          <w:p w14:paraId="0CCA75A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134" w:type="dxa"/>
            <w:vMerge/>
            <w:vAlign w:val="center"/>
          </w:tcPr>
          <w:p w14:paraId="4E0F25C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286AE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  <w:vMerge w:val="restart"/>
            <w:vAlign w:val="center"/>
          </w:tcPr>
          <w:p w14:paraId="479906B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54A27CA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  <w:p w14:paraId="78960AE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2F2C5A9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/>
          </w:tcPr>
          <w:p w14:paraId="539D230F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4E56D11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0214248C" w14:textId="77777777" w:rsidTr="00BB0124">
        <w:trPr>
          <w:trHeight w:val="58"/>
        </w:trPr>
        <w:tc>
          <w:tcPr>
            <w:tcW w:w="562" w:type="dxa"/>
            <w:vMerge/>
          </w:tcPr>
          <w:p w14:paraId="060145C7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79DE8F4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A2B622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201A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15D12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134" w:type="dxa"/>
            <w:vMerge w:val="restart"/>
            <w:vAlign w:val="center"/>
          </w:tcPr>
          <w:p w14:paraId="53E580E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Merge w:val="restart"/>
            <w:vAlign w:val="center"/>
          </w:tcPr>
          <w:p w14:paraId="268F5B6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1</w:t>
            </w:r>
          </w:p>
          <w:p w14:paraId="64B2B32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417" w:type="dxa"/>
            <w:vMerge/>
            <w:vAlign w:val="center"/>
          </w:tcPr>
          <w:p w14:paraId="368F70C7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7E6501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1</w:t>
            </w:r>
          </w:p>
          <w:p w14:paraId="199A8AD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275" w:type="dxa"/>
            <w:vMerge/>
          </w:tcPr>
          <w:p w14:paraId="58CD652C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AAF279E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0C8FC20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380F1B89" w14:textId="77777777" w:rsidTr="00BB0124">
        <w:trPr>
          <w:trHeight w:val="122"/>
        </w:trPr>
        <w:tc>
          <w:tcPr>
            <w:tcW w:w="562" w:type="dxa"/>
            <w:vMerge/>
          </w:tcPr>
          <w:p w14:paraId="59CACEB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5468799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70CF75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A610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1</w:t>
            </w:r>
          </w:p>
          <w:p w14:paraId="0CE95D3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3</w:t>
            </w:r>
          </w:p>
        </w:tc>
        <w:tc>
          <w:tcPr>
            <w:tcW w:w="1134" w:type="dxa"/>
            <w:vMerge/>
            <w:vAlign w:val="center"/>
          </w:tcPr>
          <w:p w14:paraId="6FAA546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476026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E47591F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232F88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3874BC57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16A2E05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11745C8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45C98F16" w14:textId="77777777" w:rsidTr="00BB0124">
        <w:trPr>
          <w:trHeight w:val="486"/>
        </w:trPr>
        <w:tc>
          <w:tcPr>
            <w:tcW w:w="562" w:type="dxa"/>
            <w:vMerge w:val="restart"/>
          </w:tcPr>
          <w:p w14:paraId="36A024D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1</w:t>
            </w:r>
            <w:r>
              <w:rPr>
                <w:rFonts w:eastAsia="Calibri" w:cstheme="minorHAnsi"/>
                <w:sz w:val="20"/>
                <w:szCs w:val="20"/>
              </w:rPr>
              <w:t>6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38B256A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5.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Poradnictwo i doradztwo edukacyjno-zawodowe</w:t>
            </w:r>
          </w:p>
        </w:tc>
        <w:tc>
          <w:tcPr>
            <w:tcW w:w="1417" w:type="dxa"/>
            <w:vMerge w:val="restart"/>
            <w:vAlign w:val="center"/>
          </w:tcPr>
          <w:p w14:paraId="2CB2F287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Kącik Twórczy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EDED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14:paraId="1D86AD2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52AC7D1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14:paraId="3E48AF3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Merge w:val="restart"/>
            <w:vAlign w:val="center"/>
          </w:tcPr>
          <w:p w14:paraId="0577414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14:paraId="4B10084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411A4A3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Aleksandra Biela -Świecka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626668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289DB8DC" w14:textId="7266BD21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55C65964" w14:textId="77777777" w:rsidTr="00BB0124">
        <w:trPr>
          <w:trHeight w:val="486"/>
        </w:trPr>
        <w:tc>
          <w:tcPr>
            <w:tcW w:w="562" w:type="dxa"/>
            <w:vMerge/>
          </w:tcPr>
          <w:p w14:paraId="60831D8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21118CE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9575C3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9DC8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490E47D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43E6D54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991CEC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39B6800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295AA7A5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5DE3EA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A159097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858AC1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7CD0151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1A20F3A5" w14:textId="77777777" w:rsidTr="00BB0124">
        <w:trPr>
          <w:trHeight w:val="486"/>
        </w:trPr>
        <w:tc>
          <w:tcPr>
            <w:tcW w:w="562" w:type="dxa"/>
            <w:vMerge w:val="restart"/>
          </w:tcPr>
          <w:p w14:paraId="35602E2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1</w:t>
            </w:r>
            <w:r>
              <w:rPr>
                <w:rFonts w:eastAsia="Calibri" w:cstheme="minorHAnsi"/>
                <w:sz w:val="20"/>
                <w:szCs w:val="20"/>
              </w:rPr>
              <w:t>7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45D7DD1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5.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Poradnictwo i doradztwo edukacyjno-zawodowe</w:t>
            </w:r>
          </w:p>
        </w:tc>
        <w:tc>
          <w:tcPr>
            <w:tcW w:w="1417" w:type="dxa"/>
            <w:vMerge w:val="restart"/>
            <w:vAlign w:val="center"/>
          </w:tcPr>
          <w:p w14:paraId="054ABC4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Krawiectwo - podstawy szycia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5338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7137808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794BF41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71DF35C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1B1EC1A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  <w:vAlign w:val="center"/>
          </w:tcPr>
          <w:p w14:paraId="05F8CE1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3507CDD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 xml:space="preserve">Małgorzata Czerwińska - </w:t>
            </w:r>
            <w:proofErr w:type="spellStart"/>
            <w:r w:rsidRPr="00223890">
              <w:rPr>
                <w:rFonts w:cstheme="minorHAnsi"/>
                <w:sz w:val="20"/>
                <w:szCs w:val="20"/>
              </w:rPr>
              <w:t>Sienkowska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-723218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0771218E" w14:textId="6E99C00D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06550F68" w14:textId="77777777" w:rsidTr="00BB0124">
        <w:trPr>
          <w:trHeight w:val="486"/>
        </w:trPr>
        <w:tc>
          <w:tcPr>
            <w:tcW w:w="562" w:type="dxa"/>
            <w:vMerge/>
          </w:tcPr>
          <w:p w14:paraId="7D2FB71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2A90B9E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D38181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160B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1 – 3</w:t>
            </w:r>
          </w:p>
          <w:p w14:paraId="1BE8C41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4BB8991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3D64AF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1 – 3</w:t>
            </w:r>
          </w:p>
          <w:p w14:paraId="4F07D63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7AB254BF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66A0FE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1 – 3</w:t>
            </w:r>
          </w:p>
          <w:p w14:paraId="4DF02B8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11C33031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81C803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486FDBE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5DFAD9EE" w14:textId="77777777" w:rsidTr="00BB0124">
        <w:trPr>
          <w:trHeight w:val="486"/>
        </w:trPr>
        <w:tc>
          <w:tcPr>
            <w:tcW w:w="562" w:type="dxa"/>
            <w:vMerge w:val="restart"/>
          </w:tcPr>
          <w:p w14:paraId="083CC96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lastRenderedPageBreak/>
              <w:t>1</w:t>
            </w:r>
            <w:r>
              <w:rPr>
                <w:rFonts w:eastAsia="Calibri" w:cstheme="minorHAnsi"/>
                <w:sz w:val="20"/>
                <w:szCs w:val="20"/>
              </w:rPr>
              <w:t>8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1F060B05" w14:textId="77777777" w:rsidR="00A61B1A" w:rsidRDefault="00A61B1A" w:rsidP="00A61B1A">
            <w:pPr>
              <w:widowControl w:val="0"/>
              <w:rPr>
                <w:rFonts w:eastAsia="Calibri" w:cstheme="minorHAnsi"/>
                <w:bCs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5.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Poradnictwo i doradztwo edukacyjno-zawodowe</w:t>
            </w:r>
          </w:p>
          <w:p w14:paraId="45E1798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6014C5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Uszyj to ze mną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BC82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4C9A72E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5C36257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2448062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7A2090F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  <w:vAlign w:val="center"/>
          </w:tcPr>
          <w:p w14:paraId="4E65E6D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365585D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 xml:space="preserve">Aneta </w:t>
            </w:r>
            <w:proofErr w:type="spellStart"/>
            <w:r w:rsidRPr="00223890">
              <w:rPr>
                <w:rFonts w:cstheme="minorHAnsi"/>
                <w:sz w:val="20"/>
                <w:szCs w:val="20"/>
              </w:rPr>
              <w:t>Gnybek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919831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09FD8598" w14:textId="78DB1503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7FAA1262" w14:textId="77777777" w:rsidTr="00BB0124">
        <w:trPr>
          <w:trHeight w:val="486"/>
        </w:trPr>
        <w:tc>
          <w:tcPr>
            <w:tcW w:w="562" w:type="dxa"/>
            <w:vMerge/>
          </w:tcPr>
          <w:p w14:paraId="7B8764C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14317CD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98FCCA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BF10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1 – 3</w:t>
            </w:r>
          </w:p>
          <w:p w14:paraId="5B4952E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26FE7A2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BA1FFC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1 – 3</w:t>
            </w:r>
          </w:p>
          <w:p w14:paraId="60DDDFD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3AE1FD13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AB688F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1 – 3</w:t>
            </w:r>
          </w:p>
          <w:p w14:paraId="17B01A2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59E8487F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3F32136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7F1FBD3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19730937" w14:textId="77777777" w:rsidTr="00BB0124">
        <w:trPr>
          <w:trHeight w:val="183"/>
        </w:trPr>
        <w:tc>
          <w:tcPr>
            <w:tcW w:w="562" w:type="dxa"/>
            <w:vMerge w:val="restart"/>
          </w:tcPr>
          <w:p w14:paraId="3A90371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19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499EEA3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6.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Rozwijanie zainteresowań poza edukacją formalną</w:t>
            </w:r>
          </w:p>
        </w:tc>
        <w:tc>
          <w:tcPr>
            <w:tcW w:w="1417" w:type="dxa"/>
            <w:vMerge w:val="restart"/>
            <w:vAlign w:val="center"/>
          </w:tcPr>
          <w:p w14:paraId="708D016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Z ręką w gipsie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C6F3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7CC368D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6F9B0F6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2AAA948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6D11864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  <w:vAlign w:val="center"/>
          </w:tcPr>
          <w:p w14:paraId="5458BC8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6B44D75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Barbara Sieniawska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260339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4B04FD37" w14:textId="1FE9DD8A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369B95D6" w14:textId="77777777" w:rsidTr="00BB0124">
        <w:trPr>
          <w:trHeight w:val="183"/>
        </w:trPr>
        <w:tc>
          <w:tcPr>
            <w:tcW w:w="562" w:type="dxa"/>
            <w:vMerge/>
          </w:tcPr>
          <w:p w14:paraId="6D353B7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2E378F8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2489667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D915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5D2D9ED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3A331E4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61C8B6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201C44C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7786A09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2CC949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7D6CE12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5507A5B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216E102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166EE03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5A1F7839" w14:textId="77777777" w:rsidTr="00BB0124">
        <w:trPr>
          <w:trHeight w:val="183"/>
        </w:trPr>
        <w:tc>
          <w:tcPr>
            <w:tcW w:w="562" w:type="dxa"/>
            <w:vMerge/>
          </w:tcPr>
          <w:p w14:paraId="09D00B0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D432485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3DCBF2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E4E4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222CDC9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2E1789E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58128F8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5B1A013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  <w:vAlign w:val="center"/>
          </w:tcPr>
          <w:p w14:paraId="0FAE8C6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/>
            <w:vAlign w:val="center"/>
          </w:tcPr>
          <w:p w14:paraId="364C2B7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232B95D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25B9C96B" w14:textId="77777777" w:rsidTr="00BB0124">
        <w:trPr>
          <w:trHeight w:val="183"/>
        </w:trPr>
        <w:tc>
          <w:tcPr>
            <w:tcW w:w="562" w:type="dxa"/>
            <w:vMerge/>
          </w:tcPr>
          <w:p w14:paraId="045401D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25D86F5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B34910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CC8B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419D8C4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134" w:type="dxa"/>
            <w:vMerge/>
            <w:vAlign w:val="center"/>
          </w:tcPr>
          <w:p w14:paraId="541B00D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AFC26C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26685EA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417" w:type="dxa"/>
            <w:vMerge/>
            <w:vAlign w:val="center"/>
          </w:tcPr>
          <w:p w14:paraId="0D034B7D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73BDB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3D4133D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275" w:type="dxa"/>
            <w:vMerge/>
            <w:vAlign w:val="center"/>
          </w:tcPr>
          <w:p w14:paraId="096EF20A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4813D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682D1CE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44A240EE" w14:textId="77777777" w:rsidTr="00BB0124">
        <w:trPr>
          <w:trHeight w:val="183"/>
        </w:trPr>
        <w:tc>
          <w:tcPr>
            <w:tcW w:w="562" w:type="dxa"/>
            <w:vMerge w:val="restart"/>
          </w:tcPr>
          <w:p w14:paraId="6370E26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2</w:t>
            </w:r>
            <w:r>
              <w:rPr>
                <w:rFonts w:eastAsia="Calibri" w:cstheme="minorHAnsi"/>
                <w:sz w:val="20"/>
                <w:szCs w:val="20"/>
              </w:rPr>
              <w:t>0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7CA9EBF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6.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Rozwijanie zainteresowań poza edukacją formalną</w:t>
            </w:r>
          </w:p>
        </w:tc>
        <w:tc>
          <w:tcPr>
            <w:tcW w:w="1417" w:type="dxa"/>
            <w:vMerge w:val="restart"/>
            <w:vAlign w:val="center"/>
          </w:tcPr>
          <w:p w14:paraId="1DCE7A8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Zajęcia origami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FB3E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47E5B8D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52F065E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6B82DE7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169D128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  <w:vAlign w:val="center"/>
          </w:tcPr>
          <w:p w14:paraId="22DCD82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0D5C32F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Zofia Kasprowicz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741863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251C2ACA" w14:textId="438946DF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78AA1413" w14:textId="77777777" w:rsidTr="00BB0124">
        <w:trPr>
          <w:trHeight w:val="183"/>
        </w:trPr>
        <w:tc>
          <w:tcPr>
            <w:tcW w:w="562" w:type="dxa"/>
            <w:vMerge/>
          </w:tcPr>
          <w:p w14:paraId="1FA1B11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1914B0C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9CDA25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90531" w14:textId="77777777" w:rsidR="00A61B1A" w:rsidRPr="00AA0166" w:rsidRDefault="00A61B1A" w:rsidP="00A61B1A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A0166">
              <w:rPr>
                <w:rFonts w:cstheme="minorHAnsi"/>
                <w:b/>
                <w:bCs/>
                <w:sz w:val="20"/>
                <w:szCs w:val="20"/>
              </w:rPr>
              <w:t>Klasy 1 – 3</w:t>
            </w:r>
          </w:p>
          <w:p w14:paraId="50A92E1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055A545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5617C1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1 – 3</w:t>
            </w:r>
          </w:p>
          <w:p w14:paraId="37E2884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0893B4E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58F23C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1 – 3</w:t>
            </w:r>
          </w:p>
          <w:p w14:paraId="7F5D90A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4382D89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DBCF4C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25062AF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4566BED2" w14:textId="77777777" w:rsidTr="00BB0124">
        <w:trPr>
          <w:trHeight w:val="183"/>
        </w:trPr>
        <w:tc>
          <w:tcPr>
            <w:tcW w:w="562" w:type="dxa"/>
            <w:vMerge/>
          </w:tcPr>
          <w:p w14:paraId="2FD1036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07C72D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14E759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16F9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24226AA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5761E26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6136840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03748DE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  <w:vAlign w:val="center"/>
          </w:tcPr>
          <w:p w14:paraId="2974FD6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/>
            <w:vAlign w:val="center"/>
          </w:tcPr>
          <w:p w14:paraId="082A6FD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149022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5F11B557" w14:textId="71FC767E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6724C1B5" w14:textId="77777777" w:rsidTr="00BB0124">
        <w:trPr>
          <w:trHeight w:val="183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11B34D9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26B36DE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4C8BC93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28FA8" w14:textId="77777777" w:rsidR="00A61B1A" w:rsidRPr="00AA0166" w:rsidRDefault="00A61B1A" w:rsidP="00A61B1A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A0166">
              <w:rPr>
                <w:rFonts w:cstheme="minorHAnsi"/>
                <w:b/>
                <w:bCs/>
                <w:sz w:val="20"/>
                <w:szCs w:val="20"/>
              </w:rPr>
              <w:t>Klasy 4 – 8</w:t>
            </w:r>
          </w:p>
          <w:p w14:paraId="423DE99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5C37EDB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8A89DB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27B658F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417" w:type="dxa"/>
            <w:vMerge/>
            <w:vAlign w:val="center"/>
          </w:tcPr>
          <w:p w14:paraId="197F77B0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A1F55C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2F29BD8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275" w:type="dxa"/>
            <w:vMerge/>
            <w:vAlign w:val="center"/>
          </w:tcPr>
          <w:p w14:paraId="6F57E962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AA1478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38426B8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65849EE7" w14:textId="77777777" w:rsidTr="00BB0124">
        <w:trPr>
          <w:trHeight w:val="366"/>
        </w:trPr>
        <w:tc>
          <w:tcPr>
            <w:tcW w:w="562" w:type="dxa"/>
            <w:vMerge w:val="restart"/>
          </w:tcPr>
          <w:p w14:paraId="08283385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2</w:t>
            </w:r>
            <w:r>
              <w:rPr>
                <w:rFonts w:eastAsia="Calibri" w:cstheme="minorHAnsi"/>
                <w:sz w:val="20"/>
                <w:szCs w:val="20"/>
              </w:rPr>
              <w:t>1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094D24F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6.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Rozwijanie zainteresowań poza edukacją formalną</w:t>
            </w:r>
          </w:p>
        </w:tc>
        <w:tc>
          <w:tcPr>
            <w:tcW w:w="1417" w:type="dxa"/>
            <w:vMerge w:val="restart"/>
            <w:vAlign w:val="center"/>
          </w:tcPr>
          <w:p w14:paraId="6F902C0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Wesołe Nutki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55AD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134" w:type="dxa"/>
            <w:vMerge w:val="restart"/>
            <w:vAlign w:val="center"/>
          </w:tcPr>
          <w:p w14:paraId="47AAA56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1276" w:type="dxa"/>
            <w:vAlign w:val="center"/>
          </w:tcPr>
          <w:p w14:paraId="7897215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  <w:vMerge w:val="restart"/>
            <w:vAlign w:val="center"/>
          </w:tcPr>
          <w:p w14:paraId="58E74C7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418" w:type="dxa"/>
            <w:vMerge w:val="restart"/>
            <w:vAlign w:val="center"/>
          </w:tcPr>
          <w:p w14:paraId="3C6E4CA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14:paraId="6E804696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4A20DC1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Maria Sobczak-</w:t>
            </w:r>
          </w:p>
          <w:p w14:paraId="69A8DC2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223890">
              <w:rPr>
                <w:rFonts w:cstheme="minorHAnsi"/>
                <w:sz w:val="20"/>
                <w:szCs w:val="20"/>
              </w:rPr>
              <w:t>Siuta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-88853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0E120CE0" w14:textId="07555D1A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17F70CB5" w14:textId="77777777" w:rsidTr="00BB0124">
        <w:trPr>
          <w:trHeight w:val="366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2BD0E03B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073708E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655C8A9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D771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3 -8</w:t>
            </w:r>
          </w:p>
          <w:p w14:paraId="130E2B4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219E598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2DD154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3 -8</w:t>
            </w:r>
          </w:p>
          <w:p w14:paraId="068686C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71ED8AC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0F1281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E9BDEAE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3CBAC1B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63A6FAF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4B0BD6C3" w14:textId="77777777" w:rsidTr="00BB0124">
        <w:trPr>
          <w:trHeight w:val="366"/>
        </w:trPr>
        <w:tc>
          <w:tcPr>
            <w:tcW w:w="562" w:type="dxa"/>
            <w:vMerge w:val="restart"/>
          </w:tcPr>
          <w:p w14:paraId="7BAF44F5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2</w:t>
            </w:r>
            <w:r>
              <w:rPr>
                <w:rFonts w:eastAsia="Calibri" w:cstheme="minorHAnsi"/>
                <w:sz w:val="20"/>
                <w:szCs w:val="20"/>
              </w:rPr>
              <w:t>2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0DF5569B" w14:textId="77777777" w:rsidR="00A61B1A" w:rsidRDefault="00A61B1A" w:rsidP="00A61B1A">
            <w:pPr>
              <w:widowControl w:val="0"/>
              <w:rPr>
                <w:rFonts w:eastAsia="Calibri" w:cstheme="minorHAnsi"/>
                <w:bCs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6.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Rozwijanie zainteresowań poza edukacją formalną</w:t>
            </w:r>
          </w:p>
          <w:p w14:paraId="1808257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931A8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Na kartach historii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E93E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vAlign w:val="center"/>
          </w:tcPr>
          <w:p w14:paraId="1E2BCD7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117741C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14:paraId="272425F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30D091E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275" w:type="dxa"/>
            <w:vMerge w:val="restart"/>
            <w:vAlign w:val="center"/>
          </w:tcPr>
          <w:p w14:paraId="4C7A0E5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01857ED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 xml:space="preserve">Milena Miklas - </w:t>
            </w:r>
            <w:proofErr w:type="spellStart"/>
            <w:r w:rsidRPr="00223890">
              <w:rPr>
                <w:rFonts w:cstheme="minorHAnsi"/>
                <w:sz w:val="20"/>
                <w:szCs w:val="20"/>
              </w:rPr>
              <w:t>Janowiak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-507437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795EF5E2" w14:textId="0F60CD0A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5F0C48AF" w14:textId="77777777" w:rsidTr="00BB0124">
        <w:trPr>
          <w:trHeight w:val="366"/>
        </w:trPr>
        <w:tc>
          <w:tcPr>
            <w:tcW w:w="562" w:type="dxa"/>
            <w:vMerge/>
          </w:tcPr>
          <w:p w14:paraId="203ADF5E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D97DB8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5CDEE10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2A6BE" w14:textId="77777777" w:rsidR="00A61B1A" w:rsidRPr="00AA0166" w:rsidRDefault="00A61B1A" w:rsidP="00A61B1A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A0166">
              <w:rPr>
                <w:rFonts w:cstheme="minorHAnsi"/>
                <w:b/>
                <w:bCs/>
                <w:sz w:val="20"/>
                <w:szCs w:val="20"/>
              </w:rPr>
              <w:t>Klasy 4 - 8</w:t>
            </w:r>
          </w:p>
        </w:tc>
        <w:tc>
          <w:tcPr>
            <w:tcW w:w="1134" w:type="dxa"/>
            <w:vMerge/>
            <w:vAlign w:val="center"/>
          </w:tcPr>
          <w:p w14:paraId="6A33931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79E27C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4 - 8</w:t>
            </w:r>
          </w:p>
        </w:tc>
        <w:tc>
          <w:tcPr>
            <w:tcW w:w="1417" w:type="dxa"/>
            <w:vMerge/>
            <w:vAlign w:val="center"/>
          </w:tcPr>
          <w:p w14:paraId="6967E782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29629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4 - 8</w:t>
            </w:r>
          </w:p>
        </w:tc>
        <w:tc>
          <w:tcPr>
            <w:tcW w:w="1275" w:type="dxa"/>
            <w:vMerge/>
          </w:tcPr>
          <w:p w14:paraId="18B8C23B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030016D2" w14:textId="77777777" w:rsidR="00A61B1A" w:rsidRPr="00223890" w:rsidRDefault="00A61B1A" w:rsidP="00A61B1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3578316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24BB3784" w14:textId="77777777" w:rsidTr="00BB0124">
        <w:trPr>
          <w:trHeight w:val="56"/>
        </w:trPr>
        <w:tc>
          <w:tcPr>
            <w:tcW w:w="562" w:type="dxa"/>
            <w:vMerge w:val="restart"/>
          </w:tcPr>
          <w:p w14:paraId="754D539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2</w:t>
            </w:r>
            <w:r>
              <w:rPr>
                <w:rFonts w:eastAsia="Calibri" w:cstheme="minorHAnsi"/>
                <w:sz w:val="20"/>
                <w:szCs w:val="20"/>
              </w:rPr>
              <w:t>3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328D996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6.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Rozwijanie zainteresowań poza edukacją formalną</w:t>
            </w:r>
          </w:p>
        </w:tc>
        <w:tc>
          <w:tcPr>
            <w:tcW w:w="1417" w:type="dxa"/>
            <w:vMerge w:val="restart"/>
            <w:vAlign w:val="center"/>
          </w:tcPr>
          <w:p w14:paraId="7D430FDB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String - art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4460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54BF9C5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Merge w:val="restart"/>
            <w:vAlign w:val="center"/>
          </w:tcPr>
          <w:p w14:paraId="55DC891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14:paraId="08853ED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14:paraId="7AC9342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14:paraId="13E342F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14:paraId="108BF1F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 xml:space="preserve">Magdalena </w:t>
            </w:r>
            <w:proofErr w:type="spellStart"/>
            <w:r w:rsidRPr="00223890">
              <w:rPr>
                <w:rFonts w:cstheme="minorHAnsi"/>
                <w:sz w:val="20"/>
                <w:szCs w:val="20"/>
              </w:rPr>
              <w:t>Chatkowska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525144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63CF59F7" w14:textId="2F53EEA1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0271F1F3" w14:textId="77777777" w:rsidTr="00BB0124">
        <w:trPr>
          <w:trHeight w:val="183"/>
        </w:trPr>
        <w:tc>
          <w:tcPr>
            <w:tcW w:w="562" w:type="dxa"/>
            <w:vMerge/>
          </w:tcPr>
          <w:p w14:paraId="3D4D942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643A584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2D59F5D6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8DC3F" w14:textId="77777777" w:rsidR="00A61B1A" w:rsidRPr="00AA0166" w:rsidRDefault="00A61B1A" w:rsidP="00A61B1A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A0166">
              <w:rPr>
                <w:rFonts w:cstheme="minorHAnsi"/>
                <w:b/>
                <w:bCs/>
                <w:sz w:val="20"/>
                <w:szCs w:val="20"/>
              </w:rPr>
              <w:t>Klasy 1 – 3</w:t>
            </w:r>
          </w:p>
          <w:p w14:paraId="73663DF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346522B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6F0F66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528E0C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C43D73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1A4E15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D6526C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3C8CD91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1AF346C2" w14:textId="77777777" w:rsidTr="00BB0124">
        <w:trPr>
          <w:trHeight w:val="183"/>
        </w:trPr>
        <w:tc>
          <w:tcPr>
            <w:tcW w:w="562" w:type="dxa"/>
            <w:vMerge/>
          </w:tcPr>
          <w:p w14:paraId="685BA48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1EC3EA8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D08DD7C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5D0D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1DC9861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Merge/>
            <w:vAlign w:val="center"/>
          </w:tcPr>
          <w:p w14:paraId="572942B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4F07E8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933E9E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7A0EE0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53D760E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08AE1F4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7DA476AE" w14:textId="77777777" w:rsidTr="00BB0124">
        <w:trPr>
          <w:trHeight w:val="538"/>
        </w:trPr>
        <w:tc>
          <w:tcPr>
            <w:tcW w:w="562" w:type="dxa"/>
            <w:vMerge/>
          </w:tcPr>
          <w:p w14:paraId="01EE310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29DBCE5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08859B7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6BE7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1 – 3</w:t>
            </w:r>
          </w:p>
          <w:p w14:paraId="64258DC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134" w:type="dxa"/>
            <w:vMerge/>
            <w:vAlign w:val="center"/>
          </w:tcPr>
          <w:p w14:paraId="0FBE08F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86B434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601AAB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8FE8B0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828DBB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281061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7AD2A22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6E0B7BE9" w14:textId="77777777" w:rsidTr="00BB0124">
        <w:trPr>
          <w:trHeight w:val="122"/>
        </w:trPr>
        <w:tc>
          <w:tcPr>
            <w:tcW w:w="562" w:type="dxa"/>
            <w:vMerge w:val="restart"/>
          </w:tcPr>
          <w:p w14:paraId="2969E56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2</w:t>
            </w:r>
            <w:r>
              <w:rPr>
                <w:rFonts w:eastAsia="Calibri" w:cstheme="minorHAnsi"/>
                <w:sz w:val="20"/>
                <w:szCs w:val="20"/>
              </w:rPr>
              <w:t>4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5E9355F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7.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lastRenderedPageBreak/>
              <w:t>Wprowadzanie nowych metod nauczania</w:t>
            </w:r>
          </w:p>
        </w:tc>
        <w:tc>
          <w:tcPr>
            <w:tcW w:w="1417" w:type="dxa"/>
            <w:vMerge w:val="restart"/>
            <w:vAlign w:val="center"/>
          </w:tcPr>
          <w:p w14:paraId="55550C77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lastRenderedPageBreak/>
              <w:t xml:space="preserve">Pod wieżą - w </w:t>
            </w: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lastRenderedPageBreak/>
              <w:t>szachowej krainie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C0C1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15D12">
              <w:rPr>
                <w:rFonts w:cstheme="minorHAnsi"/>
                <w:sz w:val="20"/>
                <w:szCs w:val="20"/>
              </w:rPr>
              <w:lastRenderedPageBreak/>
              <w:t>27</w:t>
            </w:r>
          </w:p>
        </w:tc>
        <w:tc>
          <w:tcPr>
            <w:tcW w:w="1134" w:type="dxa"/>
            <w:vMerge w:val="restart"/>
            <w:vAlign w:val="center"/>
          </w:tcPr>
          <w:p w14:paraId="40F9C16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  <w:r w:rsidRPr="00015D12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487D527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  <w:vMerge w:val="restart"/>
            <w:vAlign w:val="center"/>
          </w:tcPr>
          <w:p w14:paraId="0AD1E5C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14:paraId="31695D8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275" w:type="dxa"/>
            <w:vMerge w:val="restart"/>
            <w:vAlign w:val="center"/>
          </w:tcPr>
          <w:p w14:paraId="3237155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vMerge w:val="restart"/>
            <w:vAlign w:val="center"/>
          </w:tcPr>
          <w:p w14:paraId="063B3F2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 xml:space="preserve">Barbara </w:t>
            </w:r>
            <w:r w:rsidRPr="00223890">
              <w:rPr>
                <w:rFonts w:cstheme="minorHAnsi"/>
                <w:sz w:val="20"/>
                <w:szCs w:val="20"/>
              </w:rPr>
              <w:lastRenderedPageBreak/>
              <w:t>Sieniawska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2081668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29F318CF" w14:textId="76DAC097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63E9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71A1B3F3" w14:textId="77777777" w:rsidTr="00BB0124">
        <w:trPr>
          <w:trHeight w:val="122"/>
        </w:trPr>
        <w:tc>
          <w:tcPr>
            <w:tcW w:w="562" w:type="dxa"/>
            <w:vMerge/>
          </w:tcPr>
          <w:p w14:paraId="499D9B1F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3E54C94E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5BB9565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F184A" w14:textId="77777777" w:rsidR="00A61B1A" w:rsidRPr="00AA0166" w:rsidRDefault="00A61B1A" w:rsidP="00BB0124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A0166">
              <w:rPr>
                <w:rFonts w:cstheme="minorHAnsi"/>
                <w:b/>
                <w:bCs/>
                <w:sz w:val="20"/>
                <w:szCs w:val="20"/>
              </w:rPr>
              <w:t>Klasa 2</w:t>
            </w:r>
          </w:p>
          <w:p w14:paraId="13338522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3A87304F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F55210F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2</w:t>
            </w:r>
          </w:p>
          <w:p w14:paraId="2FE23EE7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1593E08A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519BF95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2</w:t>
            </w:r>
          </w:p>
          <w:p w14:paraId="27D7B2D6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18F49150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9776E2B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75CA6C17" w14:textId="77777777" w:rsidR="00A61B1A" w:rsidRPr="00223890" w:rsidRDefault="00A61B1A" w:rsidP="00BB0124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58ACE9CE" w14:textId="77777777" w:rsidTr="00BB0124">
        <w:trPr>
          <w:trHeight w:val="122"/>
        </w:trPr>
        <w:tc>
          <w:tcPr>
            <w:tcW w:w="562" w:type="dxa"/>
            <w:vMerge/>
          </w:tcPr>
          <w:p w14:paraId="63816C62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7727D639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E5234C1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EA741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15D12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1134" w:type="dxa"/>
            <w:vMerge w:val="restart"/>
            <w:vAlign w:val="center"/>
          </w:tcPr>
          <w:p w14:paraId="27234BF8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trike/>
                <w:color w:val="EE0000"/>
                <w:sz w:val="20"/>
                <w:szCs w:val="20"/>
              </w:rPr>
            </w:pPr>
            <w:r w:rsidRPr="00015D12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10263D64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  <w:vMerge w:val="restart"/>
            <w:vAlign w:val="center"/>
          </w:tcPr>
          <w:p w14:paraId="260DE611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b/>
                <w:bCs/>
                <w:color w:val="EE0000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14:paraId="7E3FF19D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275" w:type="dxa"/>
            <w:vMerge w:val="restart"/>
            <w:vAlign w:val="center"/>
          </w:tcPr>
          <w:p w14:paraId="76251343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vMerge/>
            <w:vAlign w:val="center"/>
          </w:tcPr>
          <w:p w14:paraId="0760DBAB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29D7D902" w14:textId="77777777" w:rsidR="00A61B1A" w:rsidRPr="00223890" w:rsidRDefault="00A61B1A" w:rsidP="00BB0124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03DC91F1" w14:textId="77777777" w:rsidTr="00BB0124">
        <w:trPr>
          <w:trHeight w:val="122"/>
        </w:trPr>
        <w:tc>
          <w:tcPr>
            <w:tcW w:w="562" w:type="dxa"/>
            <w:vMerge/>
          </w:tcPr>
          <w:p w14:paraId="7C9279FF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1A5F16A3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CF42D60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DA4A0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2</w:t>
            </w:r>
          </w:p>
          <w:p w14:paraId="4521656B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134" w:type="dxa"/>
            <w:vMerge/>
            <w:vAlign w:val="center"/>
          </w:tcPr>
          <w:p w14:paraId="2D3C84CD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5BF7887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2</w:t>
            </w:r>
          </w:p>
          <w:p w14:paraId="1D7F9488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417" w:type="dxa"/>
            <w:vMerge/>
            <w:vAlign w:val="center"/>
          </w:tcPr>
          <w:p w14:paraId="4271F5CE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8EFB5DB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2</w:t>
            </w:r>
          </w:p>
          <w:p w14:paraId="0F205A1E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275" w:type="dxa"/>
            <w:vMerge/>
            <w:vAlign w:val="center"/>
          </w:tcPr>
          <w:p w14:paraId="672DF648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94E09A3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71D4981D" w14:textId="77777777" w:rsidR="00A61B1A" w:rsidRPr="00223890" w:rsidRDefault="00A61B1A" w:rsidP="00BB0124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0239FBEA" w14:textId="77777777" w:rsidTr="00BB0124">
        <w:trPr>
          <w:trHeight w:val="122"/>
        </w:trPr>
        <w:tc>
          <w:tcPr>
            <w:tcW w:w="562" w:type="dxa"/>
            <w:vMerge/>
          </w:tcPr>
          <w:p w14:paraId="3FD77257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474A3864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562246E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C4A1C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134" w:type="dxa"/>
            <w:vMerge w:val="restart"/>
            <w:vAlign w:val="center"/>
          </w:tcPr>
          <w:p w14:paraId="5553C5D9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trike/>
                <w:color w:val="EE0000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09DA0015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  <w:vMerge w:val="restart"/>
            <w:vAlign w:val="center"/>
          </w:tcPr>
          <w:p w14:paraId="0B41EED6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14:paraId="7B744CF9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275" w:type="dxa"/>
            <w:vMerge w:val="restart"/>
            <w:vAlign w:val="center"/>
          </w:tcPr>
          <w:p w14:paraId="37B9E65E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vMerge/>
            <w:vAlign w:val="center"/>
          </w:tcPr>
          <w:p w14:paraId="71C76C01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0A8743A0" w14:textId="77777777" w:rsidR="00A61B1A" w:rsidRPr="00223890" w:rsidRDefault="00A61B1A" w:rsidP="00BB0124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49E2A7B4" w14:textId="77777777" w:rsidTr="00BB0124">
        <w:trPr>
          <w:trHeight w:val="122"/>
        </w:trPr>
        <w:tc>
          <w:tcPr>
            <w:tcW w:w="562" w:type="dxa"/>
            <w:vMerge/>
          </w:tcPr>
          <w:p w14:paraId="0581E89F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63C5E079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9416215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C8BE9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2</w:t>
            </w:r>
          </w:p>
          <w:p w14:paraId="257019AD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3</w:t>
            </w:r>
          </w:p>
        </w:tc>
        <w:tc>
          <w:tcPr>
            <w:tcW w:w="1134" w:type="dxa"/>
            <w:vMerge/>
            <w:vAlign w:val="center"/>
          </w:tcPr>
          <w:p w14:paraId="5895C5E2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4D5463F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2</w:t>
            </w:r>
          </w:p>
          <w:p w14:paraId="04F49BE2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3</w:t>
            </w:r>
          </w:p>
        </w:tc>
        <w:tc>
          <w:tcPr>
            <w:tcW w:w="1417" w:type="dxa"/>
            <w:vMerge/>
            <w:vAlign w:val="center"/>
          </w:tcPr>
          <w:p w14:paraId="370CDB09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3BA903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2</w:t>
            </w:r>
          </w:p>
          <w:p w14:paraId="22CF892C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3</w:t>
            </w:r>
          </w:p>
        </w:tc>
        <w:tc>
          <w:tcPr>
            <w:tcW w:w="1275" w:type="dxa"/>
            <w:vMerge/>
            <w:vAlign w:val="center"/>
          </w:tcPr>
          <w:p w14:paraId="0ECE0F7E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235093A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17AFAF3E" w14:textId="77777777" w:rsidR="00A61B1A" w:rsidRPr="00223890" w:rsidRDefault="00A61B1A" w:rsidP="00BB0124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5E3183B1" w14:textId="77777777" w:rsidTr="00BB0124">
        <w:trPr>
          <w:trHeight w:val="102"/>
        </w:trPr>
        <w:tc>
          <w:tcPr>
            <w:tcW w:w="562" w:type="dxa"/>
            <w:vMerge/>
          </w:tcPr>
          <w:p w14:paraId="1748777D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521CBABE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334FE0A" w14:textId="77777777" w:rsidR="00A61B1A" w:rsidRPr="00223890" w:rsidRDefault="00A61B1A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29882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15D12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134" w:type="dxa"/>
            <w:vMerge w:val="restart"/>
            <w:vAlign w:val="center"/>
          </w:tcPr>
          <w:p w14:paraId="65A162A7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trike/>
                <w:color w:val="EE0000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7B52A00B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  <w:vMerge w:val="restart"/>
            <w:vAlign w:val="center"/>
          </w:tcPr>
          <w:p w14:paraId="2BD2BE1C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14:paraId="4ED3F23E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275" w:type="dxa"/>
            <w:vMerge w:val="restart"/>
            <w:vAlign w:val="center"/>
          </w:tcPr>
          <w:p w14:paraId="34010599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vMerge/>
            <w:vAlign w:val="center"/>
          </w:tcPr>
          <w:p w14:paraId="26408697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147817B0" w14:textId="77777777" w:rsidR="00A61B1A" w:rsidRPr="00223890" w:rsidRDefault="00A61B1A" w:rsidP="00BB0124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6204531A" w14:textId="77777777" w:rsidTr="00BB0124">
        <w:trPr>
          <w:trHeight w:val="102"/>
        </w:trPr>
        <w:tc>
          <w:tcPr>
            <w:tcW w:w="562" w:type="dxa"/>
            <w:vMerge/>
          </w:tcPr>
          <w:p w14:paraId="2C96057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125BF90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D6E2D41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B0608" w14:textId="77777777" w:rsidR="00A61B1A" w:rsidRPr="00AA0166" w:rsidRDefault="00A61B1A" w:rsidP="00A61B1A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A0166">
              <w:rPr>
                <w:rFonts w:cstheme="minorHAnsi"/>
                <w:b/>
                <w:bCs/>
                <w:sz w:val="20"/>
                <w:szCs w:val="20"/>
              </w:rPr>
              <w:t>Klasa 3</w:t>
            </w:r>
          </w:p>
          <w:p w14:paraId="25B33EA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4</w:t>
            </w:r>
          </w:p>
        </w:tc>
        <w:tc>
          <w:tcPr>
            <w:tcW w:w="1134" w:type="dxa"/>
            <w:vMerge/>
            <w:vAlign w:val="center"/>
          </w:tcPr>
          <w:p w14:paraId="6876FC5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7BB322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3</w:t>
            </w:r>
          </w:p>
          <w:p w14:paraId="237FE3E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4</w:t>
            </w:r>
          </w:p>
        </w:tc>
        <w:tc>
          <w:tcPr>
            <w:tcW w:w="1417" w:type="dxa"/>
            <w:vMerge/>
            <w:vAlign w:val="center"/>
          </w:tcPr>
          <w:p w14:paraId="7C55DCD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50532F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3</w:t>
            </w:r>
          </w:p>
          <w:p w14:paraId="3380FD1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4</w:t>
            </w:r>
          </w:p>
        </w:tc>
        <w:tc>
          <w:tcPr>
            <w:tcW w:w="1275" w:type="dxa"/>
            <w:vMerge/>
            <w:vAlign w:val="center"/>
          </w:tcPr>
          <w:p w14:paraId="7679CFD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3A265FD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983049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6D369523" w14:textId="3F00895F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985A6F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2560E13B" w14:textId="77777777" w:rsidTr="00BB0124">
        <w:trPr>
          <w:trHeight w:val="102"/>
        </w:trPr>
        <w:tc>
          <w:tcPr>
            <w:tcW w:w="562" w:type="dxa"/>
            <w:vMerge/>
          </w:tcPr>
          <w:p w14:paraId="5AF5022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460A016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9EA2085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4E7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15D12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134" w:type="dxa"/>
            <w:vMerge w:val="restart"/>
            <w:vAlign w:val="center"/>
          </w:tcPr>
          <w:p w14:paraId="5244A49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trike/>
                <w:color w:val="EE0000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2E69FBD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  <w:vMerge w:val="restart"/>
            <w:vAlign w:val="center"/>
          </w:tcPr>
          <w:p w14:paraId="32EFEEB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14:paraId="39A549A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275" w:type="dxa"/>
            <w:vMerge w:val="restart"/>
            <w:vAlign w:val="center"/>
          </w:tcPr>
          <w:p w14:paraId="15086D5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vMerge/>
            <w:vAlign w:val="center"/>
          </w:tcPr>
          <w:p w14:paraId="7F57168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4B08A2F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2BCAD1FE" w14:textId="77777777" w:rsidTr="00BB0124">
        <w:trPr>
          <w:trHeight w:val="102"/>
        </w:trPr>
        <w:tc>
          <w:tcPr>
            <w:tcW w:w="562" w:type="dxa"/>
            <w:vMerge/>
          </w:tcPr>
          <w:p w14:paraId="10AD65C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672773B7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F8F1230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9AC0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3</w:t>
            </w:r>
          </w:p>
          <w:p w14:paraId="140A6F3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5</w:t>
            </w:r>
          </w:p>
        </w:tc>
        <w:tc>
          <w:tcPr>
            <w:tcW w:w="1134" w:type="dxa"/>
            <w:vMerge/>
            <w:vAlign w:val="center"/>
          </w:tcPr>
          <w:p w14:paraId="6F59CB4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2D7458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3</w:t>
            </w:r>
          </w:p>
          <w:p w14:paraId="7792CF1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5</w:t>
            </w:r>
          </w:p>
        </w:tc>
        <w:tc>
          <w:tcPr>
            <w:tcW w:w="1417" w:type="dxa"/>
            <w:vMerge/>
            <w:vAlign w:val="center"/>
          </w:tcPr>
          <w:p w14:paraId="5620768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67027E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3</w:t>
            </w:r>
          </w:p>
          <w:p w14:paraId="07B8BE3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5</w:t>
            </w:r>
          </w:p>
        </w:tc>
        <w:tc>
          <w:tcPr>
            <w:tcW w:w="1275" w:type="dxa"/>
            <w:vMerge/>
            <w:vAlign w:val="center"/>
          </w:tcPr>
          <w:p w14:paraId="5565F4E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371599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6E86287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37B76F06" w14:textId="77777777" w:rsidTr="00BB0124">
        <w:trPr>
          <w:trHeight w:val="102"/>
        </w:trPr>
        <w:tc>
          <w:tcPr>
            <w:tcW w:w="562" w:type="dxa"/>
            <w:vMerge/>
          </w:tcPr>
          <w:p w14:paraId="1EE6CDD3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1772D53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2B6B9134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E3E0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15D12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134" w:type="dxa"/>
            <w:vMerge w:val="restart"/>
            <w:vAlign w:val="center"/>
          </w:tcPr>
          <w:p w14:paraId="2F8E469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trike/>
                <w:color w:val="EE0000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0037FE7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  <w:vMerge w:val="restart"/>
            <w:vAlign w:val="center"/>
          </w:tcPr>
          <w:p w14:paraId="7F2986E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color w:val="EE0000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14:paraId="772A035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275" w:type="dxa"/>
            <w:vMerge w:val="restart"/>
            <w:vAlign w:val="center"/>
          </w:tcPr>
          <w:p w14:paraId="21CE451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vMerge/>
            <w:vAlign w:val="center"/>
          </w:tcPr>
          <w:p w14:paraId="013E722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53AD3AD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628F7C91" w14:textId="77777777" w:rsidTr="00BB0124">
        <w:trPr>
          <w:trHeight w:val="102"/>
        </w:trPr>
        <w:tc>
          <w:tcPr>
            <w:tcW w:w="562" w:type="dxa"/>
            <w:vMerge/>
          </w:tcPr>
          <w:p w14:paraId="132B167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7709B289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A1333C5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5EC1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3</w:t>
            </w:r>
          </w:p>
          <w:p w14:paraId="272F6BA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6</w:t>
            </w:r>
          </w:p>
        </w:tc>
        <w:tc>
          <w:tcPr>
            <w:tcW w:w="1134" w:type="dxa"/>
            <w:vMerge/>
            <w:vAlign w:val="center"/>
          </w:tcPr>
          <w:p w14:paraId="6140AC3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91BCB0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3</w:t>
            </w:r>
          </w:p>
          <w:p w14:paraId="0A4931A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6</w:t>
            </w:r>
          </w:p>
        </w:tc>
        <w:tc>
          <w:tcPr>
            <w:tcW w:w="1417" w:type="dxa"/>
            <w:vMerge/>
            <w:vAlign w:val="center"/>
          </w:tcPr>
          <w:p w14:paraId="3502802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BFC142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Klasa 3</w:t>
            </w:r>
          </w:p>
          <w:p w14:paraId="509D821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6</w:t>
            </w:r>
          </w:p>
        </w:tc>
        <w:tc>
          <w:tcPr>
            <w:tcW w:w="1275" w:type="dxa"/>
            <w:vMerge/>
            <w:vAlign w:val="center"/>
          </w:tcPr>
          <w:p w14:paraId="4594A47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276499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3EF1EFF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02E6C95B" w14:textId="77777777" w:rsidTr="00BB0124">
        <w:trPr>
          <w:trHeight w:val="366"/>
        </w:trPr>
        <w:tc>
          <w:tcPr>
            <w:tcW w:w="562" w:type="dxa"/>
            <w:vMerge w:val="restart"/>
          </w:tcPr>
          <w:p w14:paraId="35AABC77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2</w:t>
            </w:r>
            <w:r>
              <w:rPr>
                <w:rFonts w:eastAsia="Calibri" w:cstheme="minorHAnsi"/>
                <w:sz w:val="20"/>
                <w:szCs w:val="20"/>
              </w:rPr>
              <w:t>5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720CE96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7.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Wprowadzanie nowych metod nauczania</w:t>
            </w:r>
          </w:p>
        </w:tc>
        <w:tc>
          <w:tcPr>
            <w:tcW w:w="1417" w:type="dxa"/>
            <w:vMerge w:val="restart"/>
            <w:vAlign w:val="center"/>
          </w:tcPr>
          <w:p w14:paraId="746251BB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Matematyczne wyzwania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659F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14:paraId="721602E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517AAF0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 w14:paraId="6A99D8F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2B26514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  <w:vMerge w:val="restart"/>
            <w:vAlign w:val="center"/>
          </w:tcPr>
          <w:p w14:paraId="7808014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6626ED3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Renata Matysek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138720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7E68508A" w14:textId="055A19B9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985A6F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23136B96" w14:textId="77777777" w:rsidTr="00BB0124">
        <w:trPr>
          <w:trHeight w:val="366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6AC7480D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7A240A1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53A31BF2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3F0C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01E9B2C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7D7D438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9938E5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3CC7C44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56C154C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1DEE5C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6F21208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64EA188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3BC27D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64516EC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3FC23FFB" w14:textId="77777777" w:rsidTr="00BB0124">
        <w:trPr>
          <w:trHeight w:val="243"/>
        </w:trPr>
        <w:tc>
          <w:tcPr>
            <w:tcW w:w="562" w:type="dxa"/>
            <w:vMerge w:val="restart"/>
          </w:tcPr>
          <w:p w14:paraId="3B13222C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2</w:t>
            </w:r>
            <w:r>
              <w:rPr>
                <w:rFonts w:eastAsia="Calibri" w:cstheme="minorHAnsi"/>
                <w:sz w:val="20"/>
                <w:szCs w:val="20"/>
              </w:rPr>
              <w:t>6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6812D32A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7.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Wprowadzanie nowych metod nauczania</w:t>
            </w:r>
          </w:p>
        </w:tc>
        <w:tc>
          <w:tcPr>
            <w:tcW w:w="1417" w:type="dxa"/>
            <w:vMerge w:val="restart"/>
            <w:vAlign w:val="center"/>
          </w:tcPr>
          <w:p w14:paraId="353BE2A7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Z językiem angielskim na co dzień - hello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2E5D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33E7C29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p w14:paraId="5D210D1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14:paraId="5801382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41D4EEF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  <w:vMerge w:val="restart"/>
            <w:vAlign w:val="center"/>
          </w:tcPr>
          <w:p w14:paraId="20E1352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7AC1F44F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Aleksandra Szatan-Krajewska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650989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7DC6694A" w14:textId="6E387D4F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color w:val="EE0000"/>
                    <w:sz w:val="20"/>
                    <w:szCs w:val="20"/>
                  </w:rPr>
                </w:pPr>
                <w:r w:rsidRPr="00985A6F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377AC505" w14:textId="77777777" w:rsidTr="00BB0124">
        <w:trPr>
          <w:trHeight w:val="243"/>
        </w:trPr>
        <w:tc>
          <w:tcPr>
            <w:tcW w:w="562" w:type="dxa"/>
            <w:vMerge/>
          </w:tcPr>
          <w:p w14:paraId="1A1D630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746C5A5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BD24C76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C462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30AB0BD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vAlign w:val="center"/>
          </w:tcPr>
          <w:p w14:paraId="2CF15B1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2407F7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3F66A03E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5F1E4436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72BB5B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52E70F1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053B990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5A69DAE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29FF054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55F89D54" w14:textId="77777777" w:rsidTr="00BB0124">
        <w:trPr>
          <w:trHeight w:val="243"/>
        </w:trPr>
        <w:tc>
          <w:tcPr>
            <w:tcW w:w="562" w:type="dxa"/>
            <w:vMerge/>
          </w:tcPr>
          <w:p w14:paraId="7BE5222F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205D6F52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B845536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5C9D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64DD130C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p w14:paraId="10309A50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14:paraId="339CB891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1E6173C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  <w:vMerge w:val="restart"/>
            <w:vAlign w:val="center"/>
          </w:tcPr>
          <w:p w14:paraId="1BA3A91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/>
            <w:vAlign w:val="center"/>
          </w:tcPr>
          <w:p w14:paraId="709A53E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6B91DDD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3F78242E" w14:textId="77777777" w:rsidTr="00BB0124">
        <w:trPr>
          <w:trHeight w:val="243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DB8951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6D3BF9E1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30EE0FDF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39D7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321D256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23303F8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D01DB7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1B4DFBCA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417" w:type="dxa"/>
            <w:vMerge/>
            <w:vAlign w:val="center"/>
          </w:tcPr>
          <w:p w14:paraId="19C142C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62AE62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56CCC35B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275" w:type="dxa"/>
            <w:vMerge/>
            <w:vAlign w:val="center"/>
          </w:tcPr>
          <w:p w14:paraId="086F5BB2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331D62C7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09633F18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61B1A" w14:paraId="61377BA3" w14:textId="77777777" w:rsidTr="00BB0124">
        <w:trPr>
          <w:trHeight w:val="486"/>
        </w:trPr>
        <w:tc>
          <w:tcPr>
            <w:tcW w:w="562" w:type="dxa"/>
            <w:vMerge w:val="restart"/>
          </w:tcPr>
          <w:p w14:paraId="7F10D5D8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223890">
              <w:rPr>
                <w:rFonts w:eastAsia="Calibri" w:cstheme="minorHAnsi"/>
                <w:sz w:val="20"/>
                <w:szCs w:val="20"/>
              </w:rPr>
              <w:t>2</w:t>
            </w:r>
            <w:r>
              <w:rPr>
                <w:rFonts w:eastAsia="Calibri" w:cstheme="minorHAnsi"/>
                <w:sz w:val="20"/>
                <w:szCs w:val="20"/>
              </w:rPr>
              <w:t>7</w:t>
            </w:r>
            <w:r w:rsidRPr="00223890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2132" w:type="dxa"/>
            <w:vMerge w:val="restart"/>
          </w:tcPr>
          <w:p w14:paraId="43E8B734" w14:textId="77777777" w:rsidR="00A61B1A" w:rsidRPr="00223890" w:rsidRDefault="00A61B1A" w:rsidP="00A61B1A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223890">
              <w:rPr>
                <w:rFonts w:eastAsia="Calibri" w:cstheme="minorHAnsi"/>
                <w:b/>
                <w:sz w:val="20"/>
                <w:szCs w:val="20"/>
              </w:rPr>
              <w:t xml:space="preserve">Zadanie 7. </w:t>
            </w:r>
            <w:r w:rsidRPr="00223890">
              <w:rPr>
                <w:rFonts w:eastAsia="Calibri" w:cstheme="minorHAnsi"/>
                <w:bCs/>
                <w:sz w:val="20"/>
                <w:szCs w:val="20"/>
              </w:rPr>
              <w:t>Wprowadzanie nowych metod nauczania</w:t>
            </w:r>
          </w:p>
        </w:tc>
        <w:tc>
          <w:tcPr>
            <w:tcW w:w="1417" w:type="dxa"/>
            <w:vMerge w:val="restart"/>
            <w:vAlign w:val="center"/>
          </w:tcPr>
          <w:p w14:paraId="51C929EB" w14:textId="77777777" w:rsidR="00A61B1A" w:rsidRPr="00223890" w:rsidRDefault="00A61B1A" w:rsidP="00A61B1A">
            <w:pPr>
              <w:widowControl w:val="0"/>
              <w:jc w:val="center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223890">
              <w:rPr>
                <w:rFonts w:eastAsia="Calibri" w:cstheme="minorHAnsi"/>
                <w:i/>
                <w:iCs/>
                <w:sz w:val="20"/>
                <w:szCs w:val="20"/>
              </w:rPr>
              <w:t>Zajęcia z lekturą w języku angielskim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A0905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vAlign w:val="center"/>
          </w:tcPr>
          <w:p w14:paraId="7218C6D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14:paraId="3B908DD4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14:paraId="339DDD8D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14:paraId="4A493467" w14:textId="77777777" w:rsidR="00A61B1A" w:rsidRPr="00BC4277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275" w:type="dxa"/>
            <w:vMerge w:val="restart"/>
            <w:vAlign w:val="center"/>
          </w:tcPr>
          <w:p w14:paraId="756C2683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vMerge w:val="restart"/>
            <w:vAlign w:val="center"/>
          </w:tcPr>
          <w:p w14:paraId="510E5A49" w14:textId="77777777" w:rsidR="00A61B1A" w:rsidRPr="00223890" w:rsidRDefault="00A61B1A" w:rsidP="00A61B1A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Kamila Mizera - Wojtek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274219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8" w:type="dxa"/>
                <w:vMerge w:val="restart"/>
              </w:tcPr>
              <w:p w14:paraId="2EAA9589" w14:textId="676EB615" w:rsidR="00A61B1A" w:rsidRPr="00223890" w:rsidRDefault="00A61B1A" w:rsidP="00A61B1A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985A6F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A61B1A" w14:paraId="1AC79981" w14:textId="77777777" w:rsidTr="00BB0124">
        <w:trPr>
          <w:trHeight w:val="486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288F185F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14A6CD88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5E2785CA" w14:textId="77777777" w:rsidR="00A61B1A" w:rsidRPr="00223890" w:rsidRDefault="00A61B1A" w:rsidP="00BB0124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476BE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368C2121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38DFBB1E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A1A365A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Klasy 4 – 8</w:t>
            </w:r>
          </w:p>
          <w:p w14:paraId="5AA40D56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223890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7" w:type="dxa"/>
            <w:vMerge/>
            <w:vAlign w:val="center"/>
          </w:tcPr>
          <w:p w14:paraId="62A072C8" w14:textId="77777777" w:rsidR="00A61B1A" w:rsidRPr="00223890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0605AFE" w14:textId="77777777" w:rsidR="00A61B1A" w:rsidRPr="00BC4277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Klasy 4 – 8</w:t>
            </w:r>
          </w:p>
          <w:p w14:paraId="4B8F912C" w14:textId="77777777" w:rsidR="00A61B1A" w:rsidRPr="00BC4277" w:rsidRDefault="00A61B1A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BC4277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275" w:type="dxa"/>
            <w:vMerge/>
          </w:tcPr>
          <w:p w14:paraId="5DC12916" w14:textId="77777777" w:rsidR="00A61B1A" w:rsidRPr="00223890" w:rsidRDefault="00A61B1A" w:rsidP="00BB0124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652249B" w14:textId="77777777" w:rsidR="00A61B1A" w:rsidRPr="00223890" w:rsidRDefault="00A61B1A" w:rsidP="00BB0124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14:paraId="28533290" w14:textId="77777777" w:rsidR="00A61B1A" w:rsidRPr="00223890" w:rsidRDefault="00A61B1A" w:rsidP="00BB0124">
            <w:pPr>
              <w:widowControl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72C45094" w14:textId="77777777" w:rsidR="00A61B1A" w:rsidRDefault="00A61B1A" w:rsidP="00A61B1A"/>
    <w:p w14:paraId="1120779F" w14:textId="77777777" w:rsidR="00836AC0" w:rsidRDefault="00836AC0"/>
    <w:sectPr w:rsidR="00836AC0" w:rsidSect="008E6B0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8AB2" w14:textId="77777777" w:rsidR="008E6B00" w:rsidRDefault="008E6B00" w:rsidP="001E48D8">
      <w:pPr>
        <w:spacing w:after="0" w:line="240" w:lineRule="auto"/>
      </w:pPr>
      <w:r>
        <w:separator/>
      </w:r>
    </w:p>
  </w:endnote>
  <w:endnote w:type="continuationSeparator" w:id="0">
    <w:p w14:paraId="5827C4F3" w14:textId="77777777" w:rsidR="008E6B00" w:rsidRDefault="008E6B00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B667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730C3924" wp14:editId="36F91D34">
          <wp:extent cx="5760720" cy="582074"/>
          <wp:effectExtent l="0" t="0" r="0" b="8890"/>
          <wp:docPr id="38742135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40D61" w14:textId="77777777" w:rsidR="008E6B00" w:rsidRDefault="008E6B00" w:rsidP="001E48D8">
      <w:pPr>
        <w:spacing w:after="0" w:line="240" w:lineRule="auto"/>
      </w:pPr>
      <w:r>
        <w:separator/>
      </w:r>
    </w:p>
  </w:footnote>
  <w:footnote w:type="continuationSeparator" w:id="0">
    <w:p w14:paraId="64DEA2A4" w14:textId="77777777" w:rsidR="008E6B00" w:rsidRDefault="008E6B00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8715E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793F5A58" wp14:editId="0E79D5D0">
          <wp:extent cx="6162853" cy="664162"/>
          <wp:effectExtent l="0" t="0" r="0" b="3175"/>
          <wp:docPr id="752467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00"/>
    <w:rsid w:val="0013595F"/>
    <w:rsid w:val="001E48D8"/>
    <w:rsid w:val="004A239E"/>
    <w:rsid w:val="004B0765"/>
    <w:rsid w:val="0075189E"/>
    <w:rsid w:val="00836AC0"/>
    <w:rsid w:val="00871D90"/>
    <w:rsid w:val="00872C1C"/>
    <w:rsid w:val="008E6B00"/>
    <w:rsid w:val="00935821"/>
    <w:rsid w:val="00A6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38E2"/>
  <w15:chartTrackingRefBased/>
  <w15:docId w15:val="{40FD82FF-3CBA-429C-AE65-CBB4564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B1A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qFormat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61B1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61B1A"/>
    <w:pPr>
      <w:suppressAutoHyphens/>
      <w:spacing w:after="140"/>
    </w:pPr>
    <w:rPr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61B1A"/>
    <w:rPr>
      <w:kern w:val="0"/>
      <w14:ligatures w14:val="none"/>
    </w:rPr>
  </w:style>
  <w:style w:type="paragraph" w:styleId="Lista">
    <w:name w:val="List"/>
    <w:basedOn w:val="Tekstpodstawowy"/>
    <w:rsid w:val="00A61B1A"/>
    <w:rPr>
      <w:rFonts w:cs="Arial"/>
    </w:rPr>
  </w:style>
  <w:style w:type="paragraph" w:styleId="Legenda">
    <w:name w:val="caption"/>
    <w:basedOn w:val="Normalny"/>
    <w:qFormat/>
    <w:rsid w:val="00A61B1A"/>
    <w:pPr>
      <w:suppressLineNumbers/>
      <w:suppressAutoHyphens/>
      <w:spacing w:before="120" w:after="120"/>
    </w:pPr>
    <w:rPr>
      <w:rFonts w:cs="Arial"/>
      <w:i/>
      <w:iCs/>
      <w:kern w:val="0"/>
      <w:sz w:val="24"/>
      <w:szCs w:val="24"/>
      <w14:ligatures w14:val="none"/>
    </w:rPr>
  </w:style>
  <w:style w:type="paragraph" w:customStyle="1" w:styleId="Indeks">
    <w:name w:val="Indeks"/>
    <w:basedOn w:val="Normalny"/>
    <w:qFormat/>
    <w:rsid w:val="00A61B1A"/>
    <w:pPr>
      <w:suppressLineNumbers/>
      <w:suppressAutoHyphens/>
    </w:pPr>
    <w:rPr>
      <w:rFonts w:cs="Arial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61B1A"/>
    <w:pPr>
      <w:suppressAutoHyphens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A61B1A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A61B1A"/>
    <w:pPr>
      <w:suppressAutoHyphens/>
      <w:textAlignment w:val="baseline"/>
    </w:pPr>
    <w:rPr>
      <w:rFonts w:cs="Tahoma"/>
      <w:kern w:val="0"/>
      <w14:ligatures w14:val="none"/>
    </w:rPr>
  </w:style>
  <w:style w:type="table" w:styleId="Tabela-Siatka">
    <w:name w:val="Table Grid"/>
    <w:basedOn w:val="Standardowy"/>
    <w:uiPriority w:val="59"/>
    <w:rsid w:val="00A61B1A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1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1B1A"/>
    <w:pPr>
      <w:suppressAutoHyphens/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1B1A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B1A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0</TotalTime>
  <Pages>6</Pages>
  <Words>1045</Words>
  <Characters>6271</Characters>
  <Application>Microsoft Office Word</Application>
  <DocSecurity>0</DocSecurity>
  <Lines>52</Lines>
  <Paragraphs>14</Paragraphs>
  <ScaleCrop>false</ScaleCrop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2</cp:revision>
  <cp:lastPrinted>2025-10-20T12:03:00Z</cp:lastPrinted>
  <dcterms:created xsi:type="dcterms:W3CDTF">2025-10-20T12:05:00Z</dcterms:created>
  <dcterms:modified xsi:type="dcterms:W3CDTF">2025-10-20T12:05:00Z</dcterms:modified>
</cp:coreProperties>
</file>