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D5A9B" w14:textId="77777777" w:rsidR="00C41CCD" w:rsidRPr="00203300" w:rsidRDefault="00C41CCD" w:rsidP="00C41CCD">
      <w:pPr>
        <w:spacing w:after="0"/>
        <w:jc w:val="right"/>
      </w:pPr>
      <w:r w:rsidRPr="00203300">
        <w:t xml:space="preserve">Załącznik nr </w:t>
      </w:r>
      <w:r>
        <w:t>7</w:t>
      </w:r>
    </w:p>
    <w:p w14:paraId="1120779F" w14:textId="2E89DA14" w:rsidR="00836AC0" w:rsidRDefault="00C41CCD" w:rsidP="00C41CCD">
      <w:pPr>
        <w:jc w:val="right"/>
      </w:pPr>
      <w:r w:rsidRPr="00203300">
        <w:t xml:space="preserve"> do Regulaminu rekrutacji i uczestnictwa w projekcie</w:t>
      </w:r>
    </w:p>
    <w:tbl>
      <w:tblPr>
        <w:tblStyle w:val="Tabela-Siatka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3001"/>
        <w:gridCol w:w="1795"/>
        <w:gridCol w:w="1553"/>
        <w:gridCol w:w="1311"/>
        <w:gridCol w:w="1701"/>
        <w:gridCol w:w="1276"/>
        <w:gridCol w:w="1701"/>
        <w:gridCol w:w="1701"/>
      </w:tblGrid>
      <w:tr w:rsidR="00C41CCD" w14:paraId="4323DEDC" w14:textId="77777777" w:rsidTr="00BB0124">
        <w:trPr>
          <w:trHeight w:val="1323"/>
        </w:trPr>
        <w:tc>
          <w:tcPr>
            <w:tcW w:w="562" w:type="dxa"/>
            <w:vMerge w:val="restart"/>
          </w:tcPr>
          <w:p w14:paraId="79AF352D" w14:textId="77777777" w:rsidR="00C41CCD" w:rsidRPr="006529B9" w:rsidRDefault="00C41CCD" w:rsidP="00BB0124">
            <w:pPr>
              <w:widowControl w:val="0"/>
              <w:rPr>
                <w:rFonts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001" w:type="dxa"/>
            <w:vMerge w:val="restart"/>
          </w:tcPr>
          <w:p w14:paraId="5197EACB" w14:textId="77777777" w:rsidR="00C41CCD" w:rsidRPr="006529B9" w:rsidRDefault="00C41CCD" w:rsidP="00BB0124">
            <w:pPr>
              <w:widowControl w:val="0"/>
              <w:jc w:val="center"/>
              <w:rPr>
                <w:rFonts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Rodzaj wsparcia</w:t>
            </w:r>
          </w:p>
        </w:tc>
        <w:tc>
          <w:tcPr>
            <w:tcW w:w="1795" w:type="dxa"/>
            <w:vMerge w:val="restart"/>
          </w:tcPr>
          <w:p w14:paraId="4C1759DE" w14:textId="77777777" w:rsidR="00C41CCD" w:rsidRPr="006529B9" w:rsidRDefault="00C41CCD" w:rsidP="00BB0124">
            <w:pPr>
              <w:widowControl w:val="0"/>
              <w:jc w:val="center"/>
              <w:rPr>
                <w:rFonts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Nazwa zajęć</w:t>
            </w:r>
          </w:p>
        </w:tc>
        <w:tc>
          <w:tcPr>
            <w:tcW w:w="1553" w:type="dxa"/>
          </w:tcPr>
          <w:p w14:paraId="36DF779C" w14:textId="77777777" w:rsidR="00C41CCD" w:rsidRPr="006529B9" w:rsidRDefault="00C41CCD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Liczba uczniów na zajęcia w roku szkolnym 25/26</w:t>
            </w:r>
          </w:p>
        </w:tc>
        <w:tc>
          <w:tcPr>
            <w:tcW w:w="1311" w:type="dxa"/>
            <w:vMerge w:val="restart"/>
          </w:tcPr>
          <w:p w14:paraId="35FC6CF8" w14:textId="77777777" w:rsidR="00C41CCD" w:rsidRPr="006529B9" w:rsidRDefault="00C41CCD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6529B9">
              <w:rPr>
                <w:rFonts w:eastAsia="Calibri" w:cstheme="minorHAnsi"/>
                <w:b/>
                <w:color w:val="000000" w:themeColor="text1"/>
              </w:rPr>
              <w:t>Liczba godzin w roku szkolnym 25/26</w:t>
            </w:r>
          </w:p>
          <w:p w14:paraId="2FED4302" w14:textId="77777777" w:rsidR="00C41CCD" w:rsidRPr="006529B9" w:rsidRDefault="00C41CCD" w:rsidP="00BB0124">
            <w:pPr>
              <w:widowControl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1701" w:type="dxa"/>
          </w:tcPr>
          <w:p w14:paraId="3C306032" w14:textId="77777777" w:rsidR="00C41CCD" w:rsidRPr="006529B9" w:rsidRDefault="00C41CCD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Liczba uczniów na zajęcia w roku szkolnym 26/27</w:t>
            </w:r>
          </w:p>
          <w:p w14:paraId="26E7280C" w14:textId="77777777" w:rsidR="00C41CCD" w:rsidRPr="006529B9" w:rsidRDefault="00C41CCD" w:rsidP="00BB0124">
            <w:pPr>
              <w:widowControl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1276" w:type="dxa"/>
            <w:vMerge w:val="restart"/>
          </w:tcPr>
          <w:p w14:paraId="0CF80B96" w14:textId="77777777" w:rsidR="00C41CCD" w:rsidRPr="006529B9" w:rsidRDefault="00C41CCD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6529B9">
              <w:rPr>
                <w:rFonts w:eastAsia="Calibri" w:cstheme="minorHAnsi"/>
                <w:b/>
                <w:color w:val="000000" w:themeColor="text1"/>
              </w:rPr>
              <w:t>Liczba godzin w roku szkolnym 26/27</w:t>
            </w:r>
          </w:p>
          <w:p w14:paraId="22E127F3" w14:textId="77777777" w:rsidR="00C41CCD" w:rsidRPr="006529B9" w:rsidRDefault="00C41CCD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 w:val="restart"/>
          </w:tcPr>
          <w:p w14:paraId="32C6606E" w14:textId="77777777" w:rsidR="00C41CCD" w:rsidRPr="006529B9" w:rsidRDefault="00C41CCD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Nauczyciel prowadzący</w:t>
            </w:r>
          </w:p>
        </w:tc>
        <w:tc>
          <w:tcPr>
            <w:tcW w:w="1701" w:type="dxa"/>
            <w:vMerge w:val="restart"/>
          </w:tcPr>
          <w:p w14:paraId="7F6E3CEA" w14:textId="77777777" w:rsidR="00C41CCD" w:rsidRPr="001D1BB4" w:rsidRDefault="00C41CCD" w:rsidP="00BB0124">
            <w:pPr>
              <w:widowControl w:val="0"/>
              <w:jc w:val="center"/>
              <w:rPr>
                <w:rFonts w:eastAsia="Calibri" w:cstheme="minorHAnsi"/>
                <w:bCs/>
              </w:rPr>
            </w:pPr>
            <w:r w:rsidRPr="001D1BB4">
              <w:rPr>
                <w:rFonts w:eastAsia="Calibri" w:cstheme="minorHAnsi"/>
                <w:bCs/>
                <w:color w:val="EE0000"/>
              </w:rPr>
              <w:t>Wypełnia opiekun prawny Ucznia poprzez wstawienie znaku X przy preferowanych zajęciach (można zaznaczyć więcej niż jeden rodzaj wsparcia)</w:t>
            </w:r>
          </w:p>
        </w:tc>
      </w:tr>
      <w:tr w:rsidR="00C41CCD" w14:paraId="65A8BA98" w14:textId="77777777" w:rsidTr="00BB0124">
        <w:trPr>
          <w:trHeight w:val="58"/>
        </w:trPr>
        <w:tc>
          <w:tcPr>
            <w:tcW w:w="562" w:type="dxa"/>
            <w:vMerge/>
          </w:tcPr>
          <w:p w14:paraId="52296F85" w14:textId="77777777" w:rsidR="00C41CCD" w:rsidRPr="006529B9" w:rsidRDefault="00C41CCD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3001" w:type="dxa"/>
            <w:vMerge/>
          </w:tcPr>
          <w:p w14:paraId="1AA813BD" w14:textId="77777777" w:rsidR="00C41CCD" w:rsidRPr="006529B9" w:rsidRDefault="00C41CCD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</w:tcPr>
          <w:p w14:paraId="3D0A0C02" w14:textId="77777777" w:rsidR="00C41CCD" w:rsidRPr="006529B9" w:rsidRDefault="00C41CCD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553" w:type="dxa"/>
          </w:tcPr>
          <w:p w14:paraId="457B741B" w14:textId="77777777" w:rsidR="00C41CCD" w:rsidRPr="006529B9" w:rsidRDefault="00C41CCD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Klasy / grupy</w:t>
            </w:r>
          </w:p>
        </w:tc>
        <w:tc>
          <w:tcPr>
            <w:tcW w:w="1311" w:type="dxa"/>
            <w:vMerge/>
          </w:tcPr>
          <w:p w14:paraId="2C21FF4F" w14:textId="77777777" w:rsidR="00C41CCD" w:rsidRPr="006529B9" w:rsidRDefault="00C41CCD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14:paraId="2F4C48D3" w14:textId="77777777" w:rsidR="00C41CCD" w:rsidRPr="006529B9" w:rsidRDefault="00C41CCD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Klasy / grupy</w:t>
            </w:r>
          </w:p>
        </w:tc>
        <w:tc>
          <w:tcPr>
            <w:tcW w:w="1276" w:type="dxa"/>
            <w:vMerge/>
          </w:tcPr>
          <w:p w14:paraId="1C92994D" w14:textId="77777777" w:rsidR="00C41CCD" w:rsidRPr="006529B9" w:rsidRDefault="00C41CCD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</w:tcPr>
          <w:p w14:paraId="3F0FDFDC" w14:textId="77777777" w:rsidR="00C41CCD" w:rsidRPr="006529B9" w:rsidRDefault="00C41CCD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</w:tcPr>
          <w:p w14:paraId="5F0BE04C" w14:textId="77777777" w:rsidR="00C41CCD" w:rsidRPr="006529B9" w:rsidRDefault="00C41CCD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</w:tr>
      <w:tr w:rsidR="00C41CCD" w14:paraId="3632BB33" w14:textId="77777777" w:rsidTr="00BB0124">
        <w:trPr>
          <w:trHeight w:val="396"/>
        </w:trPr>
        <w:tc>
          <w:tcPr>
            <w:tcW w:w="562" w:type="dxa"/>
            <w:vMerge w:val="restart"/>
          </w:tcPr>
          <w:p w14:paraId="150B4425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1.</w:t>
            </w:r>
          </w:p>
        </w:tc>
        <w:tc>
          <w:tcPr>
            <w:tcW w:w="3001" w:type="dxa"/>
            <w:vMerge w:val="restart"/>
          </w:tcPr>
          <w:p w14:paraId="6C41FAA2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1.</w:t>
            </w:r>
            <w:r w:rsidRPr="006529B9">
              <w:rPr>
                <w:rFonts w:eastAsia="Calibri" w:cstheme="minorHAnsi"/>
              </w:rPr>
              <w:t xml:space="preserve"> Zajęcia społeczno-wychowawcze, w tym podnoszące świadomość w zakresie zdrowego trybu życia i aktywności fizycznej</w:t>
            </w:r>
          </w:p>
        </w:tc>
        <w:tc>
          <w:tcPr>
            <w:tcW w:w="1795" w:type="dxa"/>
            <w:vMerge w:val="restart"/>
            <w:vAlign w:val="center"/>
          </w:tcPr>
          <w:p w14:paraId="3A3905B9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i/>
              </w:rPr>
              <w:t>Mali sportowcy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center"/>
          </w:tcPr>
          <w:p w14:paraId="389D6133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15</w:t>
            </w:r>
          </w:p>
        </w:tc>
        <w:tc>
          <w:tcPr>
            <w:tcW w:w="1311" w:type="dxa"/>
            <w:vMerge w:val="restart"/>
            <w:vAlign w:val="center"/>
          </w:tcPr>
          <w:p w14:paraId="08A6B6F3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30</w:t>
            </w:r>
          </w:p>
        </w:tc>
        <w:tc>
          <w:tcPr>
            <w:tcW w:w="1701" w:type="dxa"/>
            <w:vAlign w:val="center"/>
          </w:tcPr>
          <w:p w14:paraId="7EC53E72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15</w:t>
            </w:r>
          </w:p>
        </w:tc>
        <w:tc>
          <w:tcPr>
            <w:tcW w:w="1276" w:type="dxa"/>
            <w:vMerge w:val="restart"/>
            <w:vAlign w:val="center"/>
          </w:tcPr>
          <w:p w14:paraId="6FF9A820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30</w:t>
            </w:r>
          </w:p>
        </w:tc>
        <w:tc>
          <w:tcPr>
            <w:tcW w:w="1701" w:type="dxa"/>
            <w:vMerge w:val="restart"/>
            <w:vAlign w:val="center"/>
          </w:tcPr>
          <w:p w14:paraId="57B3D89F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Janusz Malinowski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354008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Merge w:val="restart"/>
              </w:tcPr>
              <w:p w14:paraId="298A357D" w14:textId="6E51D628" w:rsidR="00C41CCD" w:rsidRPr="006529B9" w:rsidRDefault="00C41CCD" w:rsidP="00C41CCD">
                <w:pPr>
                  <w:widowControl w:val="0"/>
                  <w:jc w:val="center"/>
                  <w:rPr>
                    <w:rFonts w:eastAsia="Calibri" w:cstheme="minorHAnsi"/>
                  </w:rPr>
                </w:pPr>
                <w:r w:rsidRPr="002260D9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41CCD" w14:paraId="74D7175C" w14:textId="77777777" w:rsidTr="00BB0124">
        <w:trPr>
          <w:trHeight w:val="396"/>
        </w:trPr>
        <w:tc>
          <w:tcPr>
            <w:tcW w:w="562" w:type="dxa"/>
            <w:vMerge/>
          </w:tcPr>
          <w:p w14:paraId="5344759C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</w:tcPr>
          <w:p w14:paraId="0460B299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vAlign w:val="center"/>
          </w:tcPr>
          <w:p w14:paraId="0CB051A8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center"/>
          </w:tcPr>
          <w:p w14:paraId="633944BD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Klasy 1-3 Grupa 1</w:t>
            </w:r>
          </w:p>
        </w:tc>
        <w:tc>
          <w:tcPr>
            <w:tcW w:w="1311" w:type="dxa"/>
            <w:vMerge/>
            <w:tcBorders>
              <w:bottom w:val="single" w:sz="4" w:space="0" w:color="auto"/>
            </w:tcBorders>
            <w:vAlign w:val="center"/>
          </w:tcPr>
          <w:p w14:paraId="270EF508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3DAFCBE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Klasy 2- 4</w:t>
            </w:r>
          </w:p>
          <w:p w14:paraId="031EA76B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4A0975A8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7F39A4E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701" w:type="dxa"/>
            <w:vMerge/>
          </w:tcPr>
          <w:p w14:paraId="07737EE0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</w:tr>
      <w:tr w:rsidR="00C41CCD" w14:paraId="1A037D40" w14:textId="77777777" w:rsidTr="00BB0124">
        <w:trPr>
          <w:trHeight w:val="360"/>
        </w:trPr>
        <w:tc>
          <w:tcPr>
            <w:tcW w:w="562" w:type="dxa"/>
            <w:vMerge/>
          </w:tcPr>
          <w:p w14:paraId="7AA82944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</w:tcPr>
          <w:p w14:paraId="204417DB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 w:val="restart"/>
            <w:vAlign w:val="center"/>
          </w:tcPr>
          <w:p w14:paraId="6F53F3AA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i/>
              </w:rPr>
              <w:t>Mali sportowcy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center"/>
          </w:tcPr>
          <w:p w14:paraId="02B7A910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15</w:t>
            </w:r>
          </w:p>
        </w:tc>
        <w:tc>
          <w:tcPr>
            <w:tcW w:w="1311" w:type="dxa"/>
            <w:vMerge w:val="restart"/>
            <w:vAlign w:val="center"/>
          </w:tcPr>
          <w:p w14:paraId="5ADD784B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30</w:t>
            </w:r>
          </w:p>
        </w:tc>
        <w:tc>
          <w:tcPr>
            <w:tcW w:w="1701" w:type="dxa"/>
            <w:vAlign w:val="center"/>
          </w:tcPr>
          <w:p w14:paraId="7D5CB8E6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15</w:t>
            </w:r>
          </w:p>
        </w:tc>
        <w:tc>
          <w:tcPr>
            <w:tcW w:w="1276" w:type="dxa"/>
            <w:vMerge w:val="restart"/>
            <w:vAlign w:val="center"/>
          </w:tcPr>
          <w:p w14:paraId="692E56B9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30</w:t>
            </w:r>
          </w:p>
        </w:tc>
        <w:tc>
          <w:tcPr>
            <w:tcW w:w="1701" w:type="dxa"/>
            <w:vMerge w:val="restart"/>
            <w:vAlign w:val="center"/>
          </w:tcPr>
          <w:p w14:paraId="31C1EB1F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Anna Misterska</w:t>
            </w:r>
          </w:p>
        </w:tc>
        <w:tc>
          <w:tcPr>
            <w:tcW w:w="1701" w:type="dxa"/>
            <w:vMerge/>
          </w:tcPr>
          <w:p w14:paraId="7765DE06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</w:tr>
      <w:tr w:rsidR="00C41CCD" w14:paraId="78848B35" w14:textId="77777777" w:rsidTr="00BB0124">
        <w:trPr>
          <w:trHeight w:val="36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12E8B77A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  <w:tcBorders>
              <w:bottom w:val="single" w:sz="4" w:space="0" w:color="auto"/>
            </w:tcBorders>
          </w:tcPr>
          <w:p w14:paraId="04D371C8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vAlign w:val="center"/>
          </w:tcPr>
          <w:p w14:paraId="3EC0AA72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center"/>
          </w:tcPr>
          <w:p w14:paraId="0057B860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Klasy 1-3</w:t>
            </w:r>
          </w:p>
          <w:p w14:paraId="4048F000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Grupa 2</w:t>
            </w:r>
          </w:p>
        </w:tc>
        <w:tc>
          <w:tcPr>
            <w:tcW w:w="1311" w:type="dxa"/>
            <w:vMerge/>
            <w:tcBorders>
              <w:bottom w:val="single" w:sz="4" w:space="0" w:color="auto"/>
            </w:tcBorders>
            <w:vAlign w:val="center"/>
          </w:tcPr>
          <w:p w14:paraId="492C0186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8434B85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Klasy 2- 4</w:t>
            </w:r>
          </w:p>
          <w:p w14:paraId="08B4FEFE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Grupa 2</w:t>
            </w:r>
          </w:p>
        </w:tc>
        <w:tc>
          <w:tcPr>
            <w:tcW w:w="1276" w:type="dxa"/>
            <w:vMerge/>
            <w:vAlign w:val="center"/>
          </w:tcPr>
          <w:p w14:paraId="22A7094D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D1C9D32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DC77948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</w:tr>
      <w:tr w:rsidR="00C41CCD" w14:paraId="30C07AB3" w14:textId="77777777" w:rsidTr="00BB0124">
        <w:trPr>
          <w:trHeight w:val="94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0FDD581C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2.</w:t>
            </w:r>
          </w:p>
        </w:tc>
        <w:tc>
          <w:tcPr>
            <w:tcW w:w="3001" w:type="dxa"/>
            <w:vMerge w:val="restart"/>
            <w:tcBorders>
              <w:top w:val="single" w:sz="4" w:space="0" w:color="auto"/>
            </w:tcBorders>
          </w:tcPr>
          <w:p w14:paraId="3989D45B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2.</w:t>
            </w:r>
            <w:r w:rsidRPr="006529B9">
              <w:rPr>
                <w:rFonts w:eastAsia="Calibri" w:cstheme="minorHAnsi"/>
              </w:rPr>
              <w:t xml:space="preserve"> Zajęcia rozwijające kompetencje kluczowe i kompetencji przyszłości</w:t>
            </w:r>
          </w:p>
          <w:p w14:paraId="77A48B03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  <w:p w14:paraId="7E75D7C4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  <w:p w14:paraId="09E366C7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  <w:p w14:paraId="73EA9B69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vAlign w:val="center"/>
          </w:tcPr>
          <w:p w14:paraId="0A58F10D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  <w:i/>
              </w:rPr>
            </w:pPr>
            <w:r w:rsidRPr="006529B9">
              <w:rPr>
                <w:rFonts w:eastAsia="Calibri" w:cstheme="minorHAnsi"/>
                <w:i/>
              </w:rPr>
              <w:t>Matematyczni odkrywcy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43467" w14:textId="77777777" w:rsidR="00C41CCD" w:rsidRPr="00D82253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D82253">
              <w:rPr>
                <w:rFonts w:cstheme="minorHAnsi"/>
                <w:lang w:val="en-US"/>
              </w:rPr>
              <w:t>10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</w:tcBorders>
            <w:vAlign w:val="center"/>
          </w:tcPr>
          <w:p w14:paraId="34FAFB22" w14:textId="77777777" w:rsidR="00C41CCD" w:rsidRPr="00D82253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D82253"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B81052C" w14:textId="77777777" w:rsidR="00C41CCD" w:rsidRPr="00D82253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D82253">
              <w:rPr>
                <w:rFonts w:cstheme="minorHAnsi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3FB016D7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169163D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Anna </w:t>
            </w:r>
            <w:proofErr w:type="spellStart"/>
            <w:r w:rsidRPr="006529B9">
              <w:rPr>
                <w:rFonts w:cstheme="minorHAnsi"/>
                <w:lang w:val="en-US"/>
              </w:rPr>
              <w:t>Dębicka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869647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Merge w:val="restart"/>
                <w:tcBorders>
                  <w:top w:val="single" w:sz="4" w:space="0" w:color="auto"/>
                </w:tcBorders>
              </w:tcPr>
              <w:p w14:paraId="1786FDBA" w14:textId="5D78E639" w:rsidR="00C41CCD" w:rsidRPr="006529B9" w:rsidRDefault="00C41CCD" w:rsidP="00C41CCD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260D9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41CCD" w14:paraId="79485E45" w14:textId="77777777" w:rsidTr="00BB0124">
        <w:trPr>
          <w:trHeight w:val="94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632FEC5B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  <w:tcBorders>
              <w:bottom w:val="single" w:sz="4" w:space="0" w:color="auto"/>
            </w:tcBorders>
          </w:tcPr>
          <w:p w14:paraId="408B5C44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vAlign w:val="center"/>
          </w:tcPr>
          <w:p w14:paraId="3D5F642F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343DB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4 – 5</w:t>
            </w:r>
          </w:p>
          <w:p w14:paraId="1F9EE7CD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311" w:type="dxa"/>
            <w:vMerge/>
            <w:tcBorders>
              <w:bottom w:val="single" w:sz="4" w:space="0" w:color="auto"/>
            </w:tcBorders>
            <w:vAlign w:val="center"/>
          </w:tcPr>
          <w:p w14:paraId="2E2F62A3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AE7E5C6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5 – 6</w:t>
            </w:r>
          </w:p>
          <w:p w14:paraId="5D66BF9C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49D1A60D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0ADC2D86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3BCB1744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41CCD" w14:paraId="50AFDE24" w14:textId="77777777" w:rsidTr="00BB0124">
        <w:trPr>
          <w:trHeight w:val="94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685583B6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lastRenderedPageBreak/>
              <w:t>3.</w:t>
            </w:r>
          </w:p>
        </w:tc>
        <w:tc>
          <w:tcPr>
            <w:tcW w:w="3001" w:type="dxa"/>
            <w:vMerge w:val="restart"/>
            <w:tcBorders>
              <w:top w:val="single" w:sz="4" w:space="0" w:color="auto"/>
            </w:tcBorders>
          </w:tcPr>
          <w:p w14:paraId="33AAC6B1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2.</w:t>
            </w:r>
            <w:r w:rsidRPr="006529B9">
              <w:rPr>
                <w:rFonts w:eastAsia="Calibri" w:cstheme="minorHAnsi"/>
              </w:rPr>
              <w:t xml:space="preserve"> Zajęcia rozwijające kompetencje kluczowe i kompetencji przyszłości</w:t>
            </w:r>
          </w:p>
          <w:p w14:paraId="39954B85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vAlign w:val="center"/>
          </w:tcPr>
          <w:p w14:paraId="2F7EF147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 xml:space="preserve">Zajęcia rozwijające umiejętności z języka angielskiego </w:t>
            </w:r>
            <w:proofErr w:type="spellStart"/>
            <w:r w:rsidRPr="006529B9">
              <w:rPr>
                <w:rFonts w:eastAsia="Calibri" w:cstheme="minorHAnsi"/>
                <w:i/>
              </w:rPr>
              <w:t>Practice</w:t>
            </w:r>
            <w:proofErr w:type="spellEnd"/>
            <w:r w:rsidRPr="006529B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6529B9">
              <w:rPr>
                <w:rFonts w:eastAsia="Calibri" w:cstheme="minorHAnsi"/>
                <w:i/>
              </w:rPr>
              <w:t>makes</w:t>
            </w:r>
            <w:proofErr w:type="spellEnd"/>
            <w:r w:rsidRPr="006529B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6529B9">
              <w:rPr>
                <w:rFonts w:eastAsia="Calibri" w:cstheme="minorHAnsi"/>
                <w:i/>
              </w:rPr>
              <w:t>perfect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B00F8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20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</w:tcBorders>
            <w:vAlign w:val="center"/>
          </w:tcPr>
          <w:p w14:paraId="3F60EB35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42C242D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20</w:t>
            </w:r>
          </w:p>
        </w:tc>
        <w:tc>
          <w:tcPr>
            <w:tcW w:w="1276" w:type="dxa"/>
            <w:vMerge w:val="restart"/>
            <w:vAlign w:val="center"/>
          </w:tcPr>
          <w:p w14:paraId="2C74969C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0FC2A45C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Nikodem Wieczorek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71941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Merge w:val="restart"/>
                <w:tcBorders>
                  <w:top w:val="single" w:sz="4" w:space="0" w:color="auto"/>
                </w:tcBorders>
              </w:tcPr>
              <w:p w14:paraId="39280E0D" w14:textId="7C373A84" w:rsidR="00C41CCD" w:rsidRPr="006529B9" w:rsidRDefault="00C41CCD" w:rsidP="00C41CCD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260D9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41CCD" w14:paraId="1A24AE47" w14:textId="77777777" w:rsidTr="00BB0124">
        <w:trPr>
          <w:trHeight w:val="94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5E9E79E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  <w:tcBorders>
              <w:bottom w:val="single" w:sz="4" w:space="0" w:color="auto"/>
            </w:tcBorders>
          </w:tcPr>
          <w:p w14:paraId="79675862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vAlign w:val="center"/>
          </w:tcPr>
          <w:p w14:paraId="0CB6AC74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29390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8</w:t>
            </w:r>
          </w:p>
          <w:p w14:paraId="18E3E8B6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311" w:type="dxa"/>
            <w:vMerge/>
            <w:tcBorders>
              <w:bottom w:val="single" w:sz="4" w:space="0" w:color="auto"/>
            </w:tcBorders>
            <w:vAlign w:val="center"/>
          </w:tcPr>
          <w:p w14:paraId="7A634915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DF7A8F5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8</w:t>
            </w:r>
          </w:p>
          <w:p w14:paraId="3119A26F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3F795796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D21F879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B4611C7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41CCD" w14:paraId="3BECE9DD" w14:textId="77777777" w:rsidTr="00BB0124">
        <w:trPr>
          <w:trHeight w:val="810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0C3E8900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4.</w:t>
            </w:r>
          </w:p>
        </w:tc>
        <w:tc>
          <w:tcPr>
            <w:tcW w:w="3001" w:type="dxa"/>
            <w:vMerge w:val="restart"/>
            <w:tcBorders>
              <w:top w:val="single" w:sz="4" w:space="0" w:color="auto"/>
            </w:tcBorders>
          </w:tcPr>
          <w:p w14:paraId="561A891C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2.</w:t>
            </w:r>
            <w:r w:rsidRPr="006529B9">
              <w:rPr>
                <w:rFonts w:eastAsia="Calibri" w:cstheme="minorHAnsi"/>
              </w:rPr>
              <w:t xml:space="preserve"> Zajęcia rozwijające kompetencje kluczowe i kompetencji przyszłości</w:t>
            </w:r>
          </w:p>
          <w:p w14:paraId="530AD548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vAlign w:val="center"/>
          </w:tcPr>
          <w:p w14:paraId="61A50A63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 xml:space="preserve">Zajęcia rozwijające umiejętności z języka niemieckiego </w:t>
            </w:r>
            <w:r w:rsidRPr="006529B9">
              <w:rPr>
                <w:rFonts w:eastAsia="Calibri" w:cstheme="minorHAnsi"/>
                <w:i/>
              </w:rPr>
              <w:t xml:space="preserve">Fit in </w:t>
            </w:r>
            <w:proofErr w:type="spellStart"/>
            <w:r w:rsidRPr="006529B9">
              <w:rPr>
                <w:rFonts w:eastAsia="Calibri" w:cstheme="minorHAnsi"/>
                <w:i/>
              </w:rPr>
              <w:t>Deutsch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C7300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15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</w:tcBorders>
            <w:vAlign w:val="center"/>
          </w:tcPr>
          <w:p w14:paraId="0E248438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9F11B2E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15</w:t>
            </w:r>
          </w:p>
        </w:tc>
        <w:tc>
          <w:tcPr>
            <w:tcW w:w="1276" w:type="dxa"/>
            <w:vMerge w:val="restart"/>
            <w:vAlign w:val="center"/>
          </w:tcPr>
          <w:p w14:paraId="21AC8E74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3E1AA57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Alicja Bartkowiak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61074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Merge w:val="restart"/>
                <w:tcBorders>
                  <w:top w:val="single" w:sz="4" w:space="0" w:color="auto"/>
                </w:tcBorders>
              </w:tcPr>
              <w:p w14:paraId="3350C045" w14:textId="36D7BE33" w:rsidR="00C41CCD" w:rsidRPr="006529B9" w:rsidRDefault="00C41CCD" w:rsidP="00C41CCD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260D9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41CCD" w14:paraId="2CA5316F" w14:textId="77777777" w:rsidTr="00BB0124">
        <w:trPr>
          <w:trHeight w:val="81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AD4921D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  <w:tcBorders>
              <w:bottom w:val="single" w:sz="4" w:space="0" w:color="auto"/>
            </w:tcBorders>
          </w:tcPr>
          <w:p w14:paraId="17F6194F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vAlign w:val="center"/>
          </w:tcPr>
          <w:p w14:paraId="5735BD12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33F6B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7</w:t>
            </w:r>
          </w:p>
          <w:p w14:paraId="68C4CA94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311" w:type="dxa"/>
            <w:vMerge/>
            <w:tcBorders>
              <w:bottom w:val="single" w:sz="4" w:space="0" w:color="auto"/>
            </w:tcBorders>
            <w:vAlign w:val="center"/>
          </w:tcPr>
          <w:p w14:paraId="609C806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EF609AA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8</w:t>
            </w:r>
          </w:p>
          <w:p w14:paraId="6FDDA555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251CA158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666835C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35CA4AD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41CCD" w14:paraId="38C14FB3" w14:textId="77777777" w:rsidTr="00BB0124">
        <w:trPr>
          <w:trHeight w:val="810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58662C51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5.</w:t>
            </w:r>
          </w:p>
        </w:tc>
        <w:tc>
          <w:tcPr>
            <w:tcW w:w="3001" w:type="dxa"/>
            <w:vMerge w:val="restart"/>
            <w:tcBorders>
              <w:top w:val="single" w:sz="4" w:space="0" w:color="auto"/>
            </w:tcBorders>
          </w:tcPr>
          <w:p w14:paraId="62BEF3B8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2.</w:t>
            </w:r>
            <w:r w:rsidRPr="006529B9">
              <w:rPr>
                <w:rFonts w:eastAsia="Calibri" w:cstheme="minorHAnsi"/>
              </w:rPr>
              <w:t xml:space="preserve"> Zajęcia rozwijające kompetencje kluczowe i kompetencji przyszłości</w:t>
            </w:r>
          </w:p>
          <w:p w14:paraId="5298C0F2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vAlign w:val="center"/>
          </w:tcPr>
          <w:p w14:paraId="492EDB5B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  <w:i/>
              </w:rPr>
            </w:pPr>
            <w:r w:rsidRPr="006529B9">
              <w:rPr>
                <w:rFonts w:eastAsia="Calibri" w:cstheme="minorHAnsi"/>
                <w:i/>
              </w:rPr>
              <w:t>Mój teatralno-muzyczny świat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20AED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10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</w:tcBorders>
            <w:vAlign w:val="center"/>
          </w:tcPr>
          <w:p w14:paraId="5489E9E8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9DF51E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17551476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5FE9FAD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Katarzyna </w:t>
            </w:r>
            <w:proofErr w:type="spellStart"/>
            <w:r w:rsidRPr="006529B9">
              <w:rPr>
                <w:rFonts w:cstheme="minorHAnsi"/>
                <w:lang w:val="en-US"/>
              </w:rPr>
              <w:t>Dubiniec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45823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Merge w:val="restart"/>
                <w:tcBorders>
                  <w:top w:val="single" w:sz="4" w:space="0" w:color="auto"/>
                </w:tcBorders>
              </w:tcPr>
              <w:p w14:paraId="04407B28" w14:textId="09453352" w:rsidR="00C41CCD" w:rsidRPr="006529B9" w:rsidRDefault="00C41CCD" w:rsidP="00C41CCD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260D9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41CCD" w14:paraId="4478ED8B" w14:textId="77777777" w:rsidTr="00BB0124">
        <w:trPr>
          <w:trHeight w:val="81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6B1B5945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  <w:tcBorders>
              <w:bottom w:val="single" w:sz="4" w:space="0" w:color="auto"/>
            </w:tcBorders>
          </w:tcPr>
          <w:p w14:paraId="133CA4B4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vAlign w:val="center"/>
          </w:tcPr>
          <w:p w14:paraId="188751F4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FB8D6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2</w:t>
            </w:r>
          </w:p>
          <w:p w14:paraId="6542B03F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311" w:type="dxa"/>
            <w:vMerge/>
            <w:tcBorders>
              <w:bottom w:val="single" w:sz="4" w:space="0" w:color="auto"/>
            </w:tcBorders>
            <w:vAlign w:val="center"/>
          </w:tcPr>
          <w:p w14:paraId="4A705E2B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3D9661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3</w:t>
            </w:r>
          </w:p>
          <w:p w14:paraId="562DA13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2F8DE125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1030415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BC089F3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41CCD" w14:paraId="3818CFEF" w14:textId="77777777" w:rsidTr="00BB0124">
        <w:trPr>
          <w:trHeight w:val="1614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6E3DC529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6.</w:t>
            </w:r>
          </w:p>
        </w:tc>
        <w:tc>
          <w:tcPr>
            <w:tcW w:w="3001" w:type="dxa"/>
            <w:vMerge w:val="restart"/>
            <w:tcBorders>
              <w:top w:val="single" w:sz="4" w:space="0" w:color="auto"/>
            </w:tcBorders>
          </w:tcPr>
          <w:p w14:paraId="52C1A3AA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3.</w:t>
            </w:r>
            <w:r w:rsidRPr="006529B9">
              <w:rPr>
                <w:rFonts w:eastAsia="Calibri" w:cstheme="minorHAnsi"/>
              </w:rPr>
              <w:t xml:space="preserve"> Wsparcie psychologiczne i wyrównanie deficytów powstałych w wyniku </w:t>
            </w:r>
            <w:proofErr w:type="spellStart"/>
            <w:r w:rsidRPr="006529B9">
              <w:rPr>
                <w:rFonts w:eastAsia="Calibri" w:cstheme="minorHAnsi"/>
              </w:rPr>
              <w:t>pandemi</w:t>
            </w:r>
            <w:proofErr w:type="spellEnd"/>
            <w:r w:rsidRPr="006529B9">
              <w:rPr>
                <w:rFonts w:eastAsia="Calibri" w:cstheme="minorHAnsi"/>
              </w:rPr>
              <w:t xml:space="preserve"> COVID-19, w tym opieka psychologiczno-pedagogiczna, zajęcia wyrównawcze - zwiększające szanse edukacyjne i wyrównujące zdiagnozowane deficyty, wsparcie uczniów ze specjalnymi potrzebami edukacyjnymi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vAlign w:val="center"/>
          </w:tcPr>
          <w:p w14:paraId="69B08EA4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i/>
              </w:rPr>
              <w:t>Ja i moje emocje</w:t>
            </w:r>
          </w:p>
          <w:p w14:paraId="355D1A45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5AA19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8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</w:tcBorders>
            <w:vAlign w:val="center"/>
          </w:tcPr>
          <w:p w14:paraId="6D1B6389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EC67288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8</w:t>
            </w:r>
          </w:p>
        </w:tc>
        <w:tc>
          <w:tcPr>
            <w:tcW w:w="1276" w:type="dxa"/>
            <w:vMerge w:val="restart"/>
            <w:vAlign w:val="center"/>
          </w:tcPr>
          <w:p w14:paraId="2E24BDAC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28D4966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Anna </w:t>
            </w:r>
            <w:proofErr w:type="spellStart"/>
            <w:r w:rsidRPr="006529B9">
              <w:rPr>
                <w:rFonts w:cstheme="minorHAnsi"/>
                <w:lang w:val="en-US"/>
              </w:rPr>
              <w:t>Pietrusik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2107385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Merge w:val="restart"/>
                <w:tcBorders>
                  <w:top w:val="single" w:sz="4" w:space="0" w:color="auto"/>
                </w:tcBorders>
              </w:tcPr>
              <w:p w14:paraId="1145A6B3" w14:textId="41E8E26B" w:rsidR="00C41CCD" w:rsidRPr="006529B9" w:rsidRDefault="00C41CCD" w:rsidP="00C41CCD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260D9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41CCD" w14:paraId="149A517A" w14:textId="77777777" w:rsidTr="00BB0124">
        <w:trPr>
          <w:trHeight w:val="1614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2AEDD26D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  <w:tcBorders>
              <w:bottom w:val="single" w:sz="4" w:space="0" w:color="auto"/>
            </w:tcBorders>
          </w:tcPr>
          <w:p w14:paraId="00AE67D5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vAlign w:val="center"/>
          </w:tcPr>
          <w:p w14:paraId="3DD20DC0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6618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4</w:t>
            </w:r>
          </w:p>
          <w:p w14:paraId="78B78699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311" w:type="dxa"/>
            <w:vMerge/>
            <w:tcBorders>
              <w:bottom w:val="single" w:sz="4" w:space="0" w:color="auto"/>
            </w:tcBorders>
            <w:vAlign w:val="center"/>
          </w:tcPr>
          <w:p w14:paraId="33B39BA3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C668007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5</w:t>
            </w:r>
          </w:p>
          <w:p w14:paraId="534A4EC7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64BD180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54EFE43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27D1BA6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41CCD" w14:paraId="1D9B974F" w14:textId="77777777" w:rsidTr="00BB0124">
        <w:trPr>
          <w:trHeight w:val="810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7F346234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lastRenderedPageBreak/>
              <w:t>7.</w:t>
            </w:r>
          </w:p>
        </w:tc>
        <w:tc>
          <w:tcPr>
            <w:tcW w:w="3001" w:type="dxa"/>
            <w:vMerge w:val="restart"/>
            <w:tcBorders>
              <w:top w:val="single" w:sz="4" w:space="0" w:color="auto"/>
            </w:tcBorders>
          </w:tcPr>
          <w:p w14:paraId="17A84E2B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4.</w:t>
            </w:r>
            <w:r w:rsidRPr="006529B9">
              <w:rPr>
                <w:rFonts w:eastAsia="Calibri" w:cstheme="minorHAnsi"/>
              </w:rPr>
              <w:t xml:space="preserve"> Rozwój kompetencji cyfrowych uczniów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vAlign w:val="center"/>
          </w:tcPr>
          <w:p w14:paraId="2ECB830A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  <w:i/>
              </w:rPr>
            </w:pPr>
            <w:r w:rsidRPr="006529B9">
              <w:rPr>
                <w:rFonts w:eastAsia="Calibri" w:cstheme="minorHAnsi"/>
                <w:i/>
              </w:rPr>
              <w:t>Tytani programowania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EF20B" w14:textId="77777777" w:rsidR="00C41CCD" w:rsidRPr="00A2078D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A2078D">
              <w:rPr>
                <w:rFonts w:cstheme="minorHAnsi"/>
                <w:lang w:val="en-US"/>
              </w:rPr>
              <w:t>10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</w:tcBorders>
            <w:vAlign w:val="center"/>
          </w:tcPr>
          <w:p w14:paraId="4B4880EA" w14:textId="77777777" w:rsidR="00C41CCD" w:rsidRPr="00A2078D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A2078D"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7866095" w14:textId="77777777" w:rsidR="00C41CCD" w:rsidRPr="00A2078D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A2078D">
              <w:rPr>
                <w:rFonts w:cstheme="minorHAnsi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39340A39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1C78FB3C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Anna </w:t>
            </w:r>
            <w:proofErr w:type="spellStart"/>
            <w:r w:rsidRPr="006529B9">
              <w:rPr>
                <w:rFonts w:cstheme="minorHAnsi"/>
                <w:lang w:val="en-US"/>
              </w:rPr>
              <w:t>Dębicka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1015355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Merge w:val="restart"/>
                <w:tcBorders>
                  <w:top w:val="single" w:sz="4" w:space="0" w:color="auto"/>
                </w:tcBorders>
              </w:tcPr>
              <w:p w14:paraId="684AEE0F" w14:textId="16B86984" w:rsidR="00C41CCD" w:rsidRPr="006529B9" w:rsidRDefault="00C41CCD" w:rsidP="00C41CCD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260D9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41CCD" w14:paraId="24D5B006" w14:textId="77777777" w:rsidTr="00BB0124">
        <w:trPr>
          <w:trHeight w:val="81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5086DB7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  <w:tcBorders>
              <w:bottom w:val="single" w:sz="4" w:space="0" w:color="auto"/>
            </w:tcBorders>
          </w:tcPr>
          <w:p w14:paraId="5F65F246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vAlign w:val="center"/>
          </w:tcPr>
          <w:p w14:paraId="650C5DBD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51499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7 – 8</w:t>
            </w:r>
          </w:p>
          <w:p w14:paraId="74A3EB80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311" w:type="dxa"/>
            <w:vMerge/>
            <w:tcBorders>
              <w:bottom w:val="single" w:sz="4" w:space="0" w:color="auto"/>
            </w:tcBorders>
            <w:vAlign w:val="center"/>
          </w:tcPr>
          <w:p w14:paraId="4F8E7700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7780B40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7 – 8</w:t>
            </w:r>
          </w:p>
          <w:p w14:paraId="43545E55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16B3B2AE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06DA81D9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7B423FF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41CCD" w14:paraId="7A3A2EFD" w14:textId="77777777" w:rsidTr="00BB0124">
        <w:trPr>
          <w:trHeight w:val="534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34CEAD79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8.</w:t>
            </w:r>
          </w:p>
        </w:tc>
        <w:tc>
          <w:tcPr>
            <w:tcW w:w="3001" w:type="dxa"/>
            <w:vMerge w:val="restart"/>
            <w:tcBorders>
              <w:top w:val="single" w:sz="4" w:space="0" w:color="auto"/>
            </w:tcBorders>
          </w:tcPr>
          <w:p w14:paraId="77E1C5E2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5.</w:t>
            </w:r>
            <w:r w:rsidRPr="006529B9">
              <w:rPr>
                <w:rFonts w:eastAsia="Calibri" w:cstheme="minorHAnsi"/>
              </w:rPr>
              <w:t xml:space="preserve"> Poradnictwo i doradztwo edukacyjno-zawodowe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vAlign w:val="center"/>
          </w:tcPr>
          <w:p w14:paraId="2B716185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 xml:space="preserve">Warsztaty </w:t>
            </w:r>
            <w:proofErr w:type="spellStart"/>
            <w:r w:rsidRPr="006529B9">
              <w:rPr>
                <w:rFonts w:eastAsia="Calibri" w:cstheme="minorHAnsi"/>
              </w:rPr>
              <w:t>zawodoznawcze</w:t>
            </w:r>
            <w:proofErr w:type="spellEnd"/>
            <w:r w:rsidRPr="006529B9">
              <w:rPr>
                <w:rFonts w:eastAsia="Calibri" w:cstheme="minorHAnsi"/>
              </w:rPr>
              <w:t>:</w:t>
            </w:r>
          </w:p>
          <w:p w14:paraId="37B6ECE1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Cs/>
                <w:i/>
                <w:iCs/>
              </w:rPr>
              <w:t>Warsztaty kulinarne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A4B1A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8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</w:tcBorders>
            <w:vAlign w:val="center"/>
          </w:tcPr>
          <w:p w14:paraId="43101CB5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  <w:p w14:paraId="5C2A13C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544E8AB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8</w:t>
            </w:r>
          </w:p>
        </w:tc>
        <w:tc>
          <w:tcPr>
            <w:tcW w:w="1276" w:type="dxa"/>
            <w:vMerge w:val="restart"/>
            <w:vAlign w:val="center"/>
          </w:tcPr>
          <w:p w14:paraId="4F9ED73D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1BB42750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Izabela Kostrzewa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2003319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Merge w:val="restart"/>
                <w:tcBorders>
                  <w:top w:val="single" w:sz="4" w:space="0" w:color="auto"/>
                </w:tcBorders>
              </w:tcPr>
              <w:p w14:paraId="6954EDF8" w14:textId="475F36DF" w:rsidR="00C41CCD" w:rsidRPr="006529B9" w:rsidRDefault="00C41CCD" w:rsidP="00C41CCD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260D9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41CCD" w14:paraId="57ACEB7C" w14:textId="77777777" w:rsidTr="00BB0124">
        <w:trPr>
          <w:trHeight w:val="60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25298F55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  <w:tcBorders>
              <w:bottom w:val="single" w:sz="4" w:space="0" w:color="auto"/>
            </w:tcBorders>
          </w:tcPr>
          <w:p w14:paraId="466C6740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vAlign w:val="center"/>
          </w:tcPr>
          <w:p w14:paraId="47C1E501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B40A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4</w:t>
            </w:r>
          </w:p>
          <w:p w14:paraId="376B8EEC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311" w:type="dxa"/>
            <w:vMerge/>
            <w:tcBorders>
              <w:bottom w:val="single" w:sz="4" w:space="0" w:color="auto"/>
            </w:tcBorders>
            <w:vAlign w:val="center"/>
          </w:tcPr>
          <w:p w14:paraId="3456C82E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04A5B64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4</w:t>
            </w:r>
          </w:p>
          <w:p w14:paraId="3FA0B42A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132C88E0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E8BC488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2FF5000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41CCD" w14:paraId="2F897DC3" w14:textId="77777777" w:rsidTr="00BB0124">
        <w:trPr>
          <w:trHeight w:val="616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1FD2EBEF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  <w:p w14:paraId="79B1FB46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 w:val="restart"/>
            <w:tcBorders>
              <w:top w:val="single" w:sz="4" w:space="0" w:color="auto"/>
            </w:tcBorders>
          </w:tcPr>
          <w:p w14:paraId="3C01A943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Zadanie 5.</w:t>
            </w:r>
            <w:r w:rsidRPr="006529B9">
              <w:rPr>
                <w:rFonts w:eastAsia="Calibri" w:cstheme="minorHAnsi"/>
              </w:rPr>
              <w:t xml:space="preserve"> Poradnictwo i doradztwo edukacyjno-zawodowe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vAlign w:val="center"/>
          </w:tcPr>
          <w:p w14:paraId="26C73A7F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 xml:space="preserve">Warsztaty </w:t>
            </w:r>
            <w:proofErr w:type="spellStart"/>
            <w:r w:rsidRPr="006529B9">
              <w:rPr>
                <w:rFonts w:eastAsia="Calibri" w:cstheme="minorHAnsi"/>
              </w:rPr>
              <w:t>zawodoznawcze</w:t>
            </w:r>
            <w:proofErr w:type="spellEnd"/>
            <w:r w:rsidRPr="006529B9">
              <w:rPr>
                <w:rFonts w:eastAsia="Calibri" w:cstheme="minorHAnsi"/>
              </w:rPr>
              <w:t>:</w:t>
            </w:r>
          </w:p>
          <w:p w14:paraId="441BD4BB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Cs/>
                <w:i/>
                <w:iCs/>
              </w:rPr>
              <w:t>Warsztaty stolarskie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CE56B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8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</w:tcBorders>
            <w:vAlign w:val="center"/>
          </w:tcPr>
          <w:p w14:paraId="3BBA31C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113AAED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8</w:t>
            </w:r>
          </w:p>
        </w:tc>
        <w:tc>
          <w:tcPr>
            <w:tcW w:w="1276" w:type="dxa"/>
            <w:vMerge w:val="restart"/>
            <w:vAlign w:val="center"/>
          </w:tcPr>
          <w:p w14:paraId="1A9142EE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1C16F9D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Izabela Kostrzewa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435628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Merge w:val="restart"/>
                <w:tcBorders>
                  <w:top w:val="single" w:sz="4" w:space="0" w:color="auto"/>
                </w:tcBorders>
              </w:tcPr>
              <w:p w14:paraId="04E3BAFF" w14:textId="45452B1F" w:rsidR="00C41CCD" w:rsidRPr="006529B9" w:rsidRDefault="00C41CCD" w:rsidP="00C41CCD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260D9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41CCD" w14:paraId="0E7E9B28" w14:textId="77777777" w:rsidTr="00BB0124">
        <w:trPr>
          <w:trHeight w:val="144"/>
        </w:trPr>
        <w:tc>
          <w:tcPr>
            <w:tcW w:w="562" w:type="dxa"/>
            <w:vMerge/>
          </w:tcPr>
          <w:p w14:paraId="48AA735D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</w:tcPr>
          <w:p w14:paraId="4E18823D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vAlign w:val="center"/>
          </w:tcPr>
          <w:p w14:paraId="1D4934A1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4CF7E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6</w:t>
            </w:r>
          </w:p>
          <w:p w14:paraId="4848E7CB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311" w:type="dxa"/>
            <w:vMerge/>
            <w:vAlign w:val="center"/>
          </w:tcPr>
          <w:p w14:paraId="2FF13A7A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45D2B18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6</w:t>
            </w:r>
          </w:p>
          <w:p w14:paraId="154B0A38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7AD3B94B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14:paraId="27785FDE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</w:tcPr>
          <w:p w14:paraId="50029799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41CCD" w14:paraId="5AD3812F" w14:textId="77777777" w:rsidTr="00BB0124">
        <w:trPr>
          <w:trHeight w:val="695"/>
        </w:trPr>
        <w:tc>
          <w:tcPr>
            <w:tcW w:w="562" w:type="dxa"/>
            <w:vMerge w:val="restart"/>
          </w:tcPr>
          <w:p w14:paraId="2A130774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 w:val="restart"/>
          </w:tcPr>
          <w:p w14:paraId="3711B047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Zadanie 5.</w:t>
            </w:r>
            <w:r w:rsidRPr="006529B9">
              <w:rPr>
                <w:rFonts w:eastAsia="Calibri" w:cstheme="minorHAnsi"/>
              </w:rPr>
              <w:t xml:space="preserve"> Poradnictwo i doradztwo edukacyjno-zawodowe</w:t>
            </w:r>
          </w:p>
        </w:tc>
        <w:tc>
          <w:tcPr>
            <w:tcW w:w="1795" w:type="dxa"/>
            <w:vMerge w:val="restart"/>
            <w:vAlign w:val="center"/>
          </w:tcPr>
          <w:p w14:paraId="3CA4640B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 xml:space="preserve">Wycieczki </w:t>
            </w:r>
            <w:proofErr w:type="spellStart"/>
            <w:r w:rsidRPr="006529B9">
              <w:rPr>
                <w:rFonts w:eastAsia="Calibri" w:cstheme="minorHAnsi"/>
              </w:rPr>
              <w:t>zawodoznawcze</w:t>
            </w:r>
            <w:proofErr w:type="spellEnd"/>
          </w:p>
          <w:p w14:paraId="099EC215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center"/>
          </w:tcPr>
          <w:p w14:paraId="2A884911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20</w:t>
            </w:r>
          </w:p>
        </w:tc>
        <w:tc>
          <w:tcPr>
            <w:tcW w:w="1311" w:type="dxa"/>
            <w:vMerge w:val="restart"/>
            <w:vAlign w:val="center"/>
          </w:tcPr>
          <w:p w14:paraId="4967D5CF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14:paraId="2F824EBA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20</w:t>
            </w:r>
          </w:p>
        </w:tc>
        <w:tc>
          <w:tcPr>
            <w:tcW w:w="1276" w:type="dxa"/>
            <w:vMerge w:val="restart"/>
            <w:vAlign w:val="center"/>
          </w:tcPr>
          <w:p w14:paraId="3512F7F5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 w14:paraId="33BF494C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Izabela Kostrzewa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321399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Merge w:val="restart"/>
              </w:tcPr>
              <w:p w14:paraId="4C6BB38A" w14:textId="53C21B6B" w:rsidR="00C41CCD" w:rsidRPr="006529B9" w:rsidRDefault="00C41CCD" w:rsidP="00C41CCD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260D9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41CCD" w14:paraId="16708B0E" w14:textId="77777777" w:rsidTr="00BB0124">
        <w:trPr>
          <w:trHeight w:val="586"/>
        </w:trPr>
        <w:tc>
          <w:tcPr>
            <w:tcW w:w="562" w:type="dxa"/>
            <w:vMerge/>
          </w:tcPr>
          <w:p w14:paraId="7F0FCFEC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</w:tcPr>
          <w:p w14:paraId="1CA88780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vAlign w:val="center"/>
          </w:tcPr>
          <w:p w14:paraId="0862E93C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A4AF5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6</w:t>
            </w:r>
          </w:p>
          <w:p w14:paraId="1B3A80A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311" w:type="dxa"/>
            <w:vMerge/>
            <w:vAlign w:val="center"/>
          </w:tcPr>
          <w:p w14:paraId="2E658259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7464C5A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6</w:t>
            </w:r>
          </w:p>
          <w:p w14:paraId="2EEBDF21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29DBC4F0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14:paraId="6F1EFDC2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</w:tcPr>
          <w:p w14:paraId="12F9DBC3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41CCD" w14:paraId="599EB37B" w14:textId="77777777" w:rsidTr="00BB0124">
        <w:trPr>
          <w:trHeight w:val="606"/>
        </w:trPr>
        <w:tc>
          <w:tcPr>
            <w:tcW w:w="562" w:type="dxa"/>
            <w:vMerge w:val="restart"/>
          </w:tcPr>
          <w:p w14:paraId="769348F0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 w:val="restart"/>
          </w:tcPr>
          <w:p w14:paraId="0B620984" w14:textId="77777777" w:rsidR="00C41CCD" w:rsidRPr="006529B9" w:rsidRDefault="00C41CCD" w:rsidP="00C41CCD">
            <w:pPr>
              <w:widowControl w:val="0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Zadanie 5.</w:t>
            </w:r>
            <w:r w:rsidRPr="006529B9">
              <w:rPr>
                <w:rFonts w:eastAsia="Calibri" w:cstheme="minorHAnsi"/>
              </w:rPr>
              <w:t xml:space="preserve"> Poradnictwo i doradztwo edukacyjno-zawodowe</w:t>
            </w:r>
          </w:p>
        </w:tc>
        <w:tc>
          <w:tcPr>
            <w:tcW w:w="1795" w:type="dxa"/>
            <w:vMerge w:val="restart"/>
            <w:vAlign w:val="center"/>
          </w:tcPr>
          <w:p w14:paraId="4B13B6D6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 xml:space="preserve">Wycieczki </w:t>
            </w:r>
            <w:proofErr w:type="spellStart"/>
            <w:r w:rsidRPr="006529B9">
              <w:rPr>
                <w:rFonts w:eastAsia="Calibri" w:cstheme="minorHAnsi"/>
              </w:rPr>
              <w:t>zawodoznawcze</w:t>
            </w:r>
            <w:proofErr w:type="spellEnd"/>
          </w:p>
          <w:p w14:paraId="4E5A1E30" w14:textId="77777777" w:rsidR="00C41CCD" w:rsidRPr="006529B9" w:rsidRDefault="00C41CCD" w:rsidP="00C41CCD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4E73C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</w:rPr>
              <w:t>20</w:t>
            </w:r>
          </w:p>
        </w:tc>
        <w:tc>
          <w:tcPr>
            <w:tcW w:w="1311" w:type="dxa"/>
            <w:vMerge w:val="restart"/>
            <w:vAlign w:val="center"/>
          </w:tcPr>
          <w:p w14:paraId="5867D3CB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</w:rPr>
              <w:t>6</w:t>
            </w:r>
          </w:p>
        </w:tc>
        <w:tc>
          <w:tcPr>
            <w:tcW w:w="1701" w:type="dxa"/>
            <w:vAlign w:val="center"/>
          </w:tcPr>
          <w:p w14:paraId="2234FB46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</w:rPr>
              <w:t>20</w:t>
            </w:r>
          </w:p>
        </w:tc>
        <w:tc>
          <w:tcPr>
            <w:tcW w:w="1276" w:type="dxa"/>
            <w:vMerge w:val="restart"/>
            <w:vAlign w:val="center"/>
          </w:tcPr>
          <w:p w14:paraId="65986ED0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14:paraId="23E01F38" w14:textId="77777777" w:rsidR="00C41CCD" w:rsidRPr="006529B9" w:rsidRDefault="00C41CCD" w:rsidP="00C41CCD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  <w:lang w:val="en-US"/>
              </w:rPr>
              <w:t>Izabela Kostrzewa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320882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Merge w:val="restart"/>
              </w:tcPr>
              <w:p w14:paraId="681A7245" w14:textId="2127305E" w:rsidR="00C41CCD" w:rsidRPr="006529B9" w:rsidRDefault="00C41CCD" w:rsidP="00C41CCD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260D9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41CCD" w14:paraId="357E5A40" w14:textId="77777777" w:rsidTr="00BB0124">
        <w:trPr>
          <w:trHeight w:val="606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8585D89" w14:textId="77777777" w:rsidR="00C41CCD" w:rsidRPr="006529B9" w:rsidRDefault="00C41CCD" w:rsidP="00BB0124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001" w:type="dxa"/>
            <w:vMerge/>
            <w:tcBorders>
              <w:bottom w:val="single" w:sz="4" w:space="0" w:color="auto"/>
            </w:tcBorders>
          </w:tcPr>
          <w:p w14:paraId="3109212B" w14:textId="77777777" w:rsidR="00C41CCD" w:rsidRPr="006529B9" w:rsidRDefault="00C41CCD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</w:tcPr>
          <w:p w14:paraId="464A44A4" w14:textId="77777777" w:rsidR="00C41CCD" w:rsidRPr="006529B9" w:rsidRDefault="00C41CCD" w:rsidP="00BB0124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80F23" w14:textId="77777777" w:rsidR="00C41CCD" w:rsidRPr="006529B9" w:rsidRDefault="00C41CCD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8</w:t>
            </w:r>
          </w:p>
          <w:p w14:paraId="43A97719" w14:textId="77777777" w:rsidR="00C41CCD" w:rsidRPr="006529B9" w:rsidRDefault="00C41CCD" w:rsidP="00BB0124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311" w:type="dxa"/>
            <w:vMerge/>
            <w:tcBorders>
              <w:bottom w:val="single" w:sz="4" w:space="0" w:color="auto"/>
            </w:tcBorders>
            <w:vAlign w:val="center"/>
          </w:tcPr>
          <w:p w14:paraId="574ADB90" w14:textId="77777777" w:rsidR="00C41CCD" w:rsidRPr="006529B9" w:rsidRDefault="00C41CCD" w:rsidP="00BB0124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DD60936" w14:textId="77777777" w:rsidR="00C41CCD" w:rsidRPr="006529B9" w:rsidRDefault="00C41CCD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8</w:t>
            </w:r>
          </w:p>
          <w:p w14:paraId="472C5E05" w14:textId="77777777" w:rsidR="00C41CCD" w:rsidRPr="006529B9" w:rsidRDefault="00C41CCD" w:rsidP="00BB0124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276" w:type="dxa"/>
            <w:vMerge/>
          </w:tcPr>
          <w:p w14:paraId="0C1FB3F8" w14:textId="77777777" w:rsidR="00C41CCD" w:rsidRPr="006529B9" w:rsidRDefault="00C41CCD" w:rsidP="00BB0124">
            <w:pPr>
              <w:widowControl w:val="0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3747F5E1" w14:textId="77777777" w:rsidR="00C41CCD" w:rsidRPr="006529B9" w:rsidRDefault="00C41CCD" w:rsidP="00BB0124">
            <w:pPr>
              <w:widowControl w:val="0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5EB088D6" w14:textId="77777777" w:rsidR="00C41CCD" w:rsidRPr="006529B9" w:rsidRDefault="00C41CCD" w:rsidP="00BB0124">
            <w:pPr>
              <w:widowControl w:val="0"/>
              <w:rPr>
                <w:rFonts w:cstheme="minorHAnsi"/>
              </w:rPr>
            </w:pPr>
          </w:p>
        </w:tc>
      </w:tr>
    </w:tbl>
    <w:p w14:paraId="40CF35A0" w14:textId="77777777" w:rsidR="00C41CCD" w:rsidRDefault="00C41CCD" w:rsidP="00C41CCD"/>
    <w:sectPr w:rsidR="00C41CCD" w:rsidSect="008E6B0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8AB2" w14:textId="77777777" w:rsidR="008E6B00" w:rsidRDefault="008E6B00" w:rsidP="001E48D8">
      <w:pPr>
        <w:spacing w:after="0" w:line="240" w:lineRule="auto"/>
      </w:pPr>
      <w:r>
        <w:separator/>
      </w:r>
    </w:p>
  </w:endnote>
  <w:endnote w:type="continuationSeparator" w:id="0">
    <w:p w14:paraId="5827C4F3" w14:textId="77777777" w:rsidR="008E6B00" w:rsidRDefault="008E6B00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B667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730C3924" wp14:editId="36F91D34">
          <wp:extent cx="5760720" cy="582074"/>
          <wp:effectExtent l="0" t="0" r="0" b="8890"/>
          <wp:docPr id="38742135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40D61" w14:textId="77777777" w:rsidR="008E6B00" w:rsidRDefault="008E6B00" w:rsidP="001E48D8">
      <w:pPr>
        <w:spacing w:after="0" w:line="240" w:lineRule="auto"/>
      </w:pPr>
      <w:r>
        <w:separator/>
      </w:r>
    </w:p>
  </w:footnote>
  <w:footnote w:type="continuationSeparator" w:id="0">
    <w:p w14:paraId="64DEA2A4" w14:textId="77777777" w:rsidR="008E6B00" w:rsidRDefault="008E6B00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8715E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793F5A58" wp14:editId="0E79D5D0">
          <wp:extent cx="6162853" cy="664162"/>
          <wp:effectExtent l="0" t="0" r="0" b="3175"/>
          <wp:docPr id="752467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00"/>
    <w:rsid w:val="0013595F"/>
    <w:rsid w:val="001E48D8"/>
    <w:rsid w:val="004A239E"/>
    <w:rsid w:val="004B0765"/>
    <w:rsid w:val="0075189E"/>
    <w:rsid w:val="00836AC0"/>
    <w:rsid w:val="00871D90"/>
    <w:rsid w:val="00872C1C"/>
    <w:rsid w:val="008E6B00"/>
    <w:rsid w:val="00935821"/>
    <w:rsid w:val="00C4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38E2"/>
  <w15:chartTrackingRefBased/>
  <w15:docId w15:val="{40FD82FF-3CBA-429C-AE65-CBB4564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CCD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styleId="Tabela-Siatka">
    <w:name w:val="Table Grid"/>
    <w:basedOn w:val="Standardowy"/>
    <w:uiPriority w:val="59"/>
    <w:rsid w:val="00C41CCD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0</TotalTime>
  <Pages>3</Pages>
  <Words>400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2</cp:revision>
  <cp:lastPrinted>2025-10-06T10:09:00Z</cp:lastPrinted>
  <dcterms:created xsi:type="dcterms:W3CDTF">2025-10-20T12:01:00Z</dcterms:created>
  <dcterms:modified xsi:type="dcterms:W3CDTF">2025-10-20T12:01:00Z</dcterms:modified>
</cp:coreProperties>
</file>